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24DB2" w14:textId="77777777" w:rsidR="00BA26A4" w:rsidRPr="00BA26A4" w:rsidRDefault="00BA26A4" w:rsidP="00BA26A4">
      <w:pPr>
        <w:widowControl/>
        <w:autoSpaceDE/>
        <w:autoSpaceDN/>
        <w:adjustRightInd/>
        <w:spacing w:after="0" w:line="240" w:lineRule="auto"/>
        <w:rPr>
          <w:b/>
          <w:bCs/>
          <w:color w:val="000000"/>
          <w:sz w:val="48"/>
          <w:szCs w:val="48"/>
        </w:rPr>
      </w:pPr>
      <w:r w:rsidRPr="00BA26A4">
        <w:rPr>
          <w:b/>
          <w:bCs/>
          <w:color w:val="000000"/>
          <w:sz w:val="48"/>
          <w:szCs w:val="48"/>
        </w:rPr>
        <w:t>Q&amp;A BO26: Accessing FSA Partner Connect for Destination Point Administrators</w:t>
      </w:r>
    </w:p>
    <w:p w14:paraId="6CB62255" w14:textId="77777777" w:rsidR="0009786B" w:rsidRPr="0009786B" w:rsidRDefault="00E04715" w:rsidP="0009786B">
      <w:r>
        <w:rPr>
          <w:noProof/>
        </w:rPr>
        <mc:AlternateContent>
          <mc:Choice Requires="wps">
            <w:drawing>
              <wp:anchor distT="0" distB="0" distL="114300" distR="114300" simplePos="0" relativeHeight="251658242" behindDoc="0" locked="0" layoutInCell="1" allowOverlap="1" wp14:anchorId="469651D8" wp14:editId="0FCEAF34">
                <wp:simplePos x="0" y="0"/>
                <wp:positionH relativeFrom="column">
                  <wp:posOffset>0</wp:posOffset>
                </wp:positionH>
                <wp:positionV relativeFrom="paragraph">
                  <wp:posOffset>81602</wp:posOffset>
                </wp:positionV>
                <wp:extent cx="644525" cy="0"/>
                <wp:effectExtent l="0" t="25400" r="28575" b="25400"/>
                <wp:wrapNone/>
                <wp:docPr id="22" name="Straight Connector 22"/>
                <wp:cNvGraphicFramePr/>
                <a:graphic xmlns:a="http://schemas.openxmlformats.org/drawingml/2006/main">
                  <a:graphicData uri="http://schemas.microsoft.com/office/word/2010/wordprocessingShape">
                    <wps:wsp>
                      <wps:cNvCnPr/>
                      <wps:spPr>
                        <a:xfrm>
                          <a:off x="0" y="0"/>
                          <a:ext cx="644525" cy="0"/>
                        </a:xfrm>
                        <a:prstGeom prst="line">
                          <a:avLst/>
                        </a:prstGeom>
                        <a:ln w="44450">
                          <a:solidFill>
                            <a:srgbClr val="81C149"/>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D19D198" id="Straight Connector 22"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6.45pt" to="50.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" strokecolor="#81c149" strokeweight="3.5pt"/>
            </w:pict>
          </mc:Fallback>
        </mc:AlternateContent>
      </w:r>
    </w:p>
    <w:p w14:paraId="2250057A" w14:textId="77777777" w:rsidR="006C632B" w:rsidRDefault="006C632B" w:rsidP="00EA3202">
      <w:pPr>
        <w:pStyle w:val="Heading2"/>
        <w:sectPr w:rsidR="006C632B" w:rsidSect="001D42B3">
          <w:footerReference w:type="default" r:id="rId12"/>
          <w:headerReference w:type="first" r:id="rId13"/>
          <w:footerReference w:type="first" r:id="rId14"/>
          <w:footnotePr>
            <w:numFmt w:val="chicago"/>
            <w:numRestart w:val="eachPage"/>
          </w:footnotePr>
          <w:pgSz w:w="12240" w:h="15840"/>
          <w:pgMar w:top="907" w:right="1440" w:bottom="1008" w:left="1440" w:header="0" w:footer="288" w:gutter="0"/>
          <w:cols w:space="720"/>
          <w:noEndnote/>
          <w:titlePg/>
          <w:docGrid w:linePitch="272"/>
        </w:sectPr>
      </w:pPr>
    </w:p>
    <w:tbl>
      <w:tblPr>
        <w:tblStyle w:val="ConferenceQandA"/>
        <w:tblW w:w="9445" w:type="dxa"/>
        <w:tblCellMar>
          <w:top w:w="72" w:type="dxa"/>
          <w:left w:w="72" w:type="dxa"/>
          <w:bottom w:w="72" w:type="dxa"/>
          <w:right w:w="72" w:type="dxa"/>
        </w:tblCellMar>
        <w:tblLook w:val="0620" w:firstRow="1" w:lastRow="0" w:firstColumn="0" w:lastColumn="0" w:noHBand="1" w:noVBand="1"/>
      </w:tblPr>
      <w:tblGrid>
        <w:gridCol w:w="3456"/>
        <w:gridCol w:w="5989"/>
      </w:tblGrid>
      <w:tr w:rsidR="00EC39F1" w14:paraId="0F077783" w14:textId="77777777" w:rsidTr="00BA26A4">
        <w:tc>
          <w:tcPr>
            <w:tcW w:w="3456" w:type="dxa"/>
          </w:tcPr>
          <w:p w14:paraId="72EED0B1" w14:textId="77777777" w:rsidR="00EC39F1" w:rsidRDefault="002D0584" w:rsidP="00F035E8">
            <w:pPr>
              <w:pStyle w:val="TableColumnHead"/>
            </w:pPr>
            <w:r>
              <w:t>Question</w:t>
            </w:r>
          </w:p>
        </w:tc>
        <w:tc>
          <w:tcPr>
            <w:tcW w:w="5989" w:type="dxa"/>
          </w:tcPr>
          <w:p w14:paraId="4EC8F90E" w14:textId="77777777" w:rsidR="00EC39F1" w:rsidRDefault="002D0584" w:rsidP="00F035E8">
            <w:pPr>
              <w:pStyle w:val="TableColumnHead"/>
            </w:pPr>
            <w:r>
              <w:t>Response</w:t>
            </w:r>
          </w:p>
        </w:tc>
      </w:tr>
      <w:tr w:rsidR="00BA26A4" w:rsidRPr="00BA26A4" w14:paraId="0C3D74F2" w14:textId="77777777" w:rsidTr="00BA26A4">
        <w:tblPrEx>
          <w:tblCellMar>
            <w:top w:w="0" w:type="dxa"/>
            <w:left w:w="108" w:type="dxa"/>
            <w:bottom w:w="0" w:type="dxa"/>
            <w:right w:w="108" w:type="dxa"/>
          </w:tblCellMar>
          <w:tblLook w:val="04A0" w:firstRow="1" w:lastRow="0" w:firstColumn="1" w:lastColumn="0" w:noHBand="0" w:noVBand="1"/>
        </w:tblPrEx>
        <w:trPr>
          <w:trHeight w:val="1275"/>
        </w:trPr>
        <w:tc>
          <w:tcPr>
            <w:tcW w:w="3456" w:type="dxa"/>
            <w:hideMark/>
          </w:tcPr>
          <w:p w14:paraId="1822C748"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Allow schools via FSA Partner Connect to download/upload CPS files and eliminate </w:t>
            </w:r>
            <w:proofErr w:type="spellStart"/>
            <w:r w:rsidRPr="00BA26A4">
              <w:rPr>
                <w:color w:val="000000"/>
              </w:rPr>
              <w:t>EDConnect</w:t>
            </w:r>
            <w:proofErr w:type="spellEnd"/>
          </w:p>
        </w:tc>
        <w:tc>
          <w:tcPr>
            <w:tcW w:w="5989" w:type="dxa"/>
            <w:hideMark/>
          </w:tcPr>
          <w:p w14:paraId="0943E1E3"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FSA's long-term goal is to have all of the websites and systems that </w:t>
            </w:r>
            <w:proofErr w:type="gramStart"/>
            <w:r w:rsidRPr="00BA26A4">
              <w:rPr>
                <w:color w:val="000000"/>
              </w:rPr>
              <w:t>schools</w:t>
            </w:r>
            <w:proofErr w:type="gramEnd"/>
            <w:r w:rsidRPr="00BA26A4">
              <w:rPr>
                <w:color w:val="000000"/>
              </w:rPr>
              <w:t xml:space="preserve"> and other partners use today integrated into Partner Connect so that users have centralized access to everything FSA! Stay tuned and keep the suggestions coming!</w:t>
            </w:r>
          </w:p>
        </w:tc>
      </w:tr>
      <w:tr w:rsidR="00BA26A4" w:rsidRPr="00BA26A4" w14:paraId="455FCC4F" w14:textId="77777777" w:rsidTr="00BA26A4">
        <w:tblPrEx>
          <w:tblCellMar>
            <w:top w:w="0" w:type="dxa"/>
            <w:left w:w="108" w:type="dxa"/>
            <w:bottom w:w="0" w:type="dxa"/>
            <w:right w:w="108" w:type="dxa"/>
          </w:tblCellMar>
          <w:tblLook w:val="04A0" w:firstRow="1" w:lastRow="0" w:firstColumn="1" w:lastColumn="0" w:noHBand="0" w:noVBand="1"/>
        </w:tblPrEx>
        <w:trPr>
          <w:trHeight w:val="315"/>
        </w:trPr>
        <w:tc>
          <w:tcPr>
            <w:tcW w:w="3456" w:type="dxa"/>
            <w:hideMark/>
          </w:tcPr>
          <w:p w14:paraId="2CBC1339" w14:textId="77777777" w:rsidR="00BA26A4" w:rsidRPr="00BA26A4" w:rsidRDefault="00BA26A4" w:rsidP="00BA26A4">
            <w:pPr>
              <w:widowControl/>
              <w:autoSpaceDE/>
              <w:autoSpaceDN/>
              <w:adjustRightInd/>
              <w:spacing w:after="0" w:line="240" w:lineRule="auto"/>
              <w:rPr>
                <w:color w:val="000000"/>
              </w:rPr>
            </w:pPr>
            <w:r w:rsidRPr="00BA26A4">
              <w:rPr>
                <w:color w:val="000000"/>
              </w:rPr>
              <w:t>When is this going live?</w:t>
            </w:r>
          </w:p>
        </w:tc>
        <w:tc>
          <w:tcPr>
            <w:tcW w:w="5989" w:type="dxa"/>
            <w:hideMark/>
          </w:tcPr>
          <w:p w14:paraId="463A4B19" w14:textId="77777777" w:rsidR="00BA26A4" w:rsidRPr="00BA26A4" w:rsidRDefault="00BA26A4" w:rsidP="00BA26A4">
            <w:pPr>
              <w:widowControl/>
              <w:autoSpaceDE/>
              <w:autoSpaceDN/>
              <w:adjustRightInd/>
              <w:spacing w:after="0" w:line="240" w:lineRule="auto"/>
              <w:rPr>
                <w:color w:val="000000"/>
              </w:rPr>
            </w:pPr>
            <w:r w:rsidRPr="00BA26A4">
              <w:rPr>
                <w:color w:val="000000"/>
              </w:rPr>
              <w:t>FSA Partner Connect is going live in March of 2021!</w:t>
            </w:r>
          </w:p>
        </w:tc>
      </w:tr>
      <w:tr w:rsidR="00BA26A4" w:rsidRPr="00BA26A4" w14:paraId="1A0C43C9" w14:textId="77777777" w:rsidTr="00BA26A4">
        <w:tblPrEx>
          <w:tblCellMar>
            <w:top w:w="0" w:type="dxa"/>
            <w:left w:w="108" w:type="dxa"/>
            <w:bottom w:w="0" w:type="dxa"/>
            <w:right w:w="108" w:type="dxa"/>
          </w:tblCellMar>
          <w:tblLook w:val="04A0" w:firstRow="1" w:lastRow="0" w:firstColumn="1" w:lastColumn="0" w:noHBand="0" w:noVBand="1"/>
        </w:tblPrEx>
        <w:trPr>
          <w:trHeight w:val="510"/>
        </w:trPr>
        <w:tc>
          <w:tcPr>
            <w:tcW w:w="3456" w:type="dxa"/>
            <w:hideMark/>
          </w:tcPr>
          <w:p w14:paraId="072DBE75" w14:textId="77777777" w:rsidR="00BA26A4" w:rsidRPr="00BA26A4" w:rsidRDefault="00BA26A4" w:rsidP="00BA26A4">
            <w:pPr>
              <w:widowControl/>
              <w:autoSpaceDE/>
              <w:autoSpaceDN/>
              <w:adjustRightInd/>
              <w:spacing w:after="0" w:line="240" w:lineRule="auto"/>
              <w:rPr>
                <w:color w:val="000000"/>
              </w:rPr>
            </w:pPr>
            <w:r w:rsidRPr="00BA26A4">
              <w:rPr>
                <w:color w:val="000000"/>
              </w:rPr>
              <w:t>Will TFA still be required for access?</w:t>
            </w:r>
          </w:p>
        </w:tc>
        <w:tc>
          <w:tcPr>
            <w:tcW w:w="5989" w:type="dxa"/>
            <w:hideMark/>
          </w:tcPr>
          <w:p w14:paraId="00F0341F" w14:textId="77777777" w:rsidR="00BA26A4" w:rsidRPr="00BA26A4" w:rsidRDefault="00BA26A4" w:rsidP="00BA26A4">
            <w:pPr>
              <w:widowControl/>
              <w:autoSpaceDE/>
              <w:autoSpaceDN/>
              <w:adjustRightInd/>
              <w:spacing w:after="0" w:line="240" w:lineRule="auto"/>
              <w:rPr>
                <w:color w:val="000000"/>
              </w:rPr>
            </w:pPr>
            <w:r w:rsidRPr="00BA26A4">
              <w:rPr>
                <w:color w:val="000000"/>
              </w:rPr>
              <w:t>Yes, Two Factor Authentication (TFA) will be required to access FSA Partner Connect.</w:t>
            </w:r>
          </w:p>
        </w:tc>
      </w:tr>
      <w:tr w:rsidR="00BA26A4" w:rsidRPr="00BA26A4" w14:paraId="0B63C28B" w14:textId="77777777" w:rsidTr="00BA26A4">
        <w:tblPrEx>
          <w:tblCellMar>
            <w:top w:w="0" w:type="dxa"/>
            <w:left w:w="108" w:type="dxa"/>
            <w:bottom w:w="0" w:type="dxa"/>
            <w:right w:w="108" w:type="dxa"/>
          </w:tblCellMar>
          <w:tblLook w:val="04A0" w:firstRow="1" w:lastRow="0" w:firstColumn="1" w:lastColumn="0" w:noHBand="0" w:noVBand="1"/>
        </w:tblPrEx>
        <w:trPr>
          <w:trHeight w:val="510"/>
        </w:trPr>
        <w:tc>
          <w:tcPr>
            <w:tcW w:w="3456" w:type="dxa"/>
            <w:hideMark/>
          </w:tcPr>
          <w:p w14:paraId="6391242D" w14:textId="77777777" w:rsidR="00BA26A4" w:rsidRPr="00BA26A4" w:rsidRDefault="00BA26A4" w:rsidP="00BA26A4">
            <w:pPr>
              <w:widowControl/>
              <w:autoSpaceDE/>
              <w:autoSpaceDN/>
              <w:adjustRightInd/>
              <w:spacing w:after="0" w:line="240" w:lineRule="auto"/>
              <w:rPr>
                <w:color w:val="000000"/>
              </w:rPr>
            </w:pPr>
            <w:r w:rsidRPr="00BA26A4">
              <w:rPr>
                <w:color w:val="000000"/>
              </w:rPr>
              <w:t>Will IFAP and the FSA Handbook be available without logging in?</w:t>
            </w:r>
          </w:p>
        </w:tc>
        <w:tc>
          <w:tcPr>
            <w:tcW w:w="5989" w:type="dxa"/>
            <w:hideMark/>
          </w:tcPr>
          <w:p w14:paraId="5225B37E" w14:textId="77777777" w:rsidR="00BA26A4" w:rsidRPr="00BA26A4" w:rsidRDefault="00BA26A4" w:rsidP="00BA26A4">
            <w:pPr>
              <w:widowControl/>
              <w:autoSpaceDE/>
              <w:autoSpaceDN/>
              <w:adjustRightInd/>
              <w:spacing w:after="0" w:line="240" w:lineRule="auto"/>
              <w:rPr>
                <w:color w:val="000000"/>
              </w:rPr>
            </w:pPr>
            <w:r w:rsidRPr="00BA26A4">
              <w:rPr>
                <w:color w:val="000000"/>
              </w:rPr>
              <w:t>Yes, you will be able to access the Knowledge Center (Formally IFAP) and the Handbook without logging in.</w:t>
            </w:r>
          </w:p>
        </w:tc>
      </w:tr>
      <w:tr w:rsidR="00BA26A4" w:rsidRPr="00BA26A4" w14:paraId="3F456077" w14:textId="77777777" w:rsidTr="00BA26A4">
        <w:tblPrEx>
          <w:tblCellMar>
            <w:top w:w="0" w:type="dxa"/>
            <w:left w:w="108" w:type="dxa"/>
            <w:bottom w:w="0" w:type="dxa"/>
            <w:right w:w="108" w:type="dxa"/>
          </w:tblCellMar>
          <w:tblLook w:val="04A0" w:firstRow="1" w:lastRow="0" w:firstColumn="1" w:lastColumn="0" w:noHBand="0" w:noVBand="1"/>
        </w:tblPrEx>
        <w:trPr>
          <w:trHeight w:val="1530"/>
        </w:trPr>
        <w:tc>
          <w:tcPr>
            <w:tcW w:w="3456" w:type="dxa"/>
            <w:hideMark/>
          </w:tcPr>
          <w:p w14:paraId="0D2AF2D7" w14:textId="77777777" w:rsidR="00BA26A4" w:rsidRPr="00BA26A4" w:rsidRDefault="00BA26A4" w:rsidP="00BA26A4">
            <w:pPr>
              <w:widowControl/>
              <w:autoSpaceDE/>
              <w:autoSpaceDN/>
              <w:adjustRightInd/>
              <w:spacing w:after="0" w:line="240" w:lineRule="auto"/>
              <w:rPr>
                <w:color w:val="000000"/>
              </w:rPr>
            </w:pPr>
            <w:r w:rsidRPr="00BA26A4">
              <w:rPr>
                <w:color w:val="000000"/>
              </w:rPr>
              <w:t>Two staff in our Registrar's Office have access to NSLDS. What type of information will they be able to see in the FS Partner Connect site?  All that was shown in the preview session or only NSLDS information? Wil the current "stand alone" if you will NSLDS website still be available?</w:t>
            </w:r>
          </w:p>
        </w:tc>
        <w:tc>
          <w:tcPr>
            <w:tcW w:w="5989" w:type="dxa"/>
            <w:hideMark/>
          </w:tcPr>
          <w:p w14:paraId="43B2D941" w14:textId="77777777" w:rsidR="00BA26A4" w:rsidRPr="00BA26A4" w:rsidRDefault="00BA26A4" w:rsidP="00BA26A4">
            <w:pPr>
              <w:widowControl/>
              <w:autoSpaceDE/>
              <w:autoSpaceDN/>
              <w:adjustRightInd/>
              <w:spacing w:after="0" w:line="240" w:lineRule="auto"/>
              <w:rPr>
                <w:color w:val="000000"/>
              </w:rPr>
            </w:pPr>
            <w:r w:rsidRPr="00BA26A4">
              <w:rPr>
                <w:color w:val="000000"/>
              </w:rPr>
              <w:t>Partner Connect access will be granted by your schools primary DPA and generally all school users will be able to see the same information once access is granted. Users will also maintain their individual system access in NSLDS and can navigate directly to NSLDS as they do today or get to NSLDS from Partner Connect.</w:t>
            </w:r>
          </w:p>
        </w:tc>
      </w:tr>
      <w:tr w:rsidR="00BA26A4" w:rsidRPr="00BA26A4" w14:paraId="132CD96D" w14:textId="77777777" w:rsidTr="00BA26A4">
        <w:tblPrEx>
          <w:tblCellMar>
            <w:top w:w="0" w:type="dxa"/>
            <w:left w:w="108" w:type="dxa"/>
            <w:bottom w:w="0" w:type="dxa"/>
            <w:right w:w="108" w:type="dxa"/>
          </w:tblCellMar>
          <w:tblLook w:val="04A0" w:firstRow="1" w:lastRow="0" w:firstColumn="1" w:lastColumn="0" w:noHBand="0" w:noVBand="1"/>
        </w:tblPrEx>
        <w:trPr>
          <w:trHeight w:val="1020"/>
        </w:trPr>
        <w:tc>
          <w:tcPr>
            <w:tcW w:w="3456" w:type="dxa"/>
            <w:hideMark/>
          </w:tcPr>
          <w:p w14:paraId="63928481"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Will this replace </w:t>
            </w:r>
            <w:proofErr w:type="spellStart"/>
            <w:r w:rsidRPr="00BA26A4">
              <w:rPr>
                <w:color w:val="000000"/>
              </w:rPr>
              <w:t>fsawebenroll</w:t>
            </w:r>
            <w:proofErr w:type="spellEnd"/>
            <w:r w:rsidRPr="00BA26A4">
              <w:rPr>
                <w:color w:val="000000"/>
              </w:rPr>
              <w:t>?</w:t>
            </w:r>
          </w:p>
        </w:tc>
        <w:tc>
          <w:tcPr>
            <w:tcW w:w="5989" w:type="dxa"/>
            <w:hideMark/>
          </w:tcPr>
          <w:p w14:paraId="06F22973" w14:textId="77777777" w:rsidR="00BA26A4" w:rsidRPr="00BA26A4" w:rsidRDefault="00BA26A4" w:rsidP="00BA26A4">
            <w:pPr>
              <w:widowControl/>
              <w:autoSpaceDE/>
              <w:autoSpaceDN/>
              <w:adjustRightInd/>
              <w:spacing w:after="0" w:line="240" w:lineRule="auto"/>
              <w:rPr>
                <w:color w:val="000000"/>
              </w:rPr>
            </w:pPr>
            <w:r w:rsidRPr="00BA26A4">
              <w:rPr>
                <w:color w:val="000000"/>
              </w:rPr>
              <w:t>No, FSA Partner Connect will not replace the www.fsawebenroll.ed.gov at this time. You will be able to navigate to the Student Aid Internet Gateway (SAIG) website through FSA Partner Connect.</w:t>
            </w:r>
          </w:p>
        </w:tc>
      </w:tr>
      <w:tr w:rsidR="00BA26A4" w:rsidRPr="00BA26A4" w14:paraId="1D04C6DD" w14:textId="77777777" w:rsidTr="00BA26A4">
        <w:tblPrEx>
          <w:tblCellMar>
            <w:top w:w="0" w:type="dxa"/>
            <w:left w:w="108" w:type="dxa"/>
            <w:bottom w:w="0" w:type="dxa"/>
            <w:right w:w="108" w:type="dxa"/>
          </w:tblCellMar>
          <w:tblLook w:val="04A0" w:firstRow="1" w:lastRow="0" w:firstColumn="1" w:lastColumn="0" w:noHBand="0" w:noVBand="1"/>
        </w:tblPrEx>
        <w:trPr>
          <w:trHeight w:val="1020"/>
        </w:trPr>
        <w:tc>
          <w:tcPr>
            <w:tcW w:w="3456" w:type="dxa"/>
            <w:hideMark/>
          </w:tcPr>
          <w:p w14:paraId="3A9DEA5D"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Will I add users and modify </w:t>
            </w:r>
            <w:proofErr w:type="gramStart"/>
            <w:r w:rsidRPr="00BA26A4">
              <w:rPr>
                <w:color w:val="000000"/>
              </w:rPr>
              <w:t>users</w:t>
            </w:r>
            <w:proofErr w:type="gramEnd"/>
            <w:r w:rsidRPr="00BA26A4">
              <w:rPr>
                <w:color w:val="000000"/>
              </w:rPr>
              <w:t xml:space="preserve"> security to NSLDS and COD within FSA Partner Connect?</w:t>
            </w:r>
          </w:p>
        </w:tc>
        <w:tc>
          <w:tcPr>
            <w:tcW w:w="5989" w:type="dxa"/>
            <w:hideMark/>
          </w:tcPr>
          <w:p w14:paraId="5734BB5D" w14:textId="77777777" w:rsidR="00BA26A4" w:rsidRPr="00BA26A4" w:rsidRDefault="00BA26A4" w:rsidP="00BA26A4">
            <w:pPr>
              <w:widowControl/>
              <w:autoSpaceDE/>
              <w:autoSpaceDN/>
              <w:adjustRightInd/>
              <w:spacing w:after="0" w:line="240" w:lineRule="auto"/>
              <w:rPr>
                <w:color w:val="000000"/>
              </w:rPr>
            </w:pPr>
            <w:r w:rsidRPr="00BA26A4">
              <w:rPr>
                <w:color w:val="000000"/>
              </w:rPr>
              <w:t>Managing access to COD or NSLDS will still occur in SAIG Enrollment on www.fsawebenroll.ed.gov at this time. You will be able to navigate to the Student Aid Internet Gateway (SAIG) website through FSA Partner Connect.</w:t>
            </w:r>
          </w:p>
        </w:tc>
      </w:tr>
      <w:tr w:rsidR="00BA26A4" w:rsidRPr="00BA26A4" w14:paraId="36055D40" w14:textId="77777777" w:rsidTr="00BA26A4">
        <w:tblPrEx>
          <w:tblCellMar>
            <w:top w:w="0" w:type="dxa"/>
            <w:left w:w="108" w:type="dxa"/>
            <w:bottom w:w="0" w:type="dxa"/>
            <w:right w:w="108" w:type="dxa"/>
          </w:tblCellMar>
          <w:tblLook w:val="04A0" w:firstRow="1" w:lastRow="0" w:firstColumn="1" w:lastColumn="0" w:noHBand="0" w:noVBand="1"/>
        </w:tblPrEx>
        <w:trPr>
          <w:trHeight w:val="1275"/>
        </w:trPr>
        <w:tc>
          <w:tcPr>
            <w:tcW w:w="3456" w:type="dxa"/>
            <w:hideMark/>
          </w:tcPr>
          <w:p w14:paraId="5B4DCB39"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Is the access we grant only for FSA Partner Connect? Do we still go to </w:t>
            </w:r>
            <w:proofErr w:type="spellStart"/>
            <w:r w:rsidRPr="00BA26A4">
              <w:rPr>
                <w:color w:val="000000"/>
              </w:rPr>
              <w:t>fsawebenroll</w:t>
            </w:r>
            <w:proofErr w:type="spellEnd"/>
            <w:r w:rsidRPr="00BA26A4">
              <w:rPr>
                <w:color w:val="000000"/>
              </w:rPr>
              <w:t xml:space="preserve"> for granting COD, NSLDS, etc.?</w:t>
            </w:r>
          </w:p>
        </w:tc>
        <w:tc>
          <w:tcPr>
            <w:tcW w:w="5989" w:type="dxa"/>
            <w:hideMark/>
          </w:tcPr>
          <w:p w14:paraId="527A39B9" w14:textId="77777777" w:rsidR="00BA26A4" w:rsidRPr="00BA26A4" w:rsidRDefault="00BA26A4" w:rsidP="00BA26A4">
            <w:pPr>
              <w:widowControl/>
              <w:autoSpaceDE/>
              <w:autoSpaceDN/>
              <w:adjustRightInd/>
              <w:spacing w:after="0" w:line="240" w:lineRule="auto"/>
              <w:rPr>
                <w:color w:val="000000"/>
              </w:rPr>
            </w:pPr>
            <w:proofErr w:type="gramStart"/>
            <w:r w:rsidRPr="00BA26A4">
              <w:rPr>
                <w:color w:val="000000"/>
              </w:rPr>
              <w:t>Yes</w:t>
            </w:r>
            <w:proofErr w:type="gramEnd"/>
            <w:r w:rsidRPr="00BA26A4">
              <w:rPr>
                <w:color w:val="000000"/>
              </w:rPr>
              <w:t xml:space="preserve"> for the time being. We are working to centralize all system access in a future release. For right now, the access granted from the Account Access Manager applies only to FSA Partner Connect and will not impact access to other systems, such as COD, NSLDS, etc.</w:t>
            </w:r>
          </w:p>
        </w:tc>
      </w:tr>
      <w:tr w:rsidR="00BA26A4" w:rsidRPr="00BA26A4" w14:paraId="1BD1AD38" w14:textId="77777777" w:rsidTr="00BA26A4">
        <w:tblPrEx>
          <w:tblCellMar>
            <w:top w:w="0" w:type="dxa"/>
            <w:left w:w="108" w:type="dxa"/>
            <w:bottom w:w="0" w:type="dxa"/>
            <w:right w:w="108" w:type="dxa"/>
          </w:tblCellMar>
          <w:tblLook w:val="04A0" w:firstRow="1" w:lastRow="0" w:firstColumn="1" w:lastColumn="0" w:noHBand="0" w:noVBand="1"/>
        </w:tblPrEx>
        <w:trPr>
          <w:trHeight w:val="765"/>
        </w:trPr>
        <w:tc>
          <w:tcPr>
            <w:tcW w:w="3456" w:type="dxa"/>
            <w:hideMark/>
          </w:tcPr>
          <w:p w14:paraId="06D74170"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When will IFAP be decommissioned? </w:t>
            </w:r>
          </w:p>
        </w:tc>
        <w:tc>
          <w:tcPr>
            <w:tcW w:w="5989" w:type="dxa"/>
            <w:hideMark/>
          </w:tcPr>
          <w:p w14:paraId="0AF6095B"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IFAP is being replaced by the new Knowledge Center on FSA Partner Connect which goes live in March! At that </w:t>
            </w:r>
            <w:proofErr w:type="gramStart"/>
            <w:r w:rsidRPr="00BA26A4">
              <w:rPr>
                <w:color w:val="000000"/>
              </w:rPr>
              <w:t>time</w:t>
            </w:r>
            <w:proofErr w:type="gramEnd"/>
            <w:r w:rsidRPr="00BA26A4">
              <w:rPr>
                <w:color w:val="000000"/>
              </w:rPr>
              <w:t xml:space="preserve"> the stand-alone IFAP site will no longer be available.</w:t>
            </w:r>
          </w:p>
        </w:tc>
      </w:tr>
      <w:tr w:rsidR="00BA26A4" w:rsidRPr="00BA26A4" w14:paraId="4B0D3D21" w14:textId="77777777" w:rsidTr="00BA26A4">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55EF09EB" w14:textId="77777777" w:rsidR="00BA26A4" w:rsidRPr="00BA26A4" w:rsidRDefault="00BA26A4" w:rsidP="00BA26A4">
            <w:pPr>
              <w:widowControl/>
              <w:autoSpaceDE/>
              <w:autoSpaceDN/>
              <w:adjustRightInd/>
              <w:spacing w:after="0" w:line="240" w:lineRule="auto"/>
              <w:rPr>
                <w:color w:val="000000"/>
              </w:rPr>
            </w:pPr>
            <w:r w:rsidRPr="00BA26A4">
              <w:rPr>
                <w:color w:val="000000"/>
              </w:rPr>
              <w:lastRenderedPageBreak/>
              <w:t>I understand links such as the E-App, COD, and NSLDS will be listed.  When clicking one of those links, will I be prompted to log in again?</w:t>
            </w:r>
          </w:p>
        </w:tc>
        <w:tc>
          <w:tcPr>
            <w:tcW w:w="5989" w:type="dxa"/>
            <w:hideMark/>
          </w:tcPr>
          <w:p w14:paraId="4E5C6EA3"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If you are an existing user with access to a system that uses FSA's AIMS credentials, you will not need to re-enter your credentials after logging into Partner Connect. </w:t>
            </w:r>
            <w:r w:rsidRPr="00BA26A4">
              <w:rPr>
                <w:color w:val="000000"/>
              </w:rPr>
              <w:br/>
              <w:t>Some FSA systems do not currently use AIMS credentials and you will need to enter that login information to access those sites. We are working to eliminate multiple logins in a future release, stay tuned!</w:t>
            </w:r>
          </w:p>
        </w:tc>
      </w:tr>
      <w:tr w:rsidR="00BA26A4" w:rsidRPr="00BA26A4" w14:paraId="22F8AD14" w14:textId="77777777" w:rsidTr="00BA26A4">
        <w:tblPrEx>
          <w:tblCellMar>
            <w:top w:w="0" w:type="dxa"/>
            <w:left w:w="108" w:type="dxa"/>
            <w:bottom w:w="0" w:type="dxa"/>
            <w:right w:w="108" w:type="dxa"/>
          </w:tblCellMar>
          <w:tblLook w:val="04A0" w:firstRow="1" w:lastRow="0" w:firstColumn="1" w:lastColumn="0" w:noHBand="0" w:noVBand="1"/>
        </w:tblPrEx>
        <w:trPr>
          <w:trHeight w:val="765"/>
        </w:trPr>
        <w:tc>
          <w:tcPr>
            <w:tcW w:w="3456" w:type="dxa"/>
            <w:hideMark/>
          </w:tcPr>
          <w:p w14:paraId="55EEF3A1" w14:textId="77777777" w:rsidR="00BA26A4" w:rsidRPr="00BA26A4" w:rsidRDefault="00BA26A4" w:rsidP="00BA26A4">
            <w:pPr>
              <w:widowControl/>
              <w:autoSpaceDE/>
              <w:autoSpaceDN/>
              <w:adjustRightInd/>
              <w:spacing w:after="0" w:line="240" w:lineRule="auto"/>
              <w:rPr>
                <w:color w:val="000000"/>
              </w:rPr>
            </w:pPr>
            <w:r w:rsidRPr="00BA26A4">
              <w:rPr>
                <w:color w:val="000000"/>
              </w:rPr>
              <w:t>I might have missed it, is a Partner Connect account the same account as our current COD, NSLDS etc. account?</w:t>
            </w:r>
          </w:p>
        </w:tc>
        <w:tc>
          <w:tcPr>
            <w:tcW w:w="5989" w:type="dxa"/>
            <w:hideMark/>
          </w:tcPr>
          <w:p w14:paraId="4B053CC2" w14:textId="77777777" w:rsidR="00BA26A4" w:rsidRPr="00BA26A4" w:rsidRDefault="00BA26A4" w:rsidP="00BA26A4">
            <w:pPr>
              <w:widowControl/>
              <w:autoSpaceDE/>
              <w:autoSpaceDN/>
              <w:adjustRightInd/>
              <w:spacing w:after="0" w:line="240" w:lineRule="auto"/>
              <w:rPr>
                <w:color w:val="000000"/>
              </w:rPr>
            </w:pPr>
            <w:r w:rsidRPr="00BA26A4">
              <w:rPr>
                <w:color w:val="000000"/>
              </w:rPr>
              <w:t>Yes, you will log in to Partner Connect using your existing AIMS credentials.</w:t>
            </w:r>
          </w:p>
        </w:tc>
      </w:tr>
      <w:tr w:rsidR="00BA26A4" w:rsidRPr="00BA26A4" w14:paraId="1D141EC5" w14:textId="77777777" w:rsidTr="00BA26A4">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3914A07F"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Just want to verify, if we are logged into Partner Connect, will we still need to log into FAA Access, COD, and/or NSLDS?  I wasn't sure if there are just links from the Partner Connect or if we will </w:t>
            </w:r>
            <w:proofErr w:type="gramStart"/>
            <w:r w:rsidRPr="00BA26A4">
              <w:rPr>
                <w:color w:val="000000"/>
              </w:rPr>
              <w:t>actually be</w:t>
            </w:r>
            <w:proofErr w:type="gramEnd"/>
            <w:r w:rsidRPr="00BA26A4">
              <w:rPr>
                <w:color w:val="000000"/>
              </w:rPr>
              <w:t xml:space="preserve"> logged in to those sites also.</w:t>
            </w:r>
          </w:p>
        </w:tc>
        <w:tc>
          <w:tcPr>
            <w:tcW w:w="5989" w:type="dxa"/>
            <w:hideMark/>
          </w:tcPr>
          <w:p w14:paraId="675E05DF"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You will log in to Partner Connect using your existing AIMS credentials, and you will be able to easily navigate to other FSA systems that also use AIMS credentials like COD, NSLDS, and </w:t>
            </w:r>
            <w:proofErr w:type="spellStart"/>
            <w:r w:rsidRPr="00BA26A4">
              <w:rPr>
                <w:color w:val="000000"/>
              </w:rPr>
              <w:t>FAAccess</w:t>
            </w:r>
            <w:proofErr w:type="spellEnd"/>
            <w:r w:rsidRPr="00BA26A4">
              <w:rPr>
                <w:color w:val="000000"/>
              </w:rPr>
              <w:t>. Some FSA systems do not currently use AIMS credentials and you will need to enter that login information to access those sites. We are working to eliminate multiple logins in a future release, stay tuned!</w:t>
            </w:r>
          </w:p>
        </w:tc>
      </w:tr>
      <w:tr w:rsidR="00BA26A4" w:rsidRPr="00BA26A4" w14:paraId="5BCB40FC" w14:textId="77777777" w:rsidTr="00BA26A4">
        <w:tblPrEx>
          <w:tblCellMar>
            <w:top w:w="0" w:type="dxa"/>
            <w:left w:w="108" w:type="dxa"/>
            <w:bottom w:w="0" w:type="dxa"/>
            <w:right w:w="108" w:type="dxa"/>
          </w:tblCellMar>
          <w:tblLook w:val="04A0" w:firstRow="1" w:lastRow="0" w:firstColumn="1" w:lastColumn="0" w:noHBand="0" w:noVBand="1"/>
        </w:tblPrEx>
        <w:trPr>
          <w:trHeight w:val="510"/>
        </w:trPr>
        <w:tc>
          <w:tcPr>
            <w:tcW w:w="3456" w:type="dxa"/>
            <w:hideMark/>
          </w:tcPr>
          <w:p w14:paraId="27ED2E7B" w14:textId="77777777" w:rsidR="00BA26A4" w:rsidRPr="00BA26A4" w:rsidRDefault="00BA26A4" w:rsidP="00BA26A4">
            <w:pPr>
              <w:widowControl/>
              <w:autoSpaceDE/>
              <w:autoSpaceDN/>
              <w:adjustRightInd/>
              <w:spacing w:after="0" w:line="240" w:lineRule="auto"/>
              <w:rPr>
                <w:color w:val="000000"/>
              </w:rPr>
            </w:pPr>
            <w:r w:rsidRPr="00BA26A4">
              <w:rPr>
                <w:color w:val="000000"/>
              </w:rPr>
              <w:t>Will ISIR be available as well on FSA Partner Connect?</w:t>
            </w:r>
          </w:p>
        </w:tc>
        <w:tc>
          <w:tcPr>
            <w:tcW w:w="5989" w:type="dxa"/>
            <w:hideMark/>
          </w:tcPr>
          <w:p w14:paraId="511CE007"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The Student, Parent, and Borrowers Account Profiles will include some information from the ISIR.  </w:t>
            </w:r>
          </w:p>
        </w:tc>
      </w:tr>
      <w:tr w:rsidR="00BA26A4" w:rsidRPr="00BA26A4" w14:paraId="1D719CEB" w14:textId="77777777" w:rsidTr="00BA26A4">
        <w:tblPrEx>
          <w:tblCellMar>
            <w:top w:w="0" w:type="dxa"/>
            <w:left w:w="108" w:type="dxa"/>
            <w:bottom w:w="0" w:type="dxa"/>
            <w:right w:w="108" w:type="dxa"/>
          </w:tblCellMar>
          <w:tblLook w:val="04A0" w:firstRow="1" w:lastRow="0" w:firstColumn="1" w:lastColumn="0" w:noHBand="0" w:noVBand="1"/>
        </w:tblPrEx>
        <w:trPr>
          <w:trHeight w:val="765"/>
        </w:trPr>
        <w:tc>
          <w:tcPr>
            <w:tcW w:w="3456" w:type="dxa"/>
            <w:hideMark/>
          </w:tcPr>
          <w:p w14:paraId="1F88F896" w14:textId="77777777" w:rsidR="00BA26A4" w:rsidRPr="00BA26A4" w:rsidRDefault="00BA26A4" w:rsidP="00BA26A4">
            <w:pPr>
              <w:widowControl/>
              <w:autoSpaceDE/>
              <w:autoSpaceDN/>
              <w:adjustRightInd/>
              <w:spacing w:after="0" w:line="240" w:lineRule="auto"/>
              <w:rPr>
                <w:color w:val="000000"/>
              </w:rPr>
            </w:pPr>
            <w:r w:rsidRPr="00BA26A4">
              <w:rPr>
                <w:color w:val="000000"/>
              </w:rPr>
              <w:t>How do I change from being a secondary to a primary DPA?</w:t>
            </w:r>
          </w:p>
        </w:tc>
        <w:tc>
          <w:tcPr>
            <w:tcW w:w="5989" w:type="dxa"/>
            <w:hideMark/>
          </w:tcPr>
          <w:p w14:paraId="64B561B1"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The updates can be done on SAIG Enrollment site. </w:t>
            </w:r>
            <w:r w:rsidRPr="00BA26A4">
              <w:rPr>
                <w:color w:val="000000"/>
              </w:rPr>
              <w:br/>
              <w:t>CPS/SAG Technical Support: 800/330-5947</w:t>
            </w:r>
            <w:r w:rsidRPr="00BA26A4">
              <w:rPr>
                <w:color w:val="000000"/>
              </w:rPr>
              <w:br/>
              <w:t>CPSSAIG@ed.gov</w:t>
            </w:r>
          </w:p>
        </w:tc>
      </w:tr>
      <w:tr w:rsidR="00BA26A4" w:rsidRPr="00BA26A4" w14:paraId="56F07CB2" w14:textId="77777777" w:rsidTr="00BA26A4">
        <w:tblPrEx>
          <w:tblCellMar>
            <w:top w:w="0" w:type="dxa"/>
            <w:left w:w="108" w:type="dxa"/>
            <w:bottom w:w="0" w:type="dxa"/>
            <w:right w:w="108" w:type="dxa"/>
          </w:tblCellMar>
          <w:tblLook w:val="04A0" w:firstRow="1" w:lastRow="0" w:firstColumn="1" w:lastColumn="0" w:noHBand="0" w:noVBand="1"/>
        </w:tblPrEx>
        <w:trPr>
          <w:trHeight w:val="510"/>
        </w:trPr>
        <w:tc>
          <w:tcPr>
            <w:tcW w:w="3456" w:type="dxa"/>
            <w:hideMark/>
          </w:tcPr>
          <w:p w14:paraId="2A9DA024" w14:textId="77777777" w:rsidR="00BA26A4" w:rsidRPr="00BA26A4" w:rsidRDefault="00BA26A4" w:rsidP="00BA26A4">
            <w:pPr>
              <w:widowControl/>
              <w:autoSpaceDE/>
              <w:autoSpaceDN/>
              <w:adjustRightInd/>
              <w:spacing w:after="0" w:line="240" w:lineRule="auto"/>
              <w:rPr>
                <w:color w:val="000000"/>
              </w:rPr>
            </w:pPr>
            <w:r w:rsidRPr="00BA26A4">
              <w:rPr>
                <w:color w:val="000000"/>
              </w:rPr>
              <w:t>Will FSA Partner Connect also control access to COD, NSLDS and FAA Access?</w:t>
            </w:r>
          </w:p>
        </w:tc>
        <w:tc>
          <w:tcPr>
            <w:tcW w:w="5989" w:type="dxa"/>
            <w:hideMark/>
          </w:tcPr>
          <w:p w14:paraId="7C154477" w14:textId="77777777" w:rsidR="00BA26A4" w:rsidRPr="00BA26A4" w:rsidRDefault="00BA26A4" w:rsidP="00BA26A4">
            <w:pPr>
              <w:widowControl/>
              <w:autoSpaceDE/>
              <w:autoSpaceDN/>
              <w:adjustRightInd/>
              <w:spacing w:after="0" w:line="240" w:lineRule="auto"/>
              <w:rPr>
                <w:color w:val="000000"/>
              </w:rPr>
            </w:pPr>
            <w:r w:rsidRPr="00BA26A4">
              <w:rPr>
                <w:color w:val="000000"/>
              </w:rPr>
              <w:t>No, FSA Partner Connect will not control access to other FSA Systems.</w:t>
            </w:r>
          </w:p>
        </w:tc>
      </w:tr>
      <w:tr w:rsidR="00BA26A4" w:rsidRPr="00BA26A4" w14:paraId="2C54CA31" w14:textId="77777777" w:rsidTr="00BA26A4">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62EC8F0E" w14:textId="77777777" w:rsidR="00BA26A4" w:rsidRPr="00BA26A4" w:rsidRDefault="00BA26A4" w:rsidP="00BA26A4">
            <w:pPr>
              <w:widowControl/>
              <w:autoSpaceDE/>
              <w:autoSpaceDN/>
              <w:adjustRightInd/>
              <w:spacing w:after="0" w:line="240" w:lineRule="auto"/>
              <w:rPr>
                <w:color w:val="000000"/>
              </w:rPr>
            </w:pPr>
            <w:r w:rsidRPr="00BA26A4">
              <w:rPr>
                <w:color w:val="000000"/>
              </w:rPr>
              <w:t>Will there be a timeframe in which the PDPA and SDPA must access FSA Partner Connect?</w:t>
            </w:r>
          </w:p>
        </w:tc>
        <w:tc>
          <w:tcPr>
            <w:tcW w:w="5989" w:type="dxa"/>
            <w:hideMark/>
          </w:tcPr>
          <w:p w14:paraId="2838F67C"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No, however users at your organization must be authorized by the Primary or Secondary Administrator </w:t>
            </w:r>
            <w:proofErr w:type="gramStart"/>
            <w:r w:rsidRPr="00BA26A4">
              <w:rPr>
                <w:color w:val="000000"/>
              </w:rPr>
              <w:t>in order to</w:t>
            </w:r>
            <w:proofErr w:type="gramEnd"/>
            <w:r w:rsidRPr="00BA26A4">
              <w:rPr>
                <w:color w:val="000000"/>
              </w:rPr>
              <w:t xml:space="preserve"> access authenticated functionality in Partner Connect.</w:t>
            </w:r>
            <w:r w:rsidRPr="00BA26A4">
              <w:rPr>
                <w:color w:val="000000"/>
              </w:rPr>
              <w:br/>
              <w:t>Partner Connect will send email notifications to Administrators when they have open access requests from users in their organization. Partner Connect will also send a monthly email reminder regarding all open access requests.</w:t>
            </w:r>
          </w:p>
        </w:tc>
      </w:tr>
      <w:tr w:rsidR="00BA26A4" w:rsidRPr="00BA26A4" w14:paraId="00444CBD" w14:textId="77777777" w:rsidTr="00BA26A4">
        <w:tblPrEx>
          <w:tblCellMar>
            <w:top w:w="0" w:type="dxa"/>
            <w:left w:w="108" w:type="dxa"/>
            <w:bottom w:w="0" w:type="dxa"/>
            <w:right w:w="108" w:type="dxa"/>
          </w:tblCellMar>
          <w:tblLook w:val="04A0" w:firstRow="1" w:lastRow="0" w:firstColumn="1" w:lastColumn="0" w:noHBand="0" w:noVBand="1"/>
        </w:tblPrEx>
        <w:trPr>
          <w:trHeight w:val="510"/>
        </w:trPr>
        <w:tc>
          <w:tcPr>
            <w:tcW w:w="3456" w:type="dxa"/>
            <w:hideMark/>
          </w:tcPr>
          <w:p w14:paraId="4BDD76CB" w14:textId="77777777" w:rsidR="00BA26A4" w:rsidRPr="00BA26A4" w:rsidRDefault="00BA26A4" w:rsidP="00BA26A4">
            <w:pPr>
              <w:widowControl/>
              <w:autoSpaceDE/>
              <w:autoSpaceDN/>
              <w:adjustRightInd/>
              <w:spacing w:after="0" w:line="240" w:lineRule="auto"/>
              <w:rPr>
                <w:color w:val="000000"/>
              </w:rPr>
            </w:pPr>
            <w:r w:rsidRPr="00BA26A4">
              <w:rPr>
                <w:color w:val="000000"/>
              </w:rPr>
              <w:t>When will this be going live?  When will we receive the email for go-live instructions?</w:t>
            </w:r>
          </w:p>
        </w:tc>
        <w:tc>
          <w:tcPr>
            <w:tcW w:w="5989" w:type="dxa"/>
            <w:hideMark/>
          </w:tcPr>
          <w:p w14:paraId="0A231E0B" w14:textId="77777777" w:rsidR="00BA26A4" w:rsidRPr="00BA26A4" w:rsidRDefault="00BA26A4" w:rsidP="00BA26A4">
            <w:pPr>
              <w:widowControl/>
              <w:autoSpaceDE/>
              <w:autoSpaceDN/>
              <w:adjustRightInd/>
              <w:spacing w:after="0" w:line="240" w:lineRule="auto"/>
              <w:rPr>
                <w:color w:val="000000"/>
              </w:rPr>
            </w:pPr>
            <w:r w:rsidRPr="00BA26A4">
              <w:rPr>
                <w:color w:val="000000"/>
              </w:rPr>
              <w:t>FSA Partner Connect will go live March 2021. Users will start receiving communications in January 2021.</w:t>
            </w:r>
          </w:p>
        </w:tc>
      </w:tr>
      <w:tr w:rsidR="00BA26A4" w:rsidRPr="00BA26A4" w14:paraId="6D97833D" w14:textId="77777777" w:rsidTr="00BA26A4">
        <w:tblPrEx>
          <w:tblCellMar>
            <w:top w:w="0" w:type="dxa"/>
            <w:left w:w="108" w:type="dxa"/>
            <w:bottom w:w="0" w:type="dxa"/>
            <w:right w:w="108" w:type="dxa"/>
          </w:tblCellMar>
          <w:tblLook w:val="04A0" w:firstRow="1" w:lastRow="0" w:firstColumn="1" w:lastColumn="0" w:noHBand="0" w:noVBand="1"/>
        </w:tblPrEx>
        <w:trPr>
          <w:trHeight w:val="765"/>
        </w:trPr>
        <w:tc>
          <w:tcPr>
            <w:tcW w:w="3456" w:type="dxa"/>
            <w:hideMark/>
          </w:tcPr>
          <w:p w14:paraId="57409FBD" w14:textId="77777777" w:rsidR="00BA26A4" w:rsidRPr="00BA26A4" w:rsidRDefault="00BA26A4" w:rsidP="00BA26A4">
            <w:pPr>
              <w:widowControl/>
              <w:autoSpaceDE/>
              <w:autoSpaceDN/>
              <w:adjustRightInd/>
              <w:spacing w:after="0" w:line="240" w:lineRule="auto"/>
              <w:rPr>
                <w:color w:val="000000"/>
              </w:rPr>
            </w:pPr>
            <w:r w:rsidRPr="00BA26A4">
              <w:rPr>
                <w:color w:val="000000"/>
              </w:rPr>
              <w:t>Is there a deadline by which users convert to FSA Partner Connect?  If they do not meet that deadline, will they no longer have access to COD &amp; NSLDS?</w:t>
            </w:r>
          </w:p>
        </w:tc>
        <w:tc>
          <w:tcPr>
            <w:tcW w:w="5989" w:type="dxa"/>
            <w:hideMark/>
          </w:tcPr>
          <w:p w14:paraId="653CEE86" w14:textId="77777777" w:rsidR="00BA26A4" w:rsidRPr="00BA26A4" w:rsidRDefault="00BA26A4" w:rsidP="00BA26A4">
            <w:pPr>
              <w:widowControl/>
              <w:autoSpaceDE/>
              <w:autoSpaceDN/>
              <w:adjustRightInd/>
              <w:spacing w:after="0" w:line="240" w:lineRule="auto"/>
              <w:rPr>
                <w:color w:val="000000"/>
              </w:rPr>
            </w:pPr>
            <w:r w:rsidRPr="00BA26A4">
              <w:rPr>
                <w:color w:val="000000"/>
              </w:rPr>
              <w:t>Access to FSA Partner Connect will not impact access to COD, NSLDS or any other FSA system. There is no deadline to request access to FSA Partner Connect.</w:t>
            </w:r>
          </w:p>
        </w:tc>
      </w:tr>
      <w:tr w:rsidR="00BA26A4" w:rsidRPr="00BA26A4" w14:paraId="1E818D56" w14:textId="77777777" w:rsidTr="00BA26A4">
        <w:tblPrEx>
          <w:tblCellMar>
            <w:top w:w="0" w:type="dxa"/>
            <w:left w:w="108" w:type="dxa"/>
            <w:bottom w:w="0" w:type="dxa"/>
            <w:right w:w="108" w:type="dxa"/>
          </w:tblCellMar>
          <w:tblLook w:val="04A0" w:firstRow="1" w:lastRow="0" w:firstColumn="1" w:lastColumn="0" w:noHBand="0" w:noVBand="1"/>
        </w:tblPrEx>
        <w:trPr>
          <w:trHeight w:val="1275"/>
        </w:trPr>
        <w:tc>
          <w:tcPr>
            <w:tcW w:w="3456" w:type="dxa"/>
            <w:hideMark/>
          </w:tcPr>
          <w:p w14:paraId="68929EF6" w14:textId="77777777" w:rsidR="00BA26A4" w:rsidRPr="00BA26A4" w:rsidRDefault="00BA26A4" w:rsidP="00BA26A4">
            <w:pPr>
              <w:widowControl/>
              <w:autoSpaceDE/>
              <w:autoSpaceDN/>
              <w:adjustRightInd/>
              <w:spacing w:after="0" w:line="240" w:lineRule="auto"/>
              <w:rPr>
                <w:color w:val="000000"/>
              </w:rPr>
            </w:pPr>
            <w:r w:rsidRPr="00BA26A4">
              <w:rPr>
                <w:color w:val="000000"/>
              </w:rPr>
              <w:t>For Third Party Servicers, can we just substitute the work "school" for TPS in the demo?</w:t>
            </w:r>
          </w:p>
        </w:tc>
        <w:tc>
          <w:tcPr>
            <w:tcW w:w="5989" w:type="dxa"/>
            <w:hideMark/>
          </w:tcPr>
          <w:p w14:paraId="5BE94178" w14:textId="77777777" w:rsidR="00BA26A4" w:rsidRPr="00BA26A4" w:rsidRDefault="00BA26A4" w:rsidP="00BA26A4">
            <w:pPr>
              <w:widowControl/>
              <w:autoSpaceDE/>
              <w:autoSpaceDN/>
              <w:adjustRightInd/>
              <w:spacing w:after="0" w:line="240" w:lineRule="auto"/>
              <w:rPr>
                <w:color w:val="000000"/>
              </w:rPr>
            </w:pPr>
            <w:r w:rsidRPr="00BA26A4">
              <w:rPr>
                <w:color w:val="000000"/>
              </w:rPr>
              <w:t>If logged in as a Third-Party Servicer user, then the organization type will show up as a School Third-Party Servicer, instead of as a School (which is displayed in the demo).  The institution information will also be displayed in this instance.</w:t>
            </w:r>
          </w:p>
        </w:tc>
      </w:tr>
      <w:tr w:rsidR="00BA26A4" w:rsidRPr="00BA26A4" w14:paraId="359CA890" w14:textId="77777777" w:rsidTr="00BA26A4">
        <w:tblPrEx>
          <w:tblCellMar>
            <w:top w:w="0" w:type="dxa"/>
            <w:left w:w="108" w:type="dxa"/>
            <w:bottom w:w="0" w:type="dxa"/>
            <w:right w:w="108" w:type="dxa"/>
          </w:tblCellMar>
          <w:tblLook w:val="04A0" w:firstRow="1" w:lastRow="0" w:firstColumn="1" w:lastColumn="0" w:noHBand="0" w:noVBand="1"/>
        </w:tblPrEx>
        <w:trPr>
          <w:trHeight w:val="765"/>
        </w:trPr>
        <w:tc>
          <w:tcPr>
            <w:tcW w:w="3456" w:type="dxa"/>
            <w:hideMark/>
          </w:tcPr>
          <w:p w14:paraId="6B17CF91"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Will </w:t>
            </w:r>
            <w:proofErr w:type="gramStart"/>
            <w:r w:rsidRPr="00BA26A4">
              <w:rPr>
                <w:color w:val="000000"/>
              </w:rPr>
              <w:t>an</w:t>
            </w:r>
            <w:proofErr w:type="gramEnd"/>
            <w:r w:rsidRPr="00BA26A4">
              <w:rPr>
                <w:color w:val="000000"/>
              </w:rPr>
              <w:t xml:space="preserve"> new user authorization form need to be electronically entered for users with previously signed (paper) authorizations? </w:t>
            </w:r>
          </w:p>
        </w:tc>
        <w:tc>
          <w:tcPr>
            <w:tcW w:w="5989" w:type="dxa"/>
            <w:hideMark/>
          </w:tcPr>
          <w:p w14:paraId="0B82D7C7" w14:textId="77777777" w:rsidR="00BA26A4" w:rsidRPr="00BA26A4" w:rsidRDefault="00BA26A4" w:rsidP="00BA26A4">
            <w:pPr>
              <w:widowControl/>
              <w:autoSpaceDE/>
              <w:autoSpaceDN/>
              <w:adjustRightInd/>
              <w:spacing w:after="0" w:line="240" w:lineRule="auto"/>
              <w:rPr>
                <w:color w:val="000000"/>
              </w:rPr>
            </w:pPr>
            <w:r w:rsidRPr="00BA26A4">
              <w:rPr>
                <w:color w:val="000000"/>
              </w:rPr>
              <w:t>Upon the first login, all users will be required to electronically sign the authorization form.</w:t>
            </w:r>
          </w:p>
        </w:tc>
      </w:tr>
      <w:tr w:rsidR="00BA26A4" w:rsidRPr="00BA26A4" w14:paraId="5535DC89" w14:textId="77777777" w:rsidTr="00BA26A4">
        <w:tblPrEx>
          <w:tblCellMar>
            <w:top w:w="0" w:type="dxa"/>
            <w:left w:w="108" w:type="dxa"/>
            <w:bottom w:w="0" w:type="dxa"/>
            <w:right w:w="108" w:type="dxa"/>
          </w:tblCellMar>
          <w:tblLook w:val="04A0" w:firstRow="1" w:lastRow="0" w:firstColumn="1" w:lastColumn="0" w:noHBand="0" w:noVBand="1"/>
        </w:tblPrEx>
        <w:trPr>
          <w:trHeight w:val="765"/>
        </w:trPr>
        <w:tc>
          <w:tcPr>
            <w:tcW w:w="3456" w:type="dxa"/>
            <w:hideMark/>
          </w:tcPr>
          <w:p w14:paraId="55FB69CA" w14:textId="77777777" w:rsidR="00BA26A4" w:rsidRPr="00BA26A4" w:rsidRDefault="00BA26A4" w:rsidP="00BA26A4">
            <w:pPr>
              <w:widowControl/>
              <w:autoSpaceDE/>
              <w:autoSpaceDN/>
              <w:adjustRightInd/>
              <w:spacing w:after="0" w:line="240" w:lineRule="auto"/>
              <w:rPr>
                <w:color w:val="000000"/>
              </w:rPr>
            </w:pPr>
            <w:r w:rsidRPr="00BA26A4">
              <w:rPr>
                <w:color w:val="000000"/>
              </w:rPr>
              <w:t>Do schools manage third-party users through the Account Access Management Center?</w:t>
            </w:r>
          </w:p>
        </w:tc>
        <w:tc>
          <w:tcPr>
            <w:tcW w:w="5989" w:type="dxa"/>
            <w:hideMark/>
          </w:tcPr>
          <w:p w14:paraId="29163D2E" w14:textId="77777777" w:rsidR="00BA26A4" w:rsidRPr="00BA26A4" w:rsidRDefault="00BA26A4" w:rsidP="00BA26A4">
            <w:pPr>
              <w:widowControl/>
              <w:autoSpaceDE/>
              <w:autoSpaceDN/>
              <w:adjustRightInd/>
              <w:spacing w:after="0" w:line="240" w:lineRule="auto"/>
              <w:rPr>
                <w:color w:val="000000"/>
              </w:rPr>
            </w:pPr>
            <w:r w:rsidRPr="00BA26A4">
              <w:rPr>
                <w:color w:val="000000"/>
              </w:rPr>
              <w:t>Third-Party Servicer Users on FSA Partner Connect will be managed by the PDPAs and SDPAs of the organization in the SAIG Enrollment System.</w:t>
            </w:r>
          </w:p>
        </w:tc>
      </w:tr>
      <w:tr w:rsidR="00BA26A4" w:rsidRPr="00BA26A4" w14:paraId="2D85DB8D" w14:textId="77777777" w:rsidTr="00BA26A4">
        <w:tblPrEx>
          <w:tblCellMar>
            <w:top w:w="0" w:type="dxa"/>
            <w:left w:w="108" w:type="dxa"/>
            <w:bottom w:w="0" w:type="dxa"/>
            <w:right w:w="108" w:type="dxa"/>
          </w:tblCellMar>
          <w:tblLook w:val="04A0" w:firstRow="1" w:lastRow="0" w:firstColumn="1" w:lastColumn="0" w:noHBand="0" w:noVBand="1"/>
        </w:tblPrEx>
        <w:trPr>
          <w:trHeight w:val="765"/>
        </w:trPr>
        <w:tc>
          <w:tcPr>
            <w:tcW w:w="3456" w:type="dxa"/>
            <w:hideMark/>
          </w:tcPr>
          <w:p w14:paraId="0E5A50E9" w14:textId="77777777" w:rsidR="00BA26A4" w:rsidRPr="00BA26A4" w:rsidRDefault="00BA26A4" w:rsidP="00BA26A4">
            <w:pPr>
              <w:widowControl/>
              <w:autoSpaceDE/>
              <w:autoSpaceDN/>
              <w:adjustRightInd/>
              <w:spacing w:after="0" w:line="240" w:lineRule="auto"/>
              <w:rPr>
                <w:color w:val="000000"/>
              </w:rPr>
            </w:pPr>
            <w:r w:rsidRPr="00BA26A4">
              <w:rPr>
                <w:color w:val="000000"/>
              </w:rPr>
              <w:lastRenderedPageBreak/>
              <w:t>Will FSA Partner Connect also list the users with a token and/or have a place to report changes in token users?</w:t>
            </w:r>
          </w:p>
        </w:tc>
        <w:tc>
          <w:tcPr>
            <w:tcW w:w="5989" w:type="dxa"/>
            <w:hideMark/>
          </w:tcPr>
          <w:p w14:paraId="39DEA5A7" w14:textId="77777777" w:rsidR="00BA26A4" w:rsidRPr="00BA26A4" w:rsidRDefault="00BA26A4" w:rsidP="00BA26A4">
            <w:pPr>
              <w:widowControl/>
              <w:autoSpaceDE/>
              <w:autoSpaceDN/>
              <w:adjustRightInd/>
              <w:spacing w:after="0" w:line="240" w:lineRule="auto"/>
              <w:rPr>
                <w:color w:val="000000"/>
              </w:rPr>
            </w:pPr>
            <w:r w:rsidRPr="00BA26A4">
              <w:rPr>
                <w:color w:val="000000"/>
              </w:rPr>
              <w:t>No, FSA Partner Connect will not list users with tokens and users will not be able to report changes with token users.</w:t>
            </w:r>
          </w:p>
        </w:tc>
      </w:tr>
      <w:tr w:rsidR="00BA26A4" w:rsidRPr="00BA26A4" w14:paraId="458FDE50" w14:textId="77777777" w:rsidTr="00BA26A4">
        <w:tblPrEx>
          <w:tblCellMar>
            <w:top w:w="0" w:type="dxa"/>
            <w:left w:w="108" w:type="dxa"/>
            <w:bottom w:w="0" w:type="dxa"/>
            <w:right w:w="108" w:type="dxa"/>
          </w:tblCellMar>
          <w:tblLook w:val="04A0" w:firstRow="1" w:lastRow="0" w:firstColumn="1" w:lastColumn="0" w:noHBand="0" w:noVBand="1"/>
        </w:tblPrEx>
        <w:trPr>
          <w:trHeight w:val="1020"/>
        </w:trPr>
        <w:tc>
          <w:tcPr>
            <w:tcW w:w="3456" w:type="dxa"/>
            <w:hideMark/>
          </w:tcPr>
          <w:p w14:paraId="03446893"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Once this is live, when we have new users, will we need to add them both to FSA Partner Connect and SAIG Enrollment or will adding them to SAIG add them to Partner Connect as well? </w:t>
            </w:r>
          </w:p>
        </w:tc>
        <w:tc>
          <w:tcPr>
            <w:tcW w:w="5989" w:type="dxa"/>
            <w:hideMark/>
          </w:tcPr>
          <w:p w14:paraId="726C734A" w14:textId="77777777" w:rsidR="00BA26A4" w:rsidRPr="00BA26A4" w:rsidRDefault="00BA26A4" w:rsidP="00BA26A4">
            <w:pPr>
              <w:widowControl/>
              <w:autoSpaceDE/>
              <w:autoSpaceDN/>
              <w:adjustRightInd/>
              <w:spacing w:after="0" w:line="240" w:lineRule="auto"/>
              <w:rPr>
                <w:color w:val="000000"/>
              </w:rPr>
            </w:pPr>
            <w:r w:rsidRPr="00BA26A4">
              <w:rPr>
                <w:color w:val="000000"/>
              </w:rPr>
              <w:t>Once FSA Partner Connect is live, you will be able to add new users to SAIG Enrollment, which will add the user as a Potential Affiliate to FSA Partner Connect.</w:t>
            </w:r>
          </w:p>
        </w:tc>
      </w:tr>
      <w:tr w:rsidR="00BA26A4" w:rsidRPr="00BA26A4" w14:paraId="623C18F6" w14:textId="77777777" w:rsidTr="00BA26A4">
        <w:tblPrEx>
          <w:tblCellMar>
            <w:top w:w="0" w:type="dxa"/>
            <w:left w:w="108" w:type="dxa"/>
            <w:bottom w:w="0" w:type="dxa"/>
            <w:right w:w="108" w:type="dxa"/>
          </w:tblCellMar>
          <w:tblLook w:val="04A0" w:firstRow="1" w:lastRow="0" w:firstColumn="1" w:lastColumn="0" w:noHBand="0" w:noVBand="1"/>
        </w:tblPrEx>
        <w:trPr>
          <w:trHeight w:val="765"/>
        </w:trPr>
        <w:tc>
          <w:tcPr>
            <w:tcW w:w="3456" w:type="dxa"/>
            <w:hideMark/>
          </w:tcPr>
          <w:p w14:paraId="3B507A5B" w14:textId="77777777" w:rsidR="00BA26A4" w:rsidRPr="00BA26A4" w:rsidRDefault="00BA26A4" w:rsidP="00BA26A4">
            <w:pPr>
              <w:widowControl/>
              <w:autoSpaceDE/>
              <w:autoSpaceDN/>
              <w:adjustRightInd/>
              <w:spacing w:after="0" w:line="240" w:lineRule="auto"/>
              <w:rPr>
                <w:color w:val="000000"/>
              </w:rPr>
            </w:pPr>
            <w:r w:rsidRPr="00BA26A4">
              <w:rPr>
                <w:color w:val="000000"/>
              </w:rPr>
              <w:t>I apologize if I misheard, did you say new users will no longer need to wet sign signature pages for gaining access?</w:t>
            </w:r>
          </w:p>
        </w:tc>
        <w:tc>
          <w:tcPr>
            <w:tcW w:w="5989" w:type="dxa"/>
            <w:hideMark/>
          </w:tcPr>
          <w:p w14:paraId="1972BFFD" w14:textId="77777777" w:rsidR="00BA26A4" w:rsidRPr="00BA26A4" w:rsidRDefault="00BA26A4" w:rsidP="00BA26A4">
            <w:pPr>
              <w:widowControl/>
              <w:autoSpaceDE/>
              <w:autoSpaceDN/>
              <w:adjustRightInd/>
              <w:spacing w:after="0" w:line="240" w:lineRule="auto"/>
              <w:rPr>
                <w:color w:val="000000"/>
              </w:rPr>
            </w:pPr>
            <w:r w:rsidRPr="00BA26A4">
              <w:rPr>
                <w:color w:val="000000"/>
              </w:rPr>
              <w:t>Users will not need to provide paper signature forms to request access to FSA Partner Connect.</w:t>
            </w:r>
          </w:p>
        </w:tc>
      </w:tr>
      <w:tr w:rsidR="00BA26A4" w:rsidRPr="00BA26A4" w14:paraId="5106580A" w14:textId="77777777" w:rsidTr="00BA26A4">
        <w:tblPrEx>
          <w:tblCellMar>
            <w:top w:w="0" w:type="dxa"/>
            <w:left w:w="108" w:type="dxa"/>
            <w:bottom w:w="0" w:type="dxa"/>
            <w:right w:w="108" w:type="dxa"/>
          </w:tblCellMar>
          <w:tblLook w:val="04A0" w:firstRow="1" w:lastRow="0" w:firstColumn="1" w:lastColumn="0" w:noHBand="0" w:noVBand="1"/>
        </w:tblPrEx>
        <w:trPr>
          <w:trHeight w:val="510"/>
        </w:trPr>
        <w:tc>
          <w:tcPr>
            <w:tcW w:w="3456" w:type="dxa"/>
            <w:hideMark/>
          </w:tcPr>
          <w:p w14:paraId="36967D38" w14:textId="77777777" w:rsidR="00BA26A4" w:rsidRPr="00BA26A4" w:rsidRDefault="00BA26A4" w:rsidP="00BA26A4">
            <w:pPr>
              <w:widowControl/>
              <w:autoSpaceDE/>
              <w:autoSpaceDN/>
              <w:adjustRightInd/>
              <w:spacing w:after="0" w:line="240" w:lineRule="auto"/>
              <w:rPr>
                <w:color w:val="000000"/>
              </w:rPr>
            </w:pPr>
            <w:r w:rsidRPr="00BA26A4">
              <w:rPr>
                <w:color w:val="000000"/>
              </w:rPr>
              <w:t>Is there an option to use an app on a smartphone in place of the token?</w:t>
            </w:r>
          </w:p>
        </w:tc>
        <w:tc>
          <w:tcPr>
            <w:tcW w:w="5989" w:type="dxa"/>
            <w:hideMark/>
          </w:tcPr>
          <w:p w14:paraId="464E9DBE" w14:textId="77777777" w:rsidR="00BA26A4" w:rsidRPr="00BA26A4" w:rsidRDefault="00BA26A4" w:rsidP="00BA26A4">
            <w:pPr>
              <w:widowControl/>
              <w:autoSpaceDE/>
              <w:autoSpaceDN/>
              <w:adjustRightInd/>
              <w:spacing w:after="0" w:line="240" w:lineRule="auto"/>
              <w:rPr>
                <w:color w:val="000000"/>
              </w:rPr>
            </w:pPr>
            <w:r w:rsidRPr="00BA26A4">
              <w:rPr>
                <w:color w:val="000000"/>
              </w:rPr>
              <w:t>This is not planned for our launch in March but it's a great suggestion that we will consider for a future implementation.</w:t>
            </w:r>
          </w:p>
        </w:tc>
      </w:tr>
      <w:tr w:rsidR="00BA26A4" w:rsidRPr="00BA26A4" w14:paraId="4E04B4BA" w14:textId="77777777" w:rsidTr="00BA26A4">
        <w:tblPrEx>
          <w:tblCellMar>
            <w:top w:w="0" w:type="dxa"/>
            <w:left w:w="108" w:type="dxa"/>
            <w:bottom w:w="0" w:type="dxa"/>
            <w:right w:w="108" w:type="dxa"/>
          </w:tblCellMar>
          <w:tblLook w:val="04A0" w:firstRow="1" w:lastRow="0" w:firstColumn="1" w:lastColumn="0" w:noHBand="0" w:noVBand="1"/>
        </w:tblPrEx>
        <w:trPr>
          <w:trHeight w:val="315"/>
        </w:trPr>
        <w:tc>
          <w:tcPr>
            <w:tcW w:w="3456" w:type="dxa"/>
            <w:hideMark/>
          </w:tcPr>
          <w:p w14:paraId="7B6C658D" w14:textId="77777777" w:rsidR="00BA26A4" w:rsidRPr="00BA26A4" w:rsidRDefault="00BA26A4" w:rsidP="00BA26A4">
            <w:pPr>
              <w:widowControl/>
              <w:autoSpaceDE/>
              <w:autoSpaceDN/>
              <w:adjustRightInd/>
              <w:spacing w:after="0" w:line="240" w:lineRule="auto"/>
              <w:rPr>
                <w:color w:val="000000"/>
              </w:rPr>
            </w:pPr>
            <w:r w:rsidRPr="00BA26A4">
              <w:rPr>
                <w:color w:val="000000"/>
              </w:rPr>
              <w:t>Does this replace faaacess.ed.gov</w:t>
            </w:r>
          </w:p>
        </w:tc>
        <w:tc>
          <w:tcPr>
            <w:tcW w:w="5989" w:type="dxa"/>
            <w:hideMark/>
          </w:tcPr>
          <w:p w14:paraId="0880BDF9" w14:textId="77777777" w:rsidR="00BA26A4" w:rsidRPr="00BA26A4" w:rsidRDefault="00BA26A4" w:rsidP="00BA26A4">
            <w:pPr>
              <w:widowControl/>
              <w:autoSpaceDE/>
              <w:autoSpaceDN/>
              <w:adjustRightInd/>
              <w:spacing w:after="0" w:line="240" w:lineRule="auto"/>
              <w:rPr>
                <w:color w:val="000000"/>
              </w:rPr>
            </w:pPr>
            <w:r w:rsidRPr="00BA26A4">
              <w:rPr>
                <w:color w:val="000000"/>
              </w:rPr>
              <w:t>No, this does not replace FAA Access</w:t>
            </w:r>
          </w:p>
        </w:tc>
      </w:tr>
      <w:tr w:rsidR="00BA26A4" w:rsidRPr="00BA26A4" w14:paraId="175CE95C" w14:textId="77777777" w:rsidTr="00BA26A4">
        <w:tblPrEx>
          <w:tblCellMar>
            <w:top w:w="0" w:type="dxa"/>
            <w:left w:w="108" w:type="dxa"/>
            <w:bottom w:w="0" w:type="dxa"/>
            <w:right w:w="108" w:type="dxa"/>
          </w:tblCellMar>
          <w:tblLook w:val="04A0" w:firstRow="1" w:lastRow="0" w:firstColumn="1" w:lastColumn="0" w:noHBand="0" w:noVBand="1"/>
        </w:tblPrEx>
        <w:trPr>
          <w:trHeight w:val="1530"/>
        </w:trPr>
        <w:tc>
          <w:tcPr>
            <w:tcW w:w="3456" w:type="dxa"/>
            <w:hideMark/>
          </w:tcPr>
          <w:p w14:paraId="2596110C" w14:textId="77777777" w:rsidR="00BA26A4" w:rsidRPr="00BA26A4" w:rsidRDefault="00BA26A4" w:rsidP="00BA26A4">
            <w:pPr>
              <w:widowControl/>
              <w:autoSpaceDE/>
              <w:autoSpaceDN/>
              <w:adjustRightInd/>
              <w:spacing w:after="0" w:line="240" w:lineRule="auto"/>
              <w:rPr>
                <w:color w:val="000000"/>
              </w:rPr>
            </w:pPr>
            <w:r w:rsidRPr="00BA26A4">
              <w:rPr>
                <w:color w:val="000000"/>
              </w:rPr>
              <w:t>Will we use our FSA ID to access FSA Partner Connect or will we be required to have a separate login?</w:t>
            </w:r>
          </w:p>
        </w:tc>
        <w:tc>
          <w:tcPr>
            <w:tcW w:w="5989" w:type="dxa"/>
            <w:hideMark/>
          </w:tcPr>
          <w:p w14:paraId="0918CC29"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You will log in to Partner Connect using your existing AIMS credentials. If you currently have access to another FSA system that uses FSA's AIMS credentials, you will not need to re-enter your credentials after logging into Partner Connect. </w:t>
            </w:r>
            <w:proofErr w:type="gramStart"/>
            <w:r w:rsidRPr="00BA26A4">
              <w:rPr>
                <w:color w:val="000000"/>
              </w:rPr>
              <w:t>So</w:t>
            </w:r>
            <w:proofErr w:type="gramEnd"/>
            <w:r w:rsidRPr="00BA26A4">
              <w:rPr>
                <w:color w:val="000000"/>
              </w:rPr>
              <w:t xml:space="preserve"> you should be able to easily navigate to COD, NSLDS, and </w:t>
            </w:r>
            <w:proofErr w:type="spellStart"/>
            <w:r w:rsidRPr="00BA26A4">
              <w:rPr>
                <w:color w:val="000000"/>
              </w:rPr>
              <w:t>FAAccess</w:t>
            </w:r>
            <w:proofErr w:type="spellEnd"/>
            <w:r w:rsidRPr="00BA26A4">
              <w:rPr>
                <w:color w:val="000000"/>
              </w:rPr>
              <w:t>.</w:t>
            </w:r>
          </w:p>
        </w:tc>
      </w:tr>
      <w:tr w:rsidR="00BA26A4" w:rsidRPr="00BA26A4" w14:paraId="63632BA6" w14:textId="77777777" w:rsidTr="00BA26A4">
        <w:tblPrEx>
          <w:tblCellMar>
            <w:top w:w="0" w:type="dxa"/>
            <w:left w:w="108" w:type="dxa"/>
            <w:bottom w:w="0" w:type="dxa"/>
            <w:right w:w="108" w:type="dxa"/>
          </w:tblCellMar>
          <w:tblLook w:val="04A0" w:firstRow="1" w:lastRow="0" w:firstColumn="1" w:lastColumn="0" w:noHBand="0" w:noVBand="1"/>
        </w:tblPrEx>
        <w:trPr>
          <w:trHeight w:val="315"/>
        </w:trPr>
        <w:tc>
          <w:tcPr>
            <w:tcW w:w="3456" w:type="dxa"/>
            <w:hideMark/>
          </w:tcPr>
          <w:p w14:paraId="62712531" w14:textId="77777777" w:rsidR="00BA26A4" w:rsidRPr="00BA26A4" w:rsidRDefault="00BA26A4" w:rsidP="00BA26A4">
            <w:pPr>
              <w:widowControl/>
              <w:autoSpaceDE/>
              <w:autoSpaceDN/>
              <w:adjustRightInd/>
              <w:spacing w:after="0" w:line="240" w:lineRule="auto"/>
              <w:rPr>
                <w:color w:val="000000"/>
              </w:rPr>
            </w:pPr>
            <w:r w:rsidRPr="00BA26A4">
              <w:rPr>
                <w:color w:val="000000"/>
              </w:rPr>
              <w:t>When will FSA Partner Connect go live?</w:t>
            </w:r>
          </w:p>
        </w:tc>
        <w:tc>
          <w:tcPr>
            <w:tcW w:w="5989" w:type="dxa"/>
            <w:hideMark/>
          </w:tcPr>
          <w:p w14:paraId="29ACC08A" w14:textId="77777777" w:rsidR="00BA26A4" w:rsidRPr="00BA26A4" w:rsidRDefault="00BA26A4" w:rsidP="00BA26A4">
            <w:pPr>
              <w:widowControl/>
              <w:autoSpaceDE/>
              <w:autoSpaceDN/>
              <w:adjustRightInd/>
              <w:spacing w:after="0" w:line="240" w:lineRule="auto"/>
              <w:rPr>
                <w:color w:val="000000"/>
              </w:rPr>
            </w:pPr>
            <w:r w:rsidRPr="00BA26A4">
              <w:rPr>
                <w:color w:val="000000"/>
              </w:rPr>
              <w:t>FSA Partner Connect goes live in March 2021.</w:t>
            </w:r>
          </w:p>
        </w:tc>
      </w:tr>
      <w:tr w:rsidR="00BA26A4" w:rsidRPr="00BA26A4" w14:paraId="76E4BEE4" w14:textId="77777777" w:rsidTr="00BA26A4">
        <w:tblPrEx>
          <w:tblCellMar>
            <w:top w:w="0" w:type="dxa"/>
            <w:left w:w="108" w:type="dxa"/>
            <w:bottom w:w="0" w:type="dxa"/>
            <w:right w:w="108" w:type="dxa"/>
          </w:tblCellMar>
          <w:tblLook w:val="04A0" w:firstRow="1" w:lastRow="0" w:firstColumn="1" w:lastColumn="0" w:noHBand="0" w:noVBand="1"/>
        </w:tblPrEx>
        <w:trPr>
          <w:trHeight w:val="1020"/>
        </w:trPr>
        <w:tc>
          <w:tcPr>
            <w:tcW w:w="3456" w:type="dxa"/>
            <w:hideMark/>
          </w:tcPr>
          <w:p w14:paraId="6E8E5E03" w14:textId="77777777" w:rsidR="00BA26A4" w:rsidRPr="00BA26A4" w:rsidRDefault="00BA26A4" w:rsidP="00BA26A4">
            <w:pPr>
              <w:widowControl/>
              <w:autoSpaceDE/>
              <w:autoSpaceDN/>
              <w:adjustRightInd/>
              <w:spacing w:after="0" w:line="240" w:lineRule="auto"/>
              <w:rPr>
                <w:color w:val="000000"/>
              </w:rPr>
            </w:pPr>
            <w:r w:rsidRPr="00BA26A4">
              <w:rPr>
                <w:color w:val="000000"/>
              </w:rPr>
              <w:t>Is the plan that, eventually, COD and NSLDS access will also be managed through the new system?</w:t>
            </w:r>
          </w:p>
        </w:tc>
        <w:tc>
          <w:tcPr>
            <w:tcW w:w="5989" w:type="dxa"/>
            <w:hideMark/>
          </w:tcPr>
          <w:p w14:paraId="66B989B4"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FSA's long-term goal is to have all of the websites and systems that </w:t>
            </w:r>
            <w:proofErr w:type="gramStart"/>
            <w:r w:rsidRPr="00BA26A4">
              <w:rPr>
                <w:color w:val="000000"/>
              </w:rPr>
              <w:t>schools</w:t>
            </w:r>
            <w:proofErr w:type="gramEnd"/>
            <w:r w:rsidRPr="00BA26A4">
              <w:rPr>
                <w:color w:val="000000"/>
              </w:rPr>
              <w:t xml:space="preserve"> and other partners use today integrated into Partner Connect so that users have centralized access to everything FSA!</w:t>
            </w:r>
          </w:p>
        </w:tc>
      </w:tr>
      <w:tr w:rsidR="00BA26A4" w:rsidRPr="00BA26A4" w14:paraId="220AB520" w14:textId="77777777" w:rsidTr="00BA26A4">
        <w:tblPrEx>
          <w:tblCellMar>
            <w:top w:w="0" w:type="dxa"/>
            <w:left w:w="108" w:type="dxa"/>
            <w:bottom w:w="0" w:type="dxa"/>
            <w:right w:w="108" w:type="dxa"/>
          </w:tblCellMar>
          <w:tblLook w:val="04A0" w:firstRow="1" w:lastRow="0" w:firstColumn="1" w:lastColumn="0" w:noHBand="0" w:noVBand="1"/>
        </w:tblPrEx>
        <w:trPr>
          <w:trHeight w:val="1020"/>
        </w:trPr>
        <w:tc>
          <w:tcPr>
            <w:tcW w:w="3456" w:type="dxa"/>
            <w:hideMark/>
          </w:tcPr>
          <w:p w14:paraId="407C1E60" w14:textId="77777777" w:rsidR="00BA26A4" w:rsidRPr="00BA26A4" w:rsidRDefault="00BA26A4" w:rsidP="00BA26A4">
            <w:pPr>
              <w:widowControl/>
              <w:autoSpaceDE/>
              <w:autoSpaceDN/>
              <w:adjustRightInd/>
              <w:spacing w:after="0" w:line="240" w:lineRule="auto"/>
              <w:rPr>
                <w:color w:val="000000"/>
              </w:rPr>
            </w:pPr>
            <w:r w:rsidRPr="00BA26A4">
              <w:rPr>
                <w:color w:val="000000"/>
              </w:rPr>
              <w:t>Will we have to add this to the list of systems that we must log into every 90 days and change the password? Or will we just change the password for Partner Connect and all others will be updated?</w:t>
            </w:r>
          </w:p>
        </w:tc>
        <w:tc>
          <w:tcPr>
            <w:tcW w:w="5989" w:type="dxa"/>
            <w:hideMark/>
          </w:tcPr>
          <w:p w14:paraId="74A611ED"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Users will need to login to FSA Partner Connect using your AIMS credentials every 90 days to maintain an active account. </w:t>
            </w:r>
          </w:p>
        </w:tc>
      </w:tr>
      <w:tr w:rsidR="00BA26A4" w:rsidRPr="00BA26A4" w14:paraId="1E1EA83B" w14:textId="77777777" w:rsidTr="00BA26A4">
        <w:tblPrEx>
          <w:tblCellMar>
            <w:top w:w="0" w:type="dxa"/>
            <w:left w:w="108" w:type="dxa"/>
            <w:bottom w:w="0" w:type="dxa"/>
            <w:right w:w="108" w:type="dxa"/>
          </w:tblCellMar>
          <w:tblLook w:val="04A0" w:firstRow="1" w:lastRow="0" w:firstColumn="1" w:lastColumn="0" w:noHBand="0" w:noVBand="1"/>
        </w:tblPrEx>
        <w:trPr>
          <w:trHeight w:val="1275"/>
        </w:trPr>
        <w:tc>
          <w:tcPr>
            <w:tcW w:w="3456" w:type="dxa"/>
            <w:hideMark/>
          </w:tcPr>
          <w:p w14:paraId="0FD34234"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If I have multiple OPEIDs will I have separate logins for each one for the FSA or will it work like the other websites where it combines </w:t>
            </w:r>
            <w:proofErr w:type="gramStart"/>
            <w:r w:rsidRPr="00BA26A4">
              <w:rPr>
                <w:color w:val="000000"/>
              </w:rPr>
              <w:t>all of</w:t>
            </w:r>
            <w:proofErr w:type="gramEnd"/>
            <w:r w:rsidRPr="00BA26A4">
              <w:rPr>
                <w:color w:val="000000"/>
              </w:rPr>
              <w:t xml:space="preserve"> my OPEIDS</w:t>
            </w:r>
          </w:p>
        </w:tc>
        <w:tc>
          <w:tcPr>
            <w:tcW w:w="5989" w:type="dxa"/>
            <w:hideMark/>
          </w:tcPr>
          <w:p w14:paraId="369F737F"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You will log in to Partner Connect using your existing AIMS credentials. Once you are logged in, </w:t>
            </w:r>
            <w:proofErr w:type="gramStart"/>
            <w:r w:rsidRPr="00BA26A4">
              <w:rPr>
                <w:color w:val="000000"/>
              </w:rPr>
              <w:t>all of</w:t>
            </w:r>
            <w:proofErr w:type="gramEnd"/>
            <w:r w:rsidRPr="00BA26A4">
              <w:rPr>
                <w:color w:val="000000"/>
              </w:rPr>
              <w:t xml:space="preserve"> the organizations that you have been granted access to will be accessible. You will be able to easily toggle between each OPEID from the top navigation header in FSA Partner Connect.</w:t>
            </w:r>
          </w:p>
        </w:tc>
      </w:tr>
      <w:tr w:rsidR="00BA26A4" w:rsidRPr="00BA26A4" w14:paraId="3DDCB675" w14:textId="77777777" w:rsidTr="00BA26A4">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192891CA"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I guess I don't understand the point of Partner Connect? We will have to enroll users still in </w:t>
            </w:r>
            <w:proofErr w:type="spellStart"/>
            <w:r w:rsidRPr="00BA26A4">
              <w:rPr>
                <w:color w:val="000000"/>
              </w:rPr>
              <w:t>FSAWebenroll</w:t>
            </w:r>
            <w:proofErr w:type="spellEnd"/>
            <w:r w:rsidRPr="00BA26A4">
              <w:rPr>
                <w:color w:val="000000"/>
              </w:rPr>
              <w:t>, access COD and NSLDS the same, so what is the advantage of Partner Connect?</w:t>
            </w:r>
          </w:p>
        </w:tc>
        <w:tc>
          <w:tcPr>
            <w:tcW w:w="5989" w:type="dxa"/>
            <w:hideMark/>
          </w:tcPr>
          <w:p w14:paraId="446DA842"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FSA's long-term goal is to have </w:t>
            </w:r>
            <w:proofErr w:type="gramStart"/>
            <w:r w:rsidRPr="00BA26A4">
              <w:rPr>
                <w:color w:val="000000"/>
              </w:rPr>
              <w:t>all of</w:t>
            </w:r>
            <w:proofErr w:type="gramEnd"/>
            <w:r w:rsidRPr="00BA26A4">
              <w:rPr>
                <w:color w:val="000000"/>
              </w:rPr>
              <w:t xml:space="preserve"> the websites and systems integrated into Partner Connect so that users have centralized access to everything FSA! Our March release focused on updating the functionality of the content that exists on IFAP today; introducing improved search capabilities and rolling out a few new features that should make things a little easier for schools.</w:t>
            </w:r>
          </w:p>
        </w:tc>
      </w:tr>
      <w:tr w:rsidR="00BA26A4" w:rsidRPr="00BA26A4" w14:paraId="392F271E" w14:textId="77777777" w:rsidTr="00BA26A4">
        <w:tblPrEx>
          <w:tblCellMar>
            <w:top w:w="0" w:type="dxa"/>
            <w:left w:w="108" w:type="dxa"/>
            <w:bottom w:w="0" w:type="dxa"/>
            <w:right w:w="108" w:type="dxa"/>
          </w:tblCellMar>
          <w:tblLook w:val="04A0" w:firstRow="1" w:lastRow="0" w:firstColumn="1" w:lastColumn="0" w:noHBand="0" w:noVBand="1"/>
        </w:tblPrEx>
        <w:trPr>
          <w:trHeight w:val="510"/>
        </w:trPr>
        <w:tc>
          <w:tcPr>
            <w:tcW w:w="3456" w:type="dxa"/>
            <w:hideMark/>
          </w:tcPr>
          <w:p w14:paraId="57506F1C" w14:textId="77777777" w:rsidR="00BA26A4" w:rsidRPr="00BA26A4" w:rsidRDefault="00BA26A4" w:rsidP="00BA26A4">
            <w:pPr>
              <w:widowControl/>
              <w:autoSpaceDE/>
              <w:autoSpaceDN/>
              <w:adjustRightInd/>
              <w:spacing w:after="0" w:line="240" w:lineRule="auto"/>
              <w:rPr>
                <w:color w:val="000000"/>
              </w:rPr>
            </w:pPr>
            <w:r w:rsidRPr="00BA26A4">
              <w:rPr>
                <w:color w:val="000000"/>
              </w:rPr>
              <w:t>Will all these questions and answers be available in the Conference Resource Center ?</w:t>
            </w:r>
          </w:p>
        </w:tc>
        <w:tc>
          <w:tcPr>
            <w:tcW w:w="5989" w:type="dxa"/>
            <w:hideMark/>
          </w:tcPr>
          <w:p w14:paraId="43C35F63" w14:textId="77777777" w:rsidR="00BA26A4" w:rsidRPr="00BA26A4" w:rsidRDefault="00BA26A4" w:rsidP="00BA26A4">
            <w:pPr>
              <w:widowControl/>
              <w:autoSpaceDE/>
              <w:autoSpaceDN/>
              <w:adjustRightInd/>
              <w:spacing w:after="0" w:line="240" w:lineRule="auto"/>
              <w:rPr>
                <w:color w:val="000000"/>
              </w:rPr>
            </w:pPr>
            <w:proofErr w:type="gramStart"/>
            <w:r w:rsidRPr="00BA26A4">
              <w:rPr>
                <w:color w:val="000000"/>
              </w:rPr>
              <w:t>All of</w:t>
            </w:r>
            <w:proofErr w:type="gramEnd"/>
            <w:r w:rsidRPr="00BA26A4">
              <w:rPr>
                <w:color w:val="000000"/>
              </w:rPr>
              <w:t xml:space="preserve"> the questions and answers will be available at the conclusion of the session and on-demand for viewers. </w:t>
            </w:r>
          </w:p>
        </w:tc>
      </w:tr>
      <w:tr w:rsidR="00BA26A4" w:rsidRPr="00BA26A4" w14:paraId="591349FE" w14:textId="77777777" w:rsidTr="00BA26A4">
        <w:tblPrEx>
          <w:tblCellMar>
            <w:top w:w="0" w:type="dxa"/>
            <w:left w:w="108" w:type="dxa"/>
            <w:bottom w:w="0" w:type="dxa"/>
            <w:right w:w="108" w:type="dxa"/>
          </w:tblCellMar>
          <w:tblLook w:val="04A0" w:firstRow="1" w:lastRow="0" w:firstColumn="1" w:lastColumn="0" w:noHBand="0" w:noVBand="1"/>
        </w:tblPrEx>
        <w:trPr>
          <w:trHeight w:val="765"/>
        </w:trPr>
        <w:tc>
          <w:tcPr>
            <w:tcW w:w="3456" w:type="dxa"/>
            <w:hideMark/>
          </w:tcPr>
          <w:p w14:paraId="60FC6EAE"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Will </w:t>
            </w:r>
            <w:proofErr w:type="spellStart"/>
            <w:r w:rsidRPr="00BA26A4">
              <w:rPr>
                <w:color w:val="000000"/>
              </w:rPr>
              <w:t>saigwebenroll</w:t>
            </w:r>
            <w:proofErr w:type="spellEnd"/>
            <w:r w:rsidRPr="00BA26A4">
              <w:rPr>
                <w:color w:val="000000"/>
              </w:rPr>
              <w:t xml:space="preserve"> be accessible from Partner Connect?</w:t>
            </w:r>
          </w:p>
        </w:tc>
        <w:tc>
          <w:tcPr>
            <w:tcW w:w="5989" w:type="dxa"/>
            <w:hideMark/>
          </w:tcPr>
          <w:p w14:paraId="4F2EFFAC" w14:textId="77777777" w:rsidR="00BA26A4" w:rsidRPr="00BA26A4" w:rsidRDefault="00BA26A4" w:rsidP="00BA26A4">
            <w:pPr>
              <w:widowControl/>
              <w:autoSpaceDE/>
              <w:autoSpaceDN/>
              <w:adjustRightInd/>
              <w:spacing w:after="0" w:line="240" w:lineRule="auto"/>
              <w:rPr>
                <w:color w:val="000000"/>
              </w:rPr>
            </w:pPr>
            <w:r w:rsidRPr="00BA26A4">
              <w:rPr>
                <w:color w:val="000000"/>
              </w:rPr>
              <w:t>Yes, you will be able to access the Student Aid Internet Gateway (SAIG) functionality on www.fsawebenroll.ed.gov through FSA Partner Connect.</w:t>
            </w:r>
          </w:p>
        </w:tc>
      </w:tr>
      <w:tr w:rsidR="00BA26A4" w:rsidRPr="00BA26A4" w14:paraId="27174645" w14:textId="77777777" w:rsidTr="00BA26A4">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540A6D50" w14:textId="77777777" w:rsidR="00BA26A4" w:rsidRPr="00BA26A4" w:rsidRDefault="00BA26A4" w:rsidP="00BA26A4">
            <w:pPr>
              <w:widowControl/>
              <w:autoSpaceDE/>
              <w:autoSpaceDN/>
              <w:adjustRightInd/>
              <w:spacing w:after="0" w:line="240" w:lineRule="auto"/>
              <w:rPr>
                <w:color w:val="000000"/>
              </w:rPr>
            </w:pPr>
            <w:r w:rsidRPr="00BA26A4">
              <w:rPr>
                <w:color w:val="000000"/>
              </w:rPr>
              <w:lastRenderedPageBreak/>
              <w:t>Someone may have sked this already.  If IFAP is deactivated, how will those who do not need access to COD, NSLDS etc. be able to use resources (</w:t>
            </w:r>
            <w:proofErr w:type="gramStart"/>
            <w:r w:rsidRPr="00BA26A4">
              <w:rPr>
                <w:color w:val="000000"/>
              </w:rPr>
              <w:t>e.g.</w:t>
            </w:r>
            <w:proofErr w:type="gramEnd"/>
            <w:r w:rsidRPr="00BA26A4">
              <w:rPr>
                <w:color w:val="000000"/>
              </w:rPr>
              <w:t xml:space="preserve"> FSA Handbook and announcements).  I work for the SUNY System Administrative offices which do not actively process aid, but I use the federal resources often for my job.</w:t>
            </w:r>
          </w:p>
        </w:tc>
        <w:tc>
          <w:tcPr>
            <w:tcW w:w="5989" w:type="dxa"/>
            <w:hideMark/>
          </w:tcPr>
          <w:p w14:paraId="2F108050" w14:textId="77777777" w:rsidR="00BA26A4" w:rsidRPr="00BA26A4" w:rsidRDefault="00BA26A4" w:rsidP="00BA26A4">
            <w:pPr>
              <w:widowControl/>
              <w:autoSpaceDE/>
              <w:autoSpaceDN/>
              <w:adjustRightInd/>
              <w:spacing w:after="0" w:line="240" w:lineRule="auto"/>
              <w:rPr>
                <w:color w:val="000000"/>
              </w:rPr>
            </w:pPr>
            <w:r w:rsidRPr="00BA26A4">
              <w:rPr>
                <w:color w:val="000000"/>
              </w:rPr>
              <w:t>IFAP will be the Knowledge Center within FSA Partner Connect.  The Knowledge Center including the FSA Handbook will be available outside of log in and will remain publicly available to everyone!</w:t>
            </w:r>
          </w:p>
        </w:tc>
      </w:tr>
      <w:tr w:rsidR="00BA26A4" w:rsidRPr="00BA26A4" w14:paraId="6DBDD918" w14:textId="77777777" w:rsidTr="00BA26A4">
        <w:tblPrEx>
          <w:tblCellMar>
            <w:top w:w="0" w:type="dxa"/>
            <w:left w:w="108" w:type="dxa"/>
            <w:bottom w:w="0" w:type="dxa"/>
            <w:right w:w="108" w:type="dxa"/>
          </w:tblCellMar>
          <w:tblLook w:val="04A0" w:firstRow="1" w:lastRow="0" w:firstColumn="1" w:lastColumn="0" w:noHBand="0" w:noVBand="1"/>
        </w:tblPrEx>
        <w:trPr>
          <w:trHeight w:val="765"/>
        </w:trPr>
        <w:tc>
          <w:tcPr>
            <w:tcW w:w="3456" w:type="dxa"/>
            <w:hideMark/>
          </w:tcPr>
          <w:p w14:paraId="42EF8A4D" w14:textId="77777777" w:rsidR="00BA26A4" w:rsidRPr="00BA26A4" w:rsidRDefault="00BA26A4" w:rsidP="00BA26A4">
            <w:pPr>
              <w:widowControl/>
              <w:autoSpaceDE/>
              <w:autoSpaceDN/>
              <w:adjustRightInd/>
              <w:spacing w:after="0" w:line="240" w:lineRule="auto"/>
              <w:rPr>
                <w:color w:val="000000"/>
              </w:rPr>
            </w:pPr>
            <w:r w:rsidRPr="00BA26A4">
              <w:rPr>
                <w:color w:val="000000"/>
              </w:rPr>
              <w:t>How early, before your recertification date, can you submit a recertification application?</w:t>
            </w:r>
          </w:p>
        </w:tc>
        <w:tc>
          <w:tcPr>
            <w:tcW w:w="5989" w:type="dxa"/>
            <w:hideMark/>
          </w:tcPr>
          <w:p w14:paraId="7A997F84" w14:textId="77777777" w:rsidR="00BA26A4" w:rsidRPr="00BA26A4" w:rsidRDefault="00BA26A4" w:rsidP="00BA26A4">
            <w:pPr>
              <w:widowControl/>
              <w:autoSpaceDE/>
              <w:autoSpaceDN/>
              <w:adjustRightInd/>
              <w:spacing w:after="0" w:line="240" w:lineRule="auto"/>
              <w:rPr>
                <w:color w:val="000000"/>
              </w:rPr>
            </w:pPr>
            <w:r w:rsidRPr="00BA26A4">
              <w:rPr>
                <w:color w:val="000000"/>
              </w:rPr>
              <w:t>Recertification Applications can be submitted no earlier than 6 months before the PPA expiration date.  See slides 40 &amp; 41 for reference.</w:t>
            </w:r>
          </w:p>
        </w:tc>
      </w:tr>
      <w:tr w:rsidR="00BA26A4" w:rsidRPr="00BA26A4" w14:paraId="4E4A462B" w14:textId="77777777" w:rsidTr="00BA26A4">
        <w:tblPrEx>
          <w:tblCellMar>
            <w:top w:w="0" w:type="dxa"/>
            <w:left w:w="108" w:type="dxa"/>
            <w:bottom w:w="0" w:type="dxa"/>
            <w:right w:w="108" w:type="dxa"/>
          </w:tblCellMar>
          <w:tblLook w:val="04A0" w:firstRow="1" w:lastRow="0" w:firstColumn="1" w:lastColumn="0" w:noHBand="0" w:noVBand="1"/>
        </w:tblPrEx>
        <w:trPr>
          <w:trHeight w:val="2040"/>
        </w:trPr>
        <w:tc>
          <w:tcPr>
            <w:tcW w:w="3456" w:type="dxa"/>
            <w:hideMark/>
          </w:tcPr>
          <w:p w14:paraId="273E6E86"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If the program remains the same but the length of the program has changed, do we still need to update the ECAR </w:t>
            </w:r>
            <w:proofErr w:type="gramStart"/>
            <w:r w:rsidRPr="00BA26A4">
              <w:rPr>
                <w:color w:val="000000"/>
              </w:rPr>
              <w:t>e.g.</w:t>
            </w:r>
            <w:proofErr w:type="gramEnd"/>
            <w:r w:rsidRPr="00BA26A4">
              <w:rPr>
                <w:color w:val="000000"/>
              </w:rPr>
              <w:t xml:space="preserve"> due to </w:t>
            </w:r>
            <w:proofErr w:type="spellStart"/>
            <w:r w:rsidRPr="00BA26A4">
              <w:rPr>
                <w:color w:val="000000"/>
              </w:rPr>
              <w:t>Covid</w:t>
            </w:r>
            <w:proofErr w:type="spellEnd"/>
            <w:r w:rsidRPr="00BA26A4">
              <w:rPr>
                <w:color w:val="000000"/>
              </w:rPr>
              <w:t xml:space="preserve"> the first year has been shortened?</w:t>
            </w:r>
          </w:p>
        </w:tc>
        <w:tc>
          <w:tcPr>
            <w:tcW w:w="5989" w:type="dxa"/>
            <w:hideMark/>
          </w:tcPr>
          <w:p w14:paraId="2122C773" w14:textId="77777777" w:rsidR="00BA26A4" w:rsidRPr="00BA26A4" w:rsidRDefault="00BA26A4" w:rsidP="00BA26A4">
            <w:pPr>
              <w:widowControl/>
              <w:autoSpaceDE/>
              <w:autoSpaceDN/>
              <w:adjustRightInd/>
              <w:spacing w:after="0" w:line="240" w:lineRule="auto"/>
              <w:rPr>
                <w:color w:val="000000"/>
              </w:rPr>
            </w:pPr>
            <w:r w:rsidRPr="00BA26A4">
              <w:rPr>
                <w:color w:val="000000"/>
              </w:rPr>
              <w:t>I think you are referring to the April 3, 2020 Electronic Announcement which provided instructions for requesting an academic year length waiver for student award calculations.  You should follow those instructions if that applies.</w:t>
            </w:r>
            <w:r w:rsidRPr="00BA26A4">
              <w:rPr>
                <w:color w:val="000000"/>
              </w:rPr>
              <w:br/>
            </w:r>
            <w:r w:rsidRPr="00BA26A4">
              <w:rPr>
                <w:color w:val="000000"/>
              </w:rPr>
              <w:br/>
              <w:t xml:space="preserve">If you are not required to otherwise report your degree programs, you </w:t>
            </w:r>
            <w:proofErr w:type="gramStart"/>
            <w:r w:rsidRPr="00BA26A4">
              <w:rPr>
                <w:color w:val="000000"/>
              </w:rPr>
              <w:t>would</w:t>
            </w:r>
            <w:proofErr w:type="gramEnd"/>
            <w:r w:rsidRPr="00BA26A4">
              <w:rPr>
                <w:color w:val="000000"/>
              </w:rPr>
              <w:t xml:space="preserve"> not need to report the change to the weeks of those programs. </w:t>
            </w:r>
          </w:p>
        </w:tc>
      </w:tr>
      <w:tr w:rsidR="00BA26A4" w:rsidRPr="00BA26A4" w14:paraId="771BF71B" w14:textId="77777777" w:rsidTr="00BA26A4">
        <w:tblPrEx>
          <w:tblCellMar>
            <w:top w:w="0" w:type="dxa"/>
            <w:left w:w="108" w:type="dxa"/>
            <w:bottom w:w="0" w:type="dxa"/>
            <w:right w:w="108" w:type="dxa"/>
          </w:tblCellMar>
          <w:tblLook w:val="04A0" w:firstRow="1" w:lastRow="0" w:firstColumn="1" w:lastColumn="0" w:noHBand="0" w:noVBand="1"/>
        </w:tblPrEx>
        <w:trPr>
          <w:trHeight w:val="2715"/>
        </w:trPr>
        <w:tc>
          <w:tcPr>
            <w:tcW w:w="3456" w:type="dxa"/>
            <w:hideMark/>
          </w:tcPr>
          <w:p w14:paraId="1272ACBA" w14:textId="77777777" w:rsidR="00BA26A4" w:rsidRPr="00BA26A4" w:rsidRDefault="00BA26A4" w:rsidP="00BA26A4">
            <w:pPr>
              <w:widowControl/>
              <w:autoSpaceDE/>
              <w:autoSpaceDN/>
              <w:adjustRightInd/>
              <w:spacing w:after="0" w:line="240" w:lineRule="auto"/>
              <w:rPr>
                <w:color w:val="000000"/>
              </w:rPr>
            </w:pPr>
            <w:r w:rsidRPr="00BA26A4">
              <w:rPr>
                <w:color w:val="000000"/>
              </w:rPr>
              <w:t>If a clock hour program has increased the number of weeks it takes to complete the program, do we need to report that? The clock hours remained the same and it is still a full-time program. Example: 600-hour program was 18 weeks is now 25 weeks.</w:t>
            </w:r>
          </w:p>
        </w:tc>
        <w:tc>
          <w:tcPr>
            <w:tcW w:w="5989" w:type="dxa"/>
            <w:hideMark/>
          </w:tcPr>
          <w:p w14:paraId="54590B86"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If changing the normal FT weeks of a program, the change needs to be reported on the E-App.  If the program is being taught out and ended at a certain length, the institution would enter an end-date for that </w:t>
            </w:r>
            <w:proofErr w:type="gramStart"/>
            <w:r w:rsidRPr="00BA26A4">
              <w:rPr>
                <w:color w:val="000000"/>
              </w:rPr>
              <w:t>program, and</w:t>
            </w:r>
            <w:proofErr w:type="gramEnd"/>
            <w:r w:rsidRPr="00BA26A4">
              <w:rPr>
                <w:color w:val="000000"/>
              </w:rPr>
              <w:t xml:space="preserve"> add the new program at the new length.  If the program is being changed for enrolled students, the institution would update the current program on the E-App. </w:t>
            </w:r>
          </w:p>
        </w:tc>
      </w:tr>
      <w:tr w:rsidR="00BA26A4" w:rsidRPr="00BA26A4" w14:paraId="2215A0E5" w14:textId="77777777" w:rsidTr="00BA26A4">
        <w:tblPrEx>
          <w:tblCellMar>
            <w:top w:w="0" w:type="dxa"/>
            <w:left w:w="108" w:type="dxa"/>
            <w:bottom w:w="0" w:type="dxa"/>
            <w:right w:w="108" w:type="dxa"/>
          </w:tblCellMar>
          <w:tblLook w:val="04A0" w:firstRow="1" w:lastRow="0" w:firstColumn="1" w:lastColumn="0" w:noHBand="0" w:noVBand="1"/>
        </w:tblPrEx>
        <w:trPr>
          <w:trHeight w:val="1275"/>
        </w:trPr>
        <w:tc>
          <w:tcPr>
            <w:tcW w:w="3456" w:type="dxa"/>
            <w:hideMark/>
          </w:tcPr>
          <w:p w14:paraId="06E3C870" w14:textId="77777777" w:rsidR="00BA26A4" w:rsidRPr="00BA26A4" w:rsidRDefault="00BA26A4" w:rsidP="00BA26A4">
            <w:pPr>
              <w:widowControl/>
              <w:autoSpaceDE/>
              <w:autoSpaceDN/>
              <w:adjustRightInd/>
              <w:spacing w:after="0" w:line="240" w:lineRule="auto"/>
              <w:rPr>
                <w:color w:val="000000"/>
              </w:rPr>
            </w:pPr>
            <w:r w:rsidRPr="00BA26A4">
              <w:rPr>
                <w:color w:val="000000"/>
              </w:rPr>
              <w:t>When you were discussing the "acknowledgement" type of updates, do each one of those updates need to be made within 10 days of the change? And if so, is a signature on section L required for each individual update?</w:t>
            </w:r>
          </w:p>
        </w:tc>
        <w:tc>
          <w:tcPr>
            <w:tcW w:w="5989" w:type="dxa"/>
            <w:hideMark/>
          </w:tcPr>
          <w:p w14:paraId="6B8D2D74" w14:textId="77777777" w:rsidR="00BA26A4" w:rsidRPr="00BA26A4" w:rsidRDefault="00BA26A4" w:rsidP="00BA26A4">
            <w:pPr>
              <w:widowControl/>
              <w:autoSpaceDE/>
              <w:autoSpaceDN/>
              <w:adjustRightInd/>
              <w:spacing w:after="0" w:line="240" w:lineRule="auto"/>
              <w:rPr>
                <w:color w:val="000000"/>
              </w:rPr>
            </w:pPr>
            <w:r w:rsidRPr="00BA26A4">
              <w:rPr>
                <w:color w:val="000000"/>
              </w:rPr>
              <w:t>All updates must be reported to FSA via the E-App within 10 days of the action taking place.  Each E-App submission requires a signature by the President/CEO.</w:t>
            </w:r>
          </w:p>
        </w:tc>
      </w:tr>
      <w:tr w:rsidR="00BA26A4" w:rsidRPr="00BA26A4" w14:paraId="54D0E086" w14:textId="77777777" w:rsidTr="00BA26A4">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32CA3E72"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The Program Review is usually done for the actual and the recent closed year. For how long should we maintain the ISIR evidence in our records and should we only have the ISIR for which the transaction was paid or all the ISIR's of that student (the ones that had errors, etc.)? </w:t>
            </w:r>
          </w:p>
        </w:tc>
        <w:tc>
          <w:tcPr>
            <w:tcW w:w="5989" w:type="dxa"/>
            <w:hideMark/>
          </w:tcPr>
          <w:p w14:paraId="13CA594F" w14:textId="77777777" w:rsidR="00BA26A4" w:rsidRPr="00BA26A4" w:rsidRDefault="00BA26A4" w:rsidP="00BA26A4">
            <w:pPr>
              <w:widowControl/>
              <w:autoSpaceDE/>
              <w:autoSpaceDN/>
              <w:adjustRightInd/>
              <w:spacing w:after="0" w:line="240" w:lineRule="auto"/>
              <w:rPr>
                <w:color w:val="000000"/>
              </w:rPr>
            </w:pPr>
            <w:r w:rsidRPr="00BA26A4">
              <w:rPr>
                <w:color w:val="000000"/>
              </w:rPr>
              <w:t xml:space="preserve">Thanks for your question. Program records relating to the period covered by the program review must be retained until the later </w:t>
            </w:r>
            <w:proofErr w:type="gramStart"/>
            <w:r w:rsidRPr="00BA26A4">
              <w:rPr>
                <w:color w:val="000000"/>
              </w:rPr>
              <w:t>of:</w:t>
            </w:r>
            <w:proofErr w:type="gramEnd"/>
            <w:r w:rsidRPr="00BA26A4">
              <w:rPr>
                <w:color w:val="000000"/>
              </w:rPr>
              <w:t xml:space="preserve"> resolution of the loans, claims or expenditures questioned in the program review; or the end of the retention period otherwise applicable to the record under 34 CFR § 668.24(e). And schools should retain all ISIRs in the form in which they were originally received.</w:t>
            </w:r>
          </w:p>
        </w:tc>
      </w:tr>
    </w:tbl>
    <w:p w14:paraId="7731A510" w14:textId="77777777" w:rsidR="00C15F1D" w:rsidRPr="008A61A1" w:rsidRDefault="00C15F1D" w:rsidP="000F59F0">
      <w:pPr>
        <w:pStyle w:val="BodyText2"/>
      </w:pPr>
    </w:p>
    <w:sectPr w:rsidR="00C15F1D" w:rsidRPr="008A61A1" w:rsidSect="00910C41">
      <w:headerReference w:type="default" r:id="rId15"/>
      <w:footnotePr>
        <w:numFmt w:val="chicago"/>
        <w:numRestart w:val="eachPage"/>
      </w:footnotePr>
      <w:type w:val="continuous"/>
      <w:pgSz w:w="12240" w:h="15840"/>
      <w:pgMar w:top="907" w:right="1440" w:bottom="1008" w:left="1440" w:header="0" w:footer="288"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DE2F38" w14:textId="77777777" w:rsidR="00BA26A4" w:rsidRDefault="00BA26A4" w:rsidP="00742375">
      <w:r>
        <w:separator/>
      </w:r>
    </w:p>
    <w:p w14:paraId="3DC64352" w14:textId="77777777" w:rsidR="00BA26A4" w:rsidRDefault="00BA26A4"/>
  </w:endnote>
  <w:endnote w:type="continuationSeparator" w:id="0">
    <w:p w14:paraId="0CA87802" w14:textId="77777777" w:rsidR="00BA26A4" w:rsidRDefault="00BA26A4" w:rsidP="00742375">
      <w:r>
        <w:continuationSeparator/>
      </w:r>
    </w:p>
    <w:p w14:paraId="36109402" w14:textId="77777777" w:rsidR="00BA26A4" w:rsidRDefault="00BA26A4"/>
  </w:endnote>
  <w:endnote w:type="continuationNotice" w:id="1">
    <w:p w14:paraId="7C9F47D2" w14:textId="77777777" w:rsidR="00BA26A4" w:rsidRDefault="00BA26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E607C" w14:textId="77777777" w:rsidR="00810FF0" w:rsidRPr="002B24B5" w:rsidRDefault="007E565B" w:rsidP="00C514B2">
    <w:pPr>
      <w:pStyle w:val="Footer"/>
      <w:rPr>
        <w:rStyle w:val="PageNumber"/>
      </w:rPr>
    </w:pPr>
    <w:r w:rsidRPr="007E565B">
      <w:t xml:space="preserve">Federal Student Aid | </w:t>
    </w:r>
    <w:r w:rsidR="00DC68A4">
      <w:rPr>
        <w:b/>
        <w:bCs/>
        <w:color w:val="186599"/>
        <w:sz w:val="20"/>
        <w:szCs w:val="20"/>
      </w:rPr>
      <w:t>FSATC 2020</w:t>
    </w:r>
    <w:r w:rsidR="00810FF0" w:rsidRPr="002B24B5">
      <w:rPr>
        <w:rStyle w:val="PageNumber"/>
      </w:rPr>
      <w:tab/>
    </w:r>
    <w:r w:rsidR="00810FF0" w:rsidRPr="002B24B5">
      <w:rPr>
        <w:rStyle w:val="PageNumber"/>
      </w:rPr>
      <w:tab/>
      <w:t xml:space="preserve">Page </w:t>
    </w:r>
    <w:r w:rsidR="00810FF0" w:rsidRPr="002B24B5">
      <w:rPr>
        <w:rStyle w:val="PageNumber"/>
      </w:rPr>
      <w:fldChar w:fldCharType="begin"/>
    </w:r>
    <w:r w:rsidR="00810FF0" w:rsidRPr="002B24B5">
      <w:rPr>
        <w:rStyle w:val="PageNumber"/>
      </w:rPr>
      <w:instrText xml:space="preserve"> PAGE </w:instrText>
    </w:r>
    <w:r w:rsidR="00810FF0" w:rsidRPr="002B24B5">
      <w:rPr>
        <w:rStyle w:val="PageNumber"/>
      </w:rPr>
      <w:fldChar w:fldCharType="separate"/>
    </w:r>
    <w:r w:rsidR="00037AF2">
      <w:rPr>
        <w:rStyle w:val="PageNumber"/>
        <w:noProof/>
      </w:rPr>
      <w:t>2</w:t>
    </w:r>
    <w:r w:rsidR="00810FF0" w:rsidRPr="002B24B5">
      <w:rPr>
        <w:rStyle w:val="PageNumber"/>
      </w:rPr>
      <w:fldChar w:fldCharType="end"/>
    </w:r>
    <w:r w:rsidR="00810FF0" w:rsidRPr="002B24B5">
      <w:rPr>
        <w:rStyle w:val="PageNumber"/>
      </w:rPr>
      <w:t xml:space="preserve"> of </w:t>
    </w:r>
    <w:r w:rsidR="00810FF0" w:rsidRPr="002B24B5">
      <w:rPr>
        <w:rStyle w:val="PageNumber"/>
      </w:rPr>
      <w:fldChar w:fldCharType="begin"/>
    </w:r>
    <w:r w:rsidR="00810FF0" w:rsidRPr="002B24B5">
      <w:rPr>
        <w:rStyle w:val="PageNumber"/>
      </w:rPr>
      <w:instrText xml:space="preserve"> NUMPAGES </w:instrText>
    </w:r>
    <w:r w:rsidR="00810FF0" w:rsidRPr="002B24B5">
      <w:rPr>
        <w:rStyle w:val="PageNumber"/>
      </w:rPr>
      <w:fldChar w:fldCharType="separate"/>
    </w:r>
    <w:r w:rsidR="00037AF2">
      <w:rPr>
        <w:rStyle w:val="PageNumber"/>
        <w:noProof/>
      </w:rPr>
      <w:t>4</w:t>
    </w:r>
    <w:r w:rsidR="00810FF0" w:rsidRPr="002B24B5">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7CC1A" w14:textId="77777777" w:rsidR="007769E3" w:rsidRDefault="007769E3">
    <w:pPr>
      <w:pStyle w:val="Footer"/>
    </w:pPr>
    <w:r w:rsidRPr="007E565B">
      <w:t xml:space="preserve">Federal Student Aid | </w:t>
    </w:r>
    <w:r w:rsidR="00A02484">
      <w:rPr>
        <w:b/>
        <w:bCs/>
        <w:color w:val="186599"/>
        <w:sz w:val="20"/>
        <w:szCs w:val="20"/>
      </w:rPr>
      <w:t>FSATC 2020</w:t>
    </w:r>
    <w:r w:rsidRPr="002B24B5">
      <w:rPr>
        <w:rStyle w:val="PageNumber"/>
      </w:rPr>
      <w:tab/>
    </w:r>
    <w:r w:rsidRPr="002B24B5">
      <w:rPr>
        <w:rStyle w:val="PageNumber"/>
      </w:rPr>
      <w:tab/>
      <w:t xml:space="preserve">Page </w:t>
    </w:r>
    <w:r w:rsidRPr="002B24B5">
      <w:rPr>
        <w:rStyle w:val="PageNumber"/>
      </w:rPr>
      <w:fldChar w:fldCharType="begin"/>
    </w:r>
    <w:r w:rsidRPr="002B24B5">
      <w:rPr>
        <w:rStyle w:val="PageNumber"/>
      </w:rPr>
      <w:instrText xml:space="preserve"> PAGE </w:instrText>
    </w:r>
    <w:r w:rsidRPr="002B24B5">
      <w:rPr>
        <w:rStyle w:val="PageNumber"/>
      </w:rPr>
      <w:fldChar w:fldCharType="separate"/>
    </w:r>
    <w:r>
      <w:rPr>
        <w:rStyle w:val="PageNumber"/>
      </w:rPr>
      <w:t>3</w:t>
    </w:r>
    <w:r w:rsidRPr="002B24B5">
      <w:rPr>
        <w:rStyle w:val="PageNumber"/>
      </w:rPr>
      <w:fldChar w:fldCharType="end"/>
    </w:r>
    <w:r w:rsidRPr="002B24B5">
      <w:rPr>
        <w:rStyle w:val="PageNumber"/>
      </w:rPr>
      <w:t xml:space="preserve"> of </w:t>
    </w:r>
    <w:r w:rsidRPr="002B24B5">
      <w:rPr>
        <w:rStyle w:val="PageNumber"/>
      </w:rPr>
      <w:fldChar w:fldCharType="begin"/>
    </w:r>
    <w:r w:rsidRPr="002B24B5">
      <w:rPr>
        <w:rStyle w:val="PageNumber"/>
      </w:rPr>
      <w:instrText xml:space="preserve"> NUMPAGES </w:instrText>
    </w:r>
    <w:r w:rsidRPr="002B24B5">
      <w:rPr>
        <w:rStyle w:val="PageNumber"/>
      </w:rPr>
      <w:fldChar w:fldCharType="separate"/>
    </w:r>
    <w:r>
      <w:rPr>
        <w:rStyle w:val="PageNumber"/>
      </w:rPr>
      <w:t>4</w:t>
    </w:r>
    <w:r w:rsidRPr="002B24B5">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24084E" w14:textId="77777777" w:rsidR="00BA26A4" w:rsidRDefault="00BA26A4" w:rsidP="00742375"/>
    <w:p w14:paraId="0C5F4479" w14:textId="77777777" w:rsidR="00BA26A4" w:rsidRDefault="00BA26A4"/>
  </w:footnote>
  <w:footnote w:type="continuationSeparator" w:id="0">
    <w:p w14:paraId="50DB19E7" w14:textId="77777777" w:rsidR="00BA26A4" w:rsidRDefault="00BA26A4" w:rsidP="00742375">
      <w:r>
        <w:continuationSeparator/>
      </w:r>
    </w:p>
    <w:p w14:paraId="007D82CC" w14:textId="77777777" w:rsidR="00BA26A4" w:rsidRDefault="00BA26A4"/>
  </w:footnote>
  <w:footnote w:type="continuationNotice" w:id="1">
    <w:p w14:paraId="6D7C47BC" w14:textId="77777777" w:rsidR="00BA26A4" w:rsidRDefault="00BA26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61CD4" w14:textId="77777777" w:rsidR="004A7844" w:rsidRDefault="001D42B3">
    <w:pPr>
      <w:pStyle w:val="Header"/>
    </w:pPr>
    <w:r>
      <w:rPr>
        <w:noProof/>
      </w:rPr>
      <w:drawing>
        <wp:anchor distT="0" distB="0" distL="114300" distR="114300" simplePos="0" relativeHeight="251658240" behindDoc="1" locked="0" layoutInCell="1" allowOverlap="1" wp14:anchorId="7CD221B9" wp14:editId="2464C266">
          <wp:simplePos x="0" y="0"/>
          <wp:positionH relativeFrom="column">
            <wp:posOffset>-929640</wp:posOffset>
          </wp:positionH>
          <wp:positionV relativeFrom="page">
            <wp:posOffset>0</wp:posOffset>
          </wp:positionV>
          <wp:extent cx="7772400" cy="952500"/>
          <wp:effectExtent l="0" t="0" r="0" b="0"/>
          <wp:wrapTopAndBottom/>
          <wp:docPr id="2" name="Picture 2" descr="A Federal Student Aid Logo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Federal Student Aid Logo Banner"/>
                  <pic:cNvPicPr/>
                </pic:nvPicPr>
                <pic:blipFill>
                  <a:blip r:embed="rId1"/>
                  <a:stretch>
                    <a:fillRect/>
                  </a:stretch>
                </pic:blipFill>
                <pic:spPr bwMode="auto">
                  <a:xfrm>
                    <a:off x="0" y="0"/>
                    <a:ext cx="7772400" cy="952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235A81" w14:textId="77777777" w:rsidR="007769E3" w:rsidRDefault="007769E3" w:rsidP="007423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9E6FF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A9EE62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DFC80C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9C29F1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3AA8D7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FA431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26E194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314D4CC"/>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2BAC044"/>
    <w:lvl w:ilvl="0">
      <w:start w:val="1"/>
      <w:numFmt w:val="bullet"/>
      <w:lvlText w:val=""/>
      <w:lvlJc w:val="left"/>
      <w:pPr>
        <w:tabs>
          <w:tab w:val="num" w:pos="648"/>
        </w:tabs>
        <w:ind w:left="936" w:hanging="576"/>
      </w:pPr>
      <w:rPr>
        <w:rFonts w:ascii="Symbol" w:hAnsi="Symbol" w:hint="default"/>
      </w:rPr>
    </w:lvl>
  </w:abstractNum>
  <w:abstractNum w:abstractNumId="9" w15:restartNumberingAfterBreak="0">
    <w:nsid w:val="FFFFFF88"/>
    <w:multiLevelType w:val="singleLevel"/>
    <w:tmpl w:val="102A77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3220B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3FD1D87"/>
    <w:multiLevelType w:val="hybridMultilevel"/>
    <w:tmpl w:val="50CCF63C"/>
    <w:lvl w:ilvl="0" w:tplc="F790EB1E">
      <w:start w:val="1"/>
      <w:numFmt w:val="bullet"/>
      <w:pStyle w:val="List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391446"/>
    <w:multiLevelType w:val="multilevel"/>
    <w:tmpl w:val="946683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9B8154E"/>
    <w:multiLevelType w:val="multilevel"/>
    <w:tmpl w:val="1C80D3BC"/>
    <w:lvl w:ilvl="0">
      <w:start w:val="1"/>
      <w:numFmt w:val="bullet"/>
      <w:lvlText w:val=""/>
      <w:lvlJc w:val="left"/>
      <w:pPr>
        <w:ind w:left="1296" w:hanging="360"/>
      </w:pPr>
      <w:rPr>
        <w:rFonts w:ascii="Symbol" w:hAnsi="Symbol" w:hint="default"/>
        <w:sz w:val="20"/>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5" w15:restartNumberingAfterBreak="0">
    <w:nsid w:val="242E33D0"/>
    <w:multiLevelType w:val="hybridMultilevel"/>
    <w:tmpl w:val="ACE08FE8"/>
    <w:lvl w:ilvl="0" w:tplc="5B789504">
      <w:start w:val="1"/>
      <w:numFmt w:val="bullet"/>
      <w:pStyle w:val="ListBullet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770E33"/>
    <w:multiLevelType w:val="multilevel"/>
    <w:tmpl w:val="67F6A46E"/>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7" w15:restartNumberingAfterBreak="0">
    <w:nsid w:val="44720D0B"/>
    <w:multiLevelType w:val="multilevel"/>
    <w:tmpl w:val="4C40B494"/>
    <w:lvl w:ilvl="0">
      <w:start w:val="1"/>
      <w:numFmt w:val="bullet"/>
      <w:lvlText w:val=""/>
      <w:lvlJc w:val="left"/>
      <w:pPr>
        <w:ind w:left="648"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8" w15:restartNumberingAfterBreak="0">
    <w:nsid w:val="458C4023"/>
    <w:multiLevelType w:val="hybridMultilevel"/>
    <w:tmpl w:val="38324B14"/>
    <w:lvl w:ilvl="0" w:tplc="081C8854">
      <w:start w:val="1"/>
      <w:numFmt w:val="bullet"/>
      <w:lvlText w:val=""/>
      <w:lvlJc w:val="left"/>
      <w:pPr>
        <w:ind w:left="360" w:hanging="360"/>
      </w:pPr>
      <w:rPr>
        <w:rFonts w:ascii="Symbol" w:hAnsi="Symbol" w:hint="default"/>
      </w:rPr>
    </w:lvl>
    <w:lvl w:ilvl="1" w:tplc="1F8A58E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862DE6"/>
    <w:multiLevelType w:val="hybridMultilevel"/>
    <w:tmpl w:val="4C40B494"/>
    <w:lvl w:ilvl="0" w:tplc="FE0EFA4E">
      <w:start w:val="1"/>
      <w:numFmt w:val="bullet"/>
      <w:lvlText w:val=""/>
      <w:lvlJc w:val="left"/>
      <w:pPr>
        <w:ind w:left="648"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50121AEC"/>
    <w:multiLevelType w:val="hybridMultilevel"/>
    <w:tmpl w:val="E5F21CAC"/>
    <w:lvl w:ilvl="0" w:tplc="5BAA0688">
      <w:start w:val="1"/>
      <w:numFmt w:val="decimal"/>
      <w:pStyle w:val="List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674973"/>
    <w:multiLevelType w:val="multilevel"/>
    <w:tmpl w:val="BD6A2582"/>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550579BA"/>
    <w:multiLevelType w:val="multilevel"/>
    <w:tmpl w:val="6F50E410"/>
    <w:lvl w:ilvl="0">
      <w:start w:val="1"/>
      <w:numFmt w:val="bullet"/>
      <w:lvlText w:val=""/>
      <w:lvlJc w:val="left"/>
      <w:pPr>
        <w:ind w:left="432" w:hanging="14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35EE4"/>
    <w:multiLevelType w:val="multilevel"/>
    <w:tmpl w:val="C50282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A372E4C"/>
    <w:multiLevelType w:val="multilevel"/>
    <w:tmpl w:val="302452C4"/>
    <w:lvl w:ilvl="0">
      <w:start w:val="1"/>
      <w:numFmt w:val="bullet"/>
      <w:lvlText w:val=""/>
      <w:lvlJc w:val="left"/>
      <w:pPr>
        <w:ind w:left="576"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C3C218B"/>
    <w:multiLevelType w:val="hybridMultilevel"/>
    <w:tmpl w:val="2BACE5E2"/>
    <w:lvl w:ilvl="0" w:tplc="7EF27096">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7E61F3"/>
    <w:multiLevelType w:val="hybridMultilevel"/>
    <w:tmpl w:val="BFEC3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C2ECC"/>
    <w:multiLevelType w:val="hybridMultilevel"/>
    <w:tmpl w:val="4476D108"/>
    <w:lvl w:ilvl="0" w:tplc="E0C4521A">
      <w:start w:val="1"/>
      <w:numFmt w:val="bullet"/>
      <w:lvlText w:val=""/>
      <w:lvlJc w:val="left"/>
      <w:pPr>
        <w:ind w:left="720"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56300C"/>
    <w:multiLevelType w:val="multilevel"/>
    <w:tmpl w:val="EE7E1CD6"/>
    <w:lvl w:ilvl="0">
      <w:start w:val="1"/>
      <w:numFmt w:val="bullet"/>
      <w:lvlText w:val=""/>
      <w:lvlJc w:val="left"/>
      <w:pPr>
        <w:ind w:left="720"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95E5A12"/>
    <w:multiLevelType w:val="hybridMultilevel"/>
    <w:tmpl w:val="302452C4"/>
    <w:lvl w:ilvl="0" w:tplc="C280584A">
      <w:start w:val="1"/>
      <w:numFmt w:val="bullet"/>
      <w:lvlText w:val=""/>
      <w:lvlJc w:val="left"/>
      <w:pPr>
        <w:ind w:left="576" w:hanging="432"/>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DD1B8E"/>
    <w:multiLevelType w:val="multilevel"/>
    <w:tmpl w:val="18327A08"/>
    <w:lvl w:ilvl="0">
      <w:start w:val="1"/>
      <w:numFmt w:val="bullet"/>
      <w:lvlText w:val=""/>
      <w:lvlJc w:val="left"/>
      <w:pPr>
        <w:ind w:left="36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6"/>
  </w:num>
  <w:num w:numId="14">
    <w:abstractNumId w:val="20"/>
  </w:num>
  <w:num w:numId="15">
    <w:abstractNumId w:val="14"/>
  </w:num>
  <w:num w:numId="16">
    <w:abstractNumId w:val="19"/>
  </w:num>
  <w:num w:numId="17">
    <w:abstractNumId w:val="25"/>
  </w:num>
  <w:num w:numId="18">
    <w:abstractNumId w:val="16"/>
  </w:num>
  <w:num w:numId="19">
    <w:abstractNumId w:val="17"/>
  </w:num>
  <w:num w:numId="20">
    <w:abstractNumId w:val="29"/>
  </w:num>
  <w:num w:numId="21">
    <w:abstractNumId w:val="22"/>
  </w:num>
  <w:num w:numId="22">
    <w:abstractNumId w:val="24"/>
  </w:num>
  <w:num w:numId="23">
    <w:abstractNumId w:val="23"/>
  </w:num>
  <w:num w:numId="24">
    <w:abstractNumId w:val="13"/>
  </w:num>
  <w:num w:numId="25">
    <w:abstractNumId w:val="28"/>
  </w:num>
  <w:num w:numId="26">
    <w:abstractNumId w:val="12"/>
  </w:num>
  <w:num w:numId="27">
    <w:abstractNumId w:val="18"/>
  </w:num>
  <w:num w:numId="28">
    <w:abstractNumId w:val="20"/>
    <w:lvlOverride w:ilvl="0">
      <w:startOverride w:val="1"/>
    </w:lvlOverride>
  </w:num>
  <w:num w:numId="29">
    <w:abstractNumId w:val="11"/>
  </w:num>
  <w:num w:numId="30">
    <w:abstractNumId w:val="30"/>
  </w:num>
  <w:num w:numId="31">
    <w:abstractNumId w:val="15"/>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hideGrammaticalErrors/>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numFmt w:val="chicago"/>
    <w:numRestart w:val="eachPage"/>
    <w:footnote w:id="-1"/>
    <w:footnote w:id="0"/>
    <w:footnote w:id="1"/>
  </w:footnotePr>
  <w:endnotePr>
    <w:endnote w:id="-1"/>
    <w:endnote w:id="0"/>
    <w:endnote w:id="1"/>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6A4"/>
    <w:rsid w:val="00012409"/>
    <w:rsid w:val="0002209A"/>
    <w:rsid w:val="0002217B"/>
    <w:rsid w:val="00036032"/>
    <w:rsid w:val="00036629"/>
    <w:rsid w:val="00037AF2"/>
    <w:rsid w:val="00050CAD"/>
    <w:rsid w:val="000606E0"/>
    <w:rsid w:val="00064264"/>
    <w:rsid w:val="000648A9"/>
    <w:rsid w:val="00065B15"/>
    <w:rsid w:val="000724C4"/>
    <w:rsid w:val="0008693D"/>
    <w:rsid w:val="00096237"/>
    <w:rsid w:val="0009786B"/>
    <w:rsid w:val="000A2422"/>
    <w:rsid w:val="000A35AE"/>
    <w:rsid w:val="000A381B"/>
    <w:rsid w:val="000B3D83"/>
    <w:rsid w:val="000C000E"/>
    <w:rsid w:val="000C0E31"/>
    <w:rsid w:val="000C38C7"/>
    <w:rsid w:val="000D4E8E"/>
    <w:rsid w:val="000F59F0"/>
    <w:rsid w:val="00100BC5"/>
    <w:rsid w:val="001039D8"/>
    <w:rsid w:val="00105846"/>
    <w:rsid w:val="00111FAB"/>
    <w:rsid w:val="00133524"/>
    <w:rsid w:val="001440CF"/>
    <w:rsid w:val="00145A05"/>
    <w:rsid w:val="00165D86"/>
    <w:rsid w:val="0017410C"/>
    <w:rsid w:val="00174823"/>
    <w:rsid w:val="00176E0F"/>
    <w:rsid w:val="00184EEC"/>
    <w:rsid w:val="001903A9"/>
    <w:rsid w:val="001B0D1C"/>
    <w:rsid w:val="001B7D81"/>
    <w:rsid w:val="001C0CC0"/>
    <w:rsid w:val="001C18E1"/>
    <w:rsid w:val="001C23C9"/>
    <w:rsid w:val="001C2E6E"/>
    <w:rsid w:val="001C3FB8"/>
    <w:rsid w:val="001C5762"/>
    <w:rsid w:val="001C5C5F"/>
    <w:rsid w:val="001C7E2B"/>
    <w:rsid w:val="001D42B3"/>
    <w:rsid w:val="001E1210"/>
    <w:rsid w:val="001E6D61"/>
    <w:rsid w:val="001F0EF2"/>
    <w:rsid w:val="00201621"/>
    <w:rsid w:val="00206684"/>
    <w:rsid w:val="00211592"/>
    <w:rsid w:val="0021186D"/>
    <w:rsid w:val="00211DB0"/>
    <w:rsid w:val="00216B93"/>
    <w:rsid w:val="00220184"/>
    <w:rsid w:val="00233765"/>
    <w:rsid w:val="0023726A"/>
    <w:rsid w:val="00240633"/>
    <w:rsid w:val="00243B4C"/>
    <w:rsid w:val="002507B9"/>
    <w:rsid w:val="00250979"/>
    <w:rsid w:val="00251E0D"/>
    <w:rsid w:val="002531AD"/>
    <w:rsid w:val="00255E20"/>
    <w:rsid w:val="00256C31"/>
    <w:rsid w:val="00257401"/>
    <w:rsid w:val="00260AF9"/>
    <w:rsid w:val="00264DB6"/>
    <w:rsid w:val="00270BBF"/>
    <w:rsid w:val="00274E28"/>
    <w:rsid w:val="002862A4"/>
    <w:rsid w:val="00291542"/>
    <w:rsid w:val="00293C1F"/>
    <w:rsid w:val="002A5963"/>
    <w:rsid w:val="002B24B5"/>
    <w:rsid w:val="002B47C1"/>
    <w:rsid w:val="002B6DF4"/>
    <w:rsid w:val="002C28CA"/>
    <w:rsid w:val="002D0584"/>
    <w:rsid w:val="002D3574"/>
    <w:rsid w:val="002D4658"/>
    <w:rsid w:val="002D7F58"/>
    <w:rsid w:val="002E06DF"/>
    <w:rsid w:val="002F0451"/>
    <w:rsid w:val="002F0C78"/>
    <w:rsid w:val="002F307A"/>
    <w:rsid w:val="002F5FFA"/>
    <w:rsid w:val="002F6A57"/>
    <w:rsid w:val="0030178B"/>
    <w:rsid w:val="00313036"/>
    <w:rsid w:val="00315D9A"/>
    <w:rsid w:val="00316AB5"/>
    <w:rsid w:val="00320468"/>
    <w:rsid w:val="00327217"/>
    <w:rsid w:val="00327369"/>
    <w:rsid w:val="003335F1"/>
    <w:rsid w:val="00336C23"/>
    <w:rsid w:val="00340114"/>
    <w:rsid w:val="003428E0"/>
    <w:rsid w:val="00344590"/>
    <w:rsid w:val="00350EC4"/>
    <w:rsid w:val="003533D2"/>
    <w:rsid w:val="00360867"/>
    <w:rsid w:val="00362954"/>
    <w:rsid w:val="00363544"/>
    <w:rsid w:val="0036370A"/>
    <w:rsid w:val="00370910"/>
    <w:rsid w:val="00370F3C"/>
    <w:rsid w:val="00372921"/>
    <w:rsid w:val="0037732F"/>
    <w:rsid w:val="003827A5"/>
    <w:rsid w:val="00386353"/>
    <w:rsid w:val="0039107C"/>
    <w:rsid w:val="003A21D0"/>
    <w:rsid w:val="003A2426"/>
    <w:rsid w:val="003A7824"/>
    <w:rsid w:val="003A7E09"/>
    <w:rsid w:val="003B0B38"/>
    <w:rsid w:val="003B1075"/>
    <w:rsid w:val="003B1798"/>
    <w:rsid w:val="003D0FB3"/>
    <w:rsid w:val="003D377C"/>
    <w:rsid w:val="003E0E10"/>
    <w:rsid w:val="003E2172"/>
    <w:rsid w:val="003E390E"/>
    <w:rsid w:val="003E6FB6"/>
    <w:rsid w:val="003F07B1"/>
    <w:rsid w:val="003F214D"/>
    <w:rsid w:val="003F700A"/>
    <w:rsid w:val="004072B6"/>
    <w:rsid w:val="00415682"/>
    <w:rsid w:val="00422014"/>
    <w:rsid w:val="00435425"/>
    <w:rsid w:val="004354CA"/>
    <w:rsid w:val="0043684D"/>
    <w:rsid w:val="00444DA8"/>
    <w:rsid w:val="004504E7"/>
    <w:rsid w:val="004615BC"/>
    <w:rsid w:val="00464F03"/>
    <w:rsid w:val="00465192"/>
    <w:rsid w:val="00470830"/>
    <w:rsid w:val="00470C67"/>
    <w:rsid w:val="00474D5C"/>
    <w:rsid w:val="00475F61"/>
    <w:rsid w:val="004A133B"/>
    <w:rsid w:val="004A7844"/>
    <w:rsid w:val="004C212A"/>
    <w:rsid w:val="004E1CB6"/>
    <w:rsid w:val="004E4C21"/>
    <w:rsid w:val="004E6252"/>
    <w:rsid w:val="004E76CE"/>
    <w:rsid w:val="004F264C"/>
    <w:rsid w:val="004F568A"/>
    <w:rsid w:val="00502A41"/>
    <w:rsid w:val="00514763"/>
    <w:rsid w:val="00535516"/>
    <w:rsid w:val="00537FAD"/>
    <w:rsid w:val="005418C3"/>
    <w:rsid w:val="00550102"/>
    <w:rsid w:val="0055253B"/>
    <w:rsid w:val="0055676A"/>
    <w:rsid w:val="0057084E"/>
    <w:rsid w:val="0057164D"/>
    <w:rsid w:val="00587B6B"/>
    <w:rsid w:val="00594BAC"/>
    <w:rsid w:val="005A167C"/>
    <w:rsid w:val="005A69FD"/>
    <w:rsid w:val="005C3095"/>
    <w:rsid w:val="005C3CB0"/>
    <w:rsid w:val="005C7252"/>
    <w:rsid w:val="005D2957"/>
    <w:rsid w:val="005D4DEE"/>
    <w:rsid w:val="005D5690"/>
    <w:rsid w:val="005D5CC3"/>
    <w:rsid w:val="005E1620"/>
    <w:rsid w:val="005E3673"/>
    <w:rsid w:val="005F01CC"/>
    <w:rsid w:val="005F6727"/>
    <w:rsid w:val="00613CEE"/>
    <w:rsid w:val="00615142"/>
    <w:rsid w:val="006174A4"/>
    <w:rsid w:val="00620607"/>
    <w:rsid w:val="0062272D"/>
    <w:rsid w:val="0062372F"/>
    <w:rsid w:val="00624745"/>
    <w:rsid w:val="006259CB"/>
    <w:rsid w:val="006309BB"/>
    <w:rsid w:val="00630C9B"/>
    <w:rsid w:val="006735EA"/>
    <w:rsid w:val="00681ADC"/>
    <w:rsid w:val="00686182"/>
    <w:rsid w:val="0069133F"/>
    <w:rsid w:val="006925BE"/>
    <w:rsid w:val="00692F37"/>
    <w:rsid w:val="006A33FD"/>
    <w:rsid w:val="006C632B"/>
    <w:rsid w:val="006D7358"/>
    <w:rsid w:val="006D7C37"/>
    <w:rsid w:val="006E0AB2"/>
    <w:rsid w:val="006E1A6C"/>
    <w:rsid w:val="006E230D"/>
    <w:rsid w:val="006E3AF9"/>
    <w:rsid w:val="00700909"/>
    <w:rsid w:val="00711CD3"/>
    <w:rsid w:val="00715AED"/>
    <w:rsid w:val="00715E1D"/>
    <w:rsid w:val="00716EF7"/>
    <w:rsid w:val="0073591A"/>
    <w:rsid w:val="007421D3"/>
    <w:rsid w:val="00742375"/>
    <w:rsid w:val="007516A9"/>
    <w:rsid w:val="00760986"/>
    <w:rsid w:val="00762D99"/>
    <w:rsid w:val="00764BBA"/>
    <w:rsid w:val="00772C19"/>
    <w:rsid w:val="007750E4"/>
    <w:rsid w:val="0077520A"/>
    <w:rsid w:val="007769E3"/>
    <w:rsid w:val="007906F2"/>
    <w:rsid w:val="007908A2"/>
    <w:rsid w:val="00792186"/>
    <w:rsid w:val="0079389A"/>
    <w:rsid w:val="007953B6"/>
    <w:rsid w:val="00796B81"/>
    <w:rsid w:val="007A7F66"/>
    <w:rsid w:val="007B5E42"/>
    <w:rsid w:val="007C0CCA"/>
    <w:rsid w:val="007C0FED"/>
    <w:rsid w:val="007D06F6"/>
    <w:rsid w:val="007D14A0"/>
    <w:rsid w:val="007D31DE"/>
    <w:rsid w:val="007D4C08"/>
    <w:rsid w:val="007E2724"/>
    <w:rsid w:val="007E291B"/>
    <w:rsid w:val="007E565B"/>
    <w:rsid w:val="007E71C4"/>
    <w:rsid w:val="007F2F7A"/>
    <w:rsid w:val="007F3C10"/>
    <w:rsid w:val="007F68A2"/>
    <w:rsid w:val="00810D16"/>
    <w:rsid w:val="00810FF0"/>
    <w:rsid w:val="0081175E"/>
    <w:rsid w:val="00820109"/>
    <w:rsid w:val="00823DB1"/>
    <w:rsid w:val="008242CE"/>
    <w:rsid w:val="00831B2A"/>
    <w:rsid w:val="00833D43"/>
    <w:rsid w:val="008340F9"/>
    <w:rsid w:val="00835CB7"/>
    <w:rsid w:val="0084092B"/>
    <w:rsid w:val="0085352C"/>
    <w:rsid w:val="00853EA8"/>
    <w:rsid w:val="008666F0"/>
    <w:rsid w:val="00890DE1"/>
    <w:rsid w:val="00897F39"/>
    <w:rsid w:val="008A1BBA"/>
    <w:rsid w:val="008A558A"/>
    <w:rsid w:val="008A61A1"/>
    <w:rsid w:val="008B1ED1"/>
    <w:rsid w:val="008B204A"/>
    <w:rsid w:val="008C024E"/>
    <w:rsid w:val="008C741E"/>
    <w:rsid w:val="008D256F"/>
    <w:rsid w:val="008D6333"/>
    <w:rsid w:val="008E2516"/>
    <w:rsid w:val="008E281F"/>
    <w:rsid w:val="008E7211"/>
    <w:rsid w:val="008F0364"/>
    <w:rsid w:val="00900B21"/>
    <w:rsid w:val="00907BF0"/>
    <w:rsid w:val="00910C41"/>
    <w:rsid w:val="00910E2D"/>
    <w:rsid w:val="00923F89"/>
    <w:rsid w:val="0092437F"/>
    <w:rsid w:val="0092633B"/>
    <w:rsid w:val="009325A8"/>
    <w:rsid w:val="00935523"/>
    <w:rsid w:val="00936882"/>
    <w:rsid w:val="00942401"/>
    <w:rsid w:val="00947646"/>
    <w:rsid w:val="00986B9A"/>
    <w:rsid w:val="009A0361"/>
    <w:rsid w:val="009A648E"/>
    <w:rsid w:val="009B157A"/>
    <w:rsid w:val="009B4024"/>
    <w:rsid w:val="009D19CC"/>
    <w:rsid w:val="009E02E7"/>
    <w:rsid w:val="009E5889"/>
    <w:rsid w:val="009F145F"/>
    <w:rsid w:val="009F5390"/>
    <w:rsid w:val="00A01075"/>
    <w:rsid w:val="00A02484"/>
    <w:rsid w:val="00A07801"/>
    <w:rsid w:val="00A1081A"/>
    <w:rsid w:val="00A21D5F"/>
    <w:rsid w:val="00A22B07"/>
    <w:rsid w:val="00A32F9C"/>
    <w:rsid w:val="00A36440"/>
    <w:rsid w:val="00A4009B"/>
    <w:rsid w:val="00A40217"/>
    <w:rsid w:val="00A424A3"/>
    <w:rsid w:val="00A42DCE"/>
    <w:rsid w:val="00A45128"/>
    <w:rsid w:val="00A552DE"/>
    <w:rsid w:val="00A60971"/>
    <w:rsid w:val="00A66B58"/>
    <w:rsid w:val="00A76AB6"/>
    <w:rsid w:val="00A900B5"/>
    <w:rsid w:val="00A93C08"/>
    <w:rsid w:val="00AA2BD9"/>
    <w:rsid w:val="00AB04C5"/>
    <w:rsid w:val="00AB1EF8"/>
    <w:rsid w:val="00AC1841"/>
    <w:rsid w:val="00AC3BA9"/>
    <w:rsid w:val="00AC4285"/>
    <w:rsid w:val="00AD08D8"/>
    <w:rsid w:val="00AD314B"/>
    <w:rsid w:val="00AD462A"/>
    <w:rsid w:val="00AD677E"/>
    <w:rsid w:val="00AE2B31"/>
    <w:rsid w:val="00B05E8B"/>
    <w:rsid w:val="00B2624D"/>
    <w:rsid w:val="00B26CC0"/>
    <w:rsid w:val="00B30F28"/>
    <w:rsid w:val="00B57344"/>
    <w:rsid w:val="00B61B5D"/>
    <w:rsid w:val="00B61E10"/>
    <w:rsid w:val="00B65684"/>
    <w:rsid w:val="00B65C80"/>
    <w:rsid w:val="00B740A8"/>
    <w:rsid w:val="00B81B1B"/>
    <w:rsid w:val="00B8323B"/>
    <w:rsid w:val="00B90538"/>
    <w:rsid w:val="00B95C35"/>
    <w:rsid w:val="00BA0BAB"/>
    <w:rsid w:val="00BA26A4"/>
    <w:rsid w:val="00BA4A51"/>
    <w:rsid w:val="00BA4D10"/>
    <w:rsid w:val="00BA6796"/>
    <w:rsid w:val="00BA6FDB"/>
    <w:rsid w:val="00BB1844"/>
    <w:rsid w:val="00BB4273"/>
    <w:rsid w:val="00BC12D5"/>
    <w:rsid w:val="00BC1CC7"/>
    <w:rsid w:val="00BE77CC"/>
    <w:rsid w:val="00BF788D"/>
    <w:rsid w:val="00C15F1D"/>
    <w:rsid w:val="00C16DFB"/>
    <w:rsid w:val="00C16EA7"/>
    <w:rsid w:val="00C22064"/>
    <w:rsid w:val="00C27A76"/>
    <w:rsid w:val="00C51022"/>
    <w:rsid w:val="00C514B2"/>
    <w:rsid w:val="00C53E23"/>
    <w:rsid w:val="00C6170D"/>
    <w:rsid w:val="00C61B43"/>
    <w:rsid w:val="00C657E3"/>
    <w:rsid w:val="00C740A8"/>
    <w:rsid w:val="00C74486"/>
    <w:rsid w:val="00C766C7"/>
    <w:rsid w:val="00C8181A"/>
    <w:rsid w:val="00C85E58"/>
    <w:rsid w:val="00CB502E"/>
    <w:rsid w:val="00CC4B74"/>
    <w:rsid w:val="00CC4D2A"/>
    <w:rsid w:val="00CC5C67"/>
    <w:rsid w:val="00CD3B53"/>
    <w:rsid w:val="00CD4554"/>
    <w:rsid w:val="00CD5BE8"/>
    <w:rsid w:val="00CE3308"/>
    <w:rsid w:val="00CF14EF"/>
    <w:rsid w:val="00CF41F5"/>
    <w:rsid w:val="00D02E45"/>
    <w:rsid w:val="00D03FFC"/>
    <w:rsid w:val="00D0598D"/>
    <w:rsid w:val="00D14F4F"/>
    <w:rsid w:val="00D1620A"/>
    <w:rsid w:val="00D25B0A"/>
    <w:rsid w:val="00D30AF5"/>
    <w:rsid w:val="00D3323E"/>
    <w:rsid w:val="00D50722"/>
    <w:rsid w:val="00D54FF6"/>
    <w:rsid w:val="00D76177"/>
    <w:rsid w:val="00D80979"/>
    <w:rsid w:val="00D8235F"/>
    <w:rsid w:val="00D91DC5"/>
    <w:rsid w:val="00D9434E"/>
    <w:rsid w:val="00D96763"/>
    <w:rsid w:val="00D97F37"/>
    <w:rsid w:val="00DB2A91"/>
    <w:rsid w:val="00DC0762"/>
    <w:rsid w:val="00DC3B46"/>
    <w:rsid w:val="00DC68A4"/>
    <w:rsid w:val="00DD3C03"/>
    <w:rsid w:val="00DD6DBA"/>
    <w:rsid w:val="00DE4555"/>
    <w:rsid w:val="00DE54A8"/>
    <w:rsid w:val="00DE60FA"/>
    <w:rsid w:val="00DF55F4"/>
    <w:rsid w:val="00E00DA2"/>
    <w:rsid w:val="00E0103C"/>
    <w:rsid w:val="00E04715"/>
    <w:rsid w:val="00E16AE8"/>
    <w:rsid w:val="00E22384"/>
    <w:rsid w:val="00E32325"/>
    <w:rsid w:val="00E4526D"/>
    <w:rsid w:val="00E45F77"/>
    <w:rsid w:val="00E50C8D"/>
    <w:rsid w:val="00E558E0"/>
    <w:rsid w:val="00E565DD"/>
    <w:rsid w:val="00E61EC3"/>
    <w:rsid w:val="00E627FA"/>
    <w:rsid w:val="00E62C37"/>
    <w:rsid w:val="00E673A5"/>
    <w:rsid w:val="00E716C8"/>
    <w:rsid w:val="00E75685"/>
    <w:rsid w:val="00E75C72"/>
    <w:rsid w:val="00E81BA9"/>
    <w:rsid w:val="00E94055"/>
    <w:rsid w:val="00E96F1C"/>
    <w:rsid w:val="00E97E5D"/>
    <w:rsid w:val="00EA276B"/>
    <w:rsid w:val="00EA3202"/>
    <w:rsid w:val="00EA6889"/>
    <w:rsid w:val="00EB1872"/>
    <w:rsid w:val="00EB4290"/>
    <w:rsid w:val="00EB5DBC"/>
    <w:rsid w:val="00EB6180"/>
    <w:rsid w:val="00EB7BF3"/>
    <w:rsid w:val="00EC0E52"/>
    <w:rsid w:val="00EC102E"/>
    <w:rsid w:val="00EC14E6"/>
    <w:rsid w:val="00EC1E6D"/>
    <w:rsid w:val="00EC39F1"/>
    <w:rsid w:val="00ED0900"/>
    <w:rsid w:val="00ED5120"/>
    <w:rsid w:val="00ED6F4A"/>
    <w:rsid w:val="00ED6FBA"/>
    <w:rsid w:val="00ED7B9C"/>
    <w:rsid w:val="00EE5007"/>
    <w:rsid w:val="00EF16FF"/>
    <w:rsid w:val="00EF2B63"/>
    <w:rsid w:val="00EF352B"/>
    <w:rsid w:val="00EF3EAA"/>
    <w:rsid w:val="00EF7953"/>
    <w:rsid w:val="00F035E8"/>
    <w:rsid w:val="00F1174F"/>
    <w:rsid w:val="00F11A1F"/>
    <w:rsid w:val="00F12B27"/>
    <w:rsid w:val="00F14EBE"/>
    <w:rsid w:val="00F21DBB"/>
    <w:rsid w:val="00F26AD0"/>
    <w:rsid w:val="00F45356"/>
    <w:rsid w:val="00F53B36"/>
    <w:rsid w:val="00F55FAC"/>
    <w:rsid w:val="00F6784A"/>
    <w:rsid w:val="00F7404A"/>
    <w:rsid w:val="00F7410B"/>
    <w:rsid w:val="00F77A41"/>
    <w:rsid w:val="00F85C36"/>
    <w:rsid w:val="00F85F01"/>
    <w:rsid w:val="00F90325"/>
    <w:rsid w:val="00F95E73"/>
    <w:rsid w:val="00F969C3"/>
    <w:rsid w:val="00FB4013"/>
    <w:rsid w:val="00FB5109"/>
    <w:rsid w:val="00FB524D"/>
    <w:rsid w:val="00FB5B7E"/>
    <w:rsid w:val="00FB6336"/>
    <w:rsid w:val="00FB658E"/>
    <w:rsid w:val="00FB7627"/>
    <w:rsid w:val="00FB78B5"/>
    <w:rsid w:val="00FD220B"/>
    <w:rsid w:val="00FD2D0A"/>
    <w:rsid w:val="00FD319A"/>
    <w:rsid w:val="00FE0704"/>
    <w:rsid w:val="00FF09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EF58B1"/>
  <w14:defaultImageDpi w14:val="0"/>
  <w15:docId w15:val="{A78E34FF-FF85-4044-ADD3-3686B2610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9F0"/>
    <w:pPr>
      <w:widowControl w:val="0"/>
      <w:autoSpaceDE w:val="0"/>
      <w:autoSpaceDN w:val="0"/>
      <w:adjustRightInd w:val="0"/>
      <w:spacing w:after="120" w:line="288" w:lineRule="auto"/>
    </w:pPr>
    <w:rPr>
      <w:rFonts w:ascii="Arial" w:hAnsi="Arial" w:cs="Arial"/>
    </w:rPr>
  </w:style>
  <w:style w:type="paragraph" w:styleId="Heading1">
    <w:name w:val="heading 1"/>
    <w:basedOn w:val="Normal"/>
    <w:next w:val="Normal"/>
    <w:link w:val="Heading1Char"/>
    <w:uiPriority w:val="9"/>
    <w:qFormat/>
    <w:rsid w:val="00716EF7"/>
    <w:pPr>
      <w:outlineLvl w:val="0"/>
    </w:pPr>
    <w:rPr>
      <w:b/>
      <w:bCs/>
      <w:sz w:val="28"/>
      <w:szCs w:val="40"/>
    </w:rPr>
  </w:style>
  <w:style w:type="paragraph" w:styleId="Heading2">
    <w:name w:val="heading 2"/>
    <w:basedOn w:val="Heading1"/>
    <w:next w:val="Normal"/>
    <w:link w:val="Heading2Char"/>
    <w:uiPriority w:val="9"/>
    <w:unhideWhenUsed/>
    <w:qFormat/>
    <w:rsid w:val="00EA3202"/>
    <w:pPr>
      <w:spacing w:line="264" w:lineRule="auto"/>
      <w:outlineLvl w:val="1"/>
    </w:pPr>
    <w:rPr>
      <w:i/>
      <w:sz w:val="24"/>
      <w:szCs w:val="32"/>
    </w:rPr>
  </w:style>
  <w:style w:type="paragraph" w:styleId="Heading3">
    <w:name w:val="heading 3"/>
    <w:basedOn w:val="Heading2"/>
    <w:next w:val="Normal"/>
    <w:link w:val="Heading3Char"/>
    <w:uiPriority w:val="9"/>
    <w:unhideWhenUsed/>
    <w:qFormat/>
    <w:rsid w:val="00EE5007"/>
    <w:pPr>
      <w:spacing w:before="240" w:line="240" w:lineRule="auto"/>
      <w:outlineLvl w:val="2"/>
    </w:pPr>
    <w:rPr>
      <w:b w:val="0"/>
      <w:sz w:val="22"/>
      <w:szCs w:val="22"/>
    </w:rPr>
  </w:style>
  <w:style w:type="paragraph" w:styleId="Heading4">
    <w:name w:val="heading 4"/>
    <w:basedOn w:val="Heading3-Table"/>
    <w:next w:val="Normal"/>
    <w:link w:val="Heading4Char"/>
    <w:uiPriority w:val="9"/>
    <w:unhideWhenUsed/>
    <w:qFormat/>
    <w:rsid w:val="00EC1E6D"/>
    <w:pPr>
      <w:framePr w:hSpace="180" w:wrap="around" w:vAnchor="text" w:hAnchor="margin" w:y="-48"/>
      <w:outlineLvl w:val="3"/>
    </w:pPr>
    <w:rPr>
      <w:b/>
      <w:bCs w:val="0"/>
      <w:i w:val="0"/>
      <w:iCs/>
      <w:color w:val="FFFFFF" w:themeColor="background1"/>
    </w:rPr>
  </w:style>
  <w:style w:type="paragraph" w:styleId="Heading5">
    <w:name w:val="heading 5"/>
    <w:next w:val="Normal"/>
    <w:link w:val="Heading5Char"/>
    <w:uiPriority w:val="9"/>
    <w:unhideWhenUsed/>
    <w:rsid w:val="00DD3C03"/>
    <w:pPr>
      <w:framePr w:hSpace="180" w:wrap="around" w:vAnchor="text" w:hAnchor="margin" w:y="-48"/>
      <w:outlineLvl w:val="4"/>
    </w:pPr>
    <w:rPr>
      <w:rFonts w:ascii="Arial" w:hAnsi="Arial" w:cs="Arial"/>
      <w:b/>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6EF7"/>
    <w:rPr>
      <w:rFonts w:ascii="Arial" w:hAnsi="Arial" w:cs="Arial"/>
      <w:b/>
      <w:bCs/>
      <w:sz w:val="28"/>
      <w:szCs w:val="40"/>
    </w:rPr>
  </w:style>
  <w:style w:type="paragraph" w:styleId="BalloonText">
    <w:name w:val="Balloon Text"/>
    <w:basedOn w:val="Normal"/>
    <w:link w:val="BalloonTextChar"/>
    <w:uiPriority w:val="99"/>
    <w:semiHidden/>
    <w:unhideWhenUsed/>
    <w:rsid w:val="004F264C"/>
    <w:pPr>
      <w:spacing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F264C"/>
    <w:rPr>
      <w:rFonts w:ascii="Lucida Grande" w:hAnsi="Lucida Grande" w:cs="Lucida Grande"/>
      <w:color w:val="363435"/>
      <w:sz w:val="18"/>
      <w:szCs w:val="18"/>
    </w:rPr>
  </w:style>
  <w:style w:type="character" w:customStyle="1" w:styleId="Heading2Char">
    <w:name w:val="Heading 2 Char"/>
    <w:link w:val="Heading2"/>
    <w:uiPriority w:val="9"/>
    <w:rsid w:val="00EA3202"/>
    <w:rPr>
      <w:rFonts w:ascii="Arial" w:hAnsi="Arial" w:cs="Arial"/>
      <w:b/>
      <w:bCs/>
      <w:i/>
      <w:sz w:val="24"/>
      <w:szCs w:val="32"/>
    </w:rPr>
  </w:style>
  <w:style w:type="paragraph" w:styleId="Title">
    <w:name w:val="Title"/>
    <w:basedOn w:val="Normal"/>
    <w:next w:val="Normal"/>
    <w:link w:val="TitleChar"/>
    <w:uiPriority w:val="10"/>
    <w:qFormat/>
    <w:rsid w:val="005D5CC3"/>
    <w:pPr>
      <w:shd w:val="clear" w:color="auto" w:fill="FFFFFF"/>
      <w:spacing w:before="120" w:line="240" w:lineRule="auto"/>
    </w:pPr>
    <w:rPr>
      <w:b/>
      <w:bCs/>
      <w:sz w:val="48"/>
      <w:szCs w:val="48"/>
    </w:rPr>
  </w:style>
  <w:style w:type="character" w:customStyle="1" w:styleId="TitleChar">
    <w:name w:val="Title Char"/>
    <w:link w:val="Title"/>
    <w:uiPriority w:val="10"/>
    <w:rsid w:val="005D5CC3"/>
    <w:rPr>
      <w:rFonts w:ascii="Arial" w:hAnsi="Arial" w:cs="Arial"/>
      <w:b/>
      <w:bCs/>
      <w:sz w:val="48"/>
      <w:szCs w:val="48"/>
      <w:shd w:val="clear" w:color="auto" w:fill="FFFFFF"/>
    </w:rPr>
  </w:style>
  <w:style w:type="character" w:customStyle="1" w:styleId="Heading5Char">
    <w:name w:val="Heading 5 Char"/>
    <w:basedOn w:val="DefaultParagraphFont"/>
    <w:link w:val="Heading5"/>
    <w:uiPriority w:val="9"/>
    <w:rsid w:val="00DD3C03"/>
    <w:rPr>
      <w:rFonts w:ascii="Arial" w:hAnsi="Arial" w:cs="Arial"/>
      <w:b/>
      <w:iCs/>
      <w:szCs w:val="22"/>
    </w:rPr>
  </w:style>
  <w:style w:type="character" w:customStyle="1" w:styleId="Heading3Char">
    <w:name w:val="Heading 3 Char"/>
    <w:link w:val="Heading3"/>
    <w:uiPriority w:val="9"/>
    <w:rsid w:val="00EE5007"/>
    <w:rPr>
      <w:rFonts w:ascii="Arial" w:hAnsi="Arial" w:cs="Arial"/>
      <w:b/>
      <w:sz w:val="22"/>
      <w:szCs w:val="22"/>
    </w:rPr>
  </w:style>
  <w:style w:type="paragraph" w:styleId="ListBullet">
    <w:name w:val="List Bullet"/>
    <w:basedOn w:val="Normal"/>
    <w:uiPriority w:val="99"/>
    <w:unhideWhenUsed/>
    <w:qFormat/>
    <w:rsid w:val="00700909"/>
    <w:pPr>
      <w:widowControl/>
      <w:numPr>
        <w:numId w:val="26"/>
      </w:numPr>
      <w:autoSpaceDE/>
      <w:autoSpaceDN/>
      <w:adjustRightInd/>
      <w:ind w:left="216" w:hanging="216"/>
    </w:pPr>
    <w:rPr>
      <w:rFonts w:eastAsiaTheme="majorEastAsia" w:cstheme="majorBidi"/>
      <w:bCs/>
      <w:szCs w:val="32"/>
    </w:rPr>
  </w:style>
  <w:style w:type="paragraph" w:styleId="Header">
    <w:name w:val="header"/>
    <w:basedOn w:val="Normal"/>
    <w:link w:val="HeaderChar"/>
    <w:uiPriority w:val="99"/>
    <w:unhideWhenUsed/>
    <w:qFormat/>
    <w:rsid w:val="006D7358"/>
    <w:pPr>
      <w:tabs>
        <w:tab w:val="center" w:pos="4320"/>
        <w:tab w:val="right" w:pos="8640"/>
      </w:tabs>
    </w:pPr>
  </w:style>
  <w:style w:type="character" w:customStyle="1" w:styleId="HeaderChar">
    <w:name w:val="Header Char"/>
    <w:link w:val="Header"/>
    <w:uiPriority w:val="99"/>
    <w:rsid w:val="006D7358"/>
    <w:rPr>
      <w:rFonts w:ascii="Arial" w:hAnsi="Arial" w:cs="Arial"/>
      <w:color w:val="363435"/>
    </w:rPr>
  </w:style>
  <w:style w:type="paragraph" w:styleId="Footer">
    <w:name w:val="footer"/>
    <w:basedOn w:val="Normal"/>
    <w:link w:val="FooterChar"/>
    <w:uiPriority w:val="99"/>
    <w:unhideWhenUsed/>
    <w:qFormat/>
    <w:rsid w:val="00C514B2"/>
    <w:pPr>
      <w:tabs>
        <w:tab w:val="center" w:pos="4320"/>
        <w:tab w:val="right" w:pos="10080"/>
      </w:tabs>
    </w:pPr>
    <w:rPr>
      <w:sz w:val="18"/>
      <w:szCs w:val="18"/>
    </w:rPr>
  </w:style>
  <w:style w:type="character" w:customStyle="1" w:styleId="FooterChar">
    <w:name w:val="Footer Char"/>
    <w:link w:val="Footer"/>
    <w:uiPriority w:val="99"/>
    <w:rsid w:val="00C514B2"/>
    <w:rPr>
      <w:rFonts w:ascii="Arial" w:hAnsi="Arial" w:cs="Arial"/>
      <w:sz w:val="18"/>
      <w:szCs w:val="18"/>
    </w:rPr>
  </w:style>
  <w:style w:type="paragraph" w:styleId="FootnoteText">
    <w:name w:val="footnote text"/>
    <w:basedOn w:val="Normal"/>
    <w:link w:val="FootnoteTextChar"/>
    <w:uiPriority w:val="99"/>
    <w:unhideWhenUsed/>
    <w:rsid w:val="0039107C"/>
    <w:pPr>
      <w:jc w:val="right"/>
    </w:pPr>
  </w:style>
  <w:style w:type="character" w:customStyle="1" w:styleId="FootnoteTextChar">
    <w:name w:val="Footnote Text Char"/>
    <w:link w:val="FootnoteText"/>
    <w:uiPriority w:val="99"/>
    <w:rsid w:val="0039107C"/>
    <w:rPr>
      <w:rFonts w:ascii="Arial" w:hAnsi="Arial" w:cs="Arial"/>
      <w:color w:val="363435"/>
    </w:rPr>
  </w:style>
  <w:style w:type="character" w:styleId="FootnoteReference">
    <w:name w:val="footnote reference"/>
    <w:uiPriority w:val="99"/>
    <w:unhideWhenUsed/>
    <w:rsid w:val="00D97F37"/>
    <w:rPr>
      <w:vertAlign w:val="superscript"/>
    </w:rPr>
  </w:style>
  <w:style w:type="character" w:styleId="Hyperlink">
    <w:name w:val="Hyperlink"/>
    <w:uiPriority w:val="99"/>
    <w:unhideWhenUsed/>
    <w:rsid w:val="007D14A0"/>
    <w:rPr>
      <w:b/>
      <w:color w:val="196599"/>
      <w:u w:val="none"/>
    </w:rPr>
  </w:style>
  <w:style w:type="paragraph" w:styleId="BodyText2">
    <w:name w:val="Body Text 2"/>
    <w:basedOn w:val="BodyText3"/>
    <w:link w:val="BodyText2Char"/>
    <w:uiPriority w:val="99"/>
    <w:unhideWhenUsed/>
    <w:qFormat/>
    <w:rsid w:val="00C53E23"/>
    <w:pPr>
      <w:spacing w:after="40"/>
    </w:pPr>
  </w:style>
  <w:style w:type="character" w:customStyle="1" w:styleId="BodyText2Char">
    <w:name w:val="Body Text 2 Char"/>
    <w:link w:val="BodyText2"/>
    <w:uiPriority w:val="99"/>
    <w:rsid w:val="00C53E23"/>
    <w:rPr>
      <w:rFonts w:ascii="Arial" w:hAnsi="Arial" w:cs="Arial"/>
      <w:color w:val="363435"/>
      <w:sz w:val="18"/>
      <w:szCs w:val="16"/>
    </w:rPr>
  </w:style>
  <w:style w:type="character" w:styleId="PageNumber">
    <w:name w:val="page number"/>
    <w:uiPriority w:val="99"/>
    <w:unhideWhenUsed/>
    <w:rsid w:val="006E3AF9"/>
    <w:rPr>
      <w:sz w:val="18"/>
      <w:szCs w:val="18"/>
    </w:rPr>
  </w:style>
  <w:style w:type="paragraph" w:styleId="ListNumber">
    <w:name w:val="List Number"/>
    <w:basedOn w:val="Heading3"/>
    <w:uiPriority w:val="99"/>
    <w:unhideWhenUsed/>
    <w:qFormat/>
    <w:rsid w:val="00537FAD"/>
    <w:pPr>
      <w:numPr>
        <w:numId w:val="14"/>
      </w:numPr>
      <w:tabs>
        <w:tab w:val="left" w:pos="360"/>
      </w:tabs>
      <w:ind w:left="0" w:firstLine="0"/>
    </w:pPr>
    <w:rPr>
      <w:b/>
    </w:rPr>
  </w:style>
  <w:style w:type="paragraph" w:styleId="ListBullet2">
    <w:name w:val="List Bullet 2"/>
    <w:basedOn w:val="ListBullet"/>
    <w:next w:val="Normal"/>
    <w:autoRedefine/>
    <w:uiPriority w:val="99"/>
    <w:unhideWhenUsed/>
    <w:qFormat/>
    <w:rsid w:val="002D4658"/>
    <w:pPr>
      <w:numPr>
        <w:numId w:val="31"/>
      </w:numPr>
      <w:ind w:left="720"/>
    </w:pPr>
    <w:rPr>
      <w:bCs w:val="0"/>
    </w:rPr>
  </w:style>
  <w:style w:type="character" w:styleId="FollowedHyperlink">
    <w:name w:val="FollowedHyperlink"/>
    <w:basedOn w:val="DefaultParagraphFont"/>
    <w:uiPriority w:val="99"/>
    <w:semiHidden/>
    <w:unhideWhenUsed/>
    <w:rsid w:val="00890DE1"/>
    <w:rPr>
      <w:color w:val="345064" w:themeColor="followedHyperlink"/>
      <w:u w:val="single"/>
    </w:rPr>
  </w:style>
  <w:style w:type="table" w:styleId="TableGrid">
    <w:name w:val="Table Grid"/>
    <w:basedOn w:val="TableNormal"/>
    <w:uiPriority w:val="59"/>
    <w:rsid w:val="00715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qFormat/>
    <w:rsid w:val="00DC0762"/>
    <w:rPr>
      <w:sz w:val="18"/>
      <w:szCs w:val="18"/>
    </w:rPr>
  </w:style>
  <w:style w:type="paragraph" w:styleId="EndnoteText">
    <w:name w:val="endnote text"/>
    <w:basedOn w:val="Normal"/>
    <w:link w:val="EndnoteTextChar"/>
    <w:uiPriority w:val="99"/>
    <w:unhideWhenUsed/>
    <w:rsid w:val="00470830"/>
    <w:pPr>
      <w:spacing w:after="0" w:line="240" w:lineRule="auto"/>
    </w:pPr>
    <w:rPr>
      <w:sz w:val="24"/>
      <w:szCs w:val="24"/>
    </w:rPr>
  </w:style>
  <w:style w:type="character" w:customStyle="1" w:styleId="EndnoteTextChar">
    <w:name w:val="Endnote Text Char"/>
    <w:basedOn w:val="DefaultParagraphFont"/>
    <w:link w:val="EndnoteText"/>
    <w:uiPriority w:val="99"/>
    <w:rsid w:val="00470830"/>
    <w:rPr>
      <w:rFonts w:ascii="Arial" w:hAnsi="Arial" w:cs="Arial"/>
      <w:color w:val="363435"/>
      <w:sz w:val="24"/>
      <w:szCs w:val="24"/>
    </w:rPr>
  </w:style>
  <w:style w:type="character" w:styleId="EndnoteReference">
    <w:name w:val="endnote reference"/>
    <w:basedOn w:val="DefaultParagraphFont"/>
    <w:uiPriority w:val="99"/>
    <w:unhideWhenUsed/>
    <w:rsid w:val="00470830"/>
    <w:rPr>
      <w:vertAlign w:val="superscript"/>
    </w:rPr>
  </w:style>
  <w:style w:type="paragraph" w:styleId="BodyText3">
    <w:name w:val="Body Text 3"/>
    <w:basedOn w:val="Normal"/>
    <w:link w:val="BodyText3Char"/>
    <w:uiPriority w:val="99"/>
    <w:semiHidden/>
    <w:unhideWhenUsed/>
    <w:rsid w:val="00C53E23"/>
    <w:rPr>
      <w:sz w:val="18"/>
      <w:szCs w:val="16"/>
    </w:rPr>
  </w:style>
  <w:style w:type="character" w:customStyle="1" w:styleId="BodyText3Char">
    <w:name w:val="Body Text 3 Char"/>
    <w:basedOn w:val="DefaultParagraphFont"/>
    <w:link w:val="BodyText3"/>
    <w:uiPriority w:val="99"/>
    <w:semiHidden/>
    <w:rsid w:val="00C53E23"/>
    <w:rPr>
      <w:rFonts w:ascii="Arial" w:hAnsi="Arial" w:cs="Arial"/>
      <w:color w:val="363435"/>
      <w:sz w:val="18"/>
      <w:szCs w:val="16"/>
    </w:rPr>
  </w:style>
  <w:style w:type="paragraph" w:styleId="ListBullet3">
    <w:name w:val="List Bullet 3"/>
    <w:basedOn w:val="Normal"/>
    <w:uiPriority w:val="99"/>
    <w:unhideWhenUsed/>
    <w:qFormat/>
    <w:rsid w:val="00ED5120"/>
    <w:pPr>
      <w:numPr>
        <w:numId w:val="3"/>
      </w:numPr>
      <w:spacing w:after="40" w:line="240" w:lineRule="auto"/>
      <w:ind w:left="216" w:hanging="216"/>
    </w:pPr>
    <w:rPr>
      <w:sz w:val="18"/>
      <w:szCs w:val="18"/>
    </w:rPr>
  </w:style>
  <w:style w:type="character" w:customStyle="1" w:styleId="Heading4Char">
    <w:name w:val="Heading 4 Char"/>
    <w:basedOn w:val="DefaultParagraphFont"/>
    <w:link w:val="Heading4"/>
    <w:uiPriority w:val="9"/>
    <w:rsid w:val="00EC1E6D"/>
    <w:rPr>
      <w:rFonts w:ascii="Arial" w:hAnsi="Arial" w:cs="Arial"/>
      <w:b/>
      <w:iCs/>
      <w:color w:val="FFFFFF" w:themeColor="background1"/>
      <w:sz w:val="22"/>
      <w:szCs w:val="22"/>
    </w:rPr>
  </w:style>
  <w:style w:type="paragraph" w:customStyle="1" w:styleId="Heading3-Table">
    <w:name w:val="Heading 3 - Table"/>
    <w:basedOn w:val="Heading3"/>
    <w:qFormat/>
    <w:rsid w:val="0079389A"/>
    <w:pPr>
      <w:spacing w:before="40" w:after="40"/>
      <w:jc w:val="center"/>
    </w:pPr>
  </w:style>
  <w:style w:type="paragraph" w:customStyle="1" w:styleId="TableColumnHead">
    <w:name w:val="TableColumnHead"/>
    <w:qFormat/>
    <w:rsid w:val="00F035E8"/>
    <w:rPr>
      <w:rFonts w:ascii="Arial" w:hAnsi="Arial" w:cs="Arial"/>
      <w:b/>
      <w:szCs w:val="16"/>
    </w:rPr>
  </w:style>
  <w:style w:type="paragraph" w:customStyle="1" w:styleId="TableData">
    <w:name w:val="TableData"/>
    <w:qFormat/>
    <w:rsid w:val="00EB5DBC"/>
    <w:rPr>
      <w:rFonts w:ascii="Arial" w:hAnsi="Arial" w:cs="Arial"/>
      <w:szCs w:val="16"/>
    </w:rPr>
  </w:style>
  <w:style w:type="table" w:customStyle="1" w:styleId="ConferenceQandA">
    <w:name w:val="ConferenceQandA"/>
    <w:basedOn w:val="TableNormal"/>
    <w:uiPriority w:val="99"/>
    <w:rsid w:val="00630C9B"/>
    <w:rPr>
      <w:rFonts w:ascii="Arial" w:hAnsi="Arial"/>
    </w:rPr>
    <w:tblPr>
      <w:tblBorders>
        <w:top w:val="single" w:sz="4" w:space="0" w:color="7A848E" w:themeColor="text2" w:themeTint="99"/>
        <w:left w:val="single" w:sz="4" w:space="0" w:color="7A848E" w:themeColor="text2" w:themeTint="99"/>
        <w:bottom w:val="single" w:sz="4" w:space="0" w:color="7A848E" w:themeColor="text2" w:themeTint="99"/>
        <w:right w:val="single" w:sz="4" w:space="0" w:color="7A848E" w:themeColor="text2" w:themeTint="99"/>
        <w:insideH w:val="single" w:sz="4" w:space="0" w:color="7A848E" w:themeColor="text2" w:themeTint="99"/>
        <w:insideV w:val="single" w:sz="4" w:space="0" w:color="7A848E" w:themeColor="text2" w:themeTint="99"/>
      </w:tblBorders>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8559647">
      <w:bodyDiv w:val="1"/>
      <w:marLeft w:val="0"/>
      <w:marRight w:val="0"/>
      <w:marTop w:val="0"/>
      <w:marBottom w:val="0"/>
      <w:divBdr>
        <w:top w:val="none" w:sz="0" w:space="0" w:color="auto"/>
        <w:left w:val="none" w:sz="0" w:space="0" w:color="auto"/>
        <w:bottom w:val="none" w:sz="0" w:space="0" w:color="auto"/>
        <w:right w:val="none" w:sz="0" w:space="0" w:color="auto"/>
      </w:divBdr>
    </w:div>
    <w:div w:id="16215711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ttney.Cottingham\OneDrive%20-%20U.S.%20Department%20of%20Education\Desktop\ConferenceQandATemplate_v01.dotx" TargetMode="External"/></Relationships>
</file>

<file path=word/theme/theme1.xml><?xml version="1.0" encoding="utf-8"?>
<a:theme xmlns:a="http://schemas.openxmlformats.org/drawingml/2006/main" name="Office Theme">
  <a:themeElements>
    <a:clrScheme name="Custom 3">
      <a:dk1>
        <a:srgbClr val="191918"/>
      </a:dk1>
      <a:lt1>
        <a:srgbClr val="FFFFFF"/>
      </a:lt1>
      <a:dk2>
        <a:srgbClr val="2F3337"/>
      </a:dk2>
      <a:lt2>
        <a:srgbClr val="FFFFFE"/>
      </a:lt2>
      <a:accent1>
        <a:srgbClr val="2279A7"/>
      </a:accent1>
      <a:accent2>
        <a:srgbClr val="81C149"/>
      </a:accent2>
      <a:accent3>
        <a:srgbClr val="2CA34E"/>
      </a:accent3>
      <a:accent4>
        <a:srgbClr val="364755"/>
      </a:accent4>
      <a:accent5>
        <a:srgbClr val="E5DC6D"/>
      </a:accent5>
      <a:accent6>
        <a:srgbClr val="E6EEF4"/>
      </a:accent6>
      <a:hlink>
        <a:srgbClr val="2279A7"/>
      </a:hlink>
      <a:folHlink>
        <a:srgbClr val="345064"/>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f29d4d0-5528-4115-a002-02e36f812ef4">ZQHRFS737ZVJ-1264237647-12</_dlc_DocId>
    <_dlc_DocIdUrl xmlns="8f29d4d0-5528-4115-a002-02e36f812ef4">
      <Url>https://fsa.share.ed.gov/_layouts/15/DocIdRedir.aspx?ID=ZQHRFS737ZVJ-1264237647-12</Url>
      <Description>ZQHRFS737ZVJ-1264237647-12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F5E7020331B5A40982B171295552C55" ma:contentTypeVersion="0" ma:contentTypeDescription="Create a new document." ma:contentTypeScope="" ma:versionID="93e00871cde04b82f46787bc6de386c7">
  <xsd:schema xmlns:xsd="http://www.w3.org/2001/XMLSchema" xmlns:xs="http://www.w3.org/2001/XMLSchema" xmlns:p="http://schemas.microsoft.com/office/2006/metadata/properties" xmlns:ns2="8f29d4d0-5528-4115-a002-02e36f812ef4" targetNamespace="http://schemas.microsoft.com/office/2006/metadata/properties" ma:root="true" ma:fieldsID="3c2ac5c7cf918608ccd52f14bf01370d"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1D4185-DF90-4ED2-8BFE-FDFC461B3C18}">
  <ds:schemaRefs>
    <ds:schemaRef ds:uri="http://schemas.microsoft.com/sharepoint/v3/contenttype/forms"/>
  </ds:schemaRefs>
</ds:datastoreItem>
</file>

<file path=customXml/itemProps2.xml><?xml version="1.0" encoding="utf-8"?>
<ds:datastoreItem xmlns:ds="http://schemas.openxmlformats.org/officeDocument/2006/customXml" ds:itemID="{35562F73-B577-48BA-9A2F-D09DAE4609CE}">
  <ds:schemaRefs>
    <ds:schemaRef ds:uri="http://schemas.microsoft.com/sharepoint/events"/>
  </ds:schemaRefs>
</ds:datastoreItem>
</file>

<file path=customXml/itemProps3.xml><?xml version="1.0" encoding="utf-8"?>
<ds:datastoreItem xmlns:ds="http://schemas.openxmlformats.org/officeDocument/2006/customXml" ds:itemID="{721167E4-0C3F-4600-8EF7-F99D5EA0D4AF}">
  <ds:schemaRefs>
    <ds:schemaRef ds:uri="http://schemas.microsoft.com/office/2006/metadata/properties"/>
    <ds:schemaRef ds:uri="http://schemas.microsoft.com/office/infopath/2007/PartnerControls"/>
    <ds:schemaRef ds:uri="8f29d4d0-5528-4115-a002-02e36f812ef4"/>
  </ds:schemaRefs>
</ds:datastoreItem>
</file>

<file path=customXml/itemProps4.xml><?xml version="1.0" encoding="utf-8"?>
<ds:datastoreItem xmlns:ds="http://schemas.openxmlformats.org/officeDocument/2006/customXml" ds:itemID="{39633E78-982B-AF41-B7E6-D598955A9AF2}">
  <ds:schemaRefs>
    <ds:schemaRef ds:uri="http://schemas.openxmlformats.org/officeDocument/2006/bibliography"/>
  </ds:schemaRefs>
</ds:datastoreItem>
</file>

<file path=customXml/itemProps5.xml><?xml version="1.0" encoding="utf-8"?>
<ds:datastoreItem xmlns:ds="http://schemas.openxmlformats.org/officeDocument/2006/customXml" ds:itemID="{2231D43A-138A-4724-90F0-C897F2EBA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ConferenceQandATemplate_v01</Template>
  <TotalTime>5</TotalTime>
  <Pages>4</Pages>
  <Words>2160</Words>
  <Characters>10479</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FSA Fact Sheet Template 3 Multipage With Single Title 2020</vt:lpstr>
    </vt:vector>
  </TitlesOfParts>
  <Company>U.S. Department of Education</Company>
  <LinksUpToDate>false</LinksUpToDate>
  <CharactersWithSpaces>12614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 Fact Sheet Template 3 Multipage With Single Title 2020</dc:title>
  <dc:subject>Information on Federal Student loans</dc:subject>
  <dc:creator>Cottingham, Brittney</dc:creator>
  <cp:keywords>Federal Student Aid, Fact Sheet, Student Loans</cp:keywords>
  <dc:description>Proof of Concept document created by First Generation</dc:description>
  <cp:lastModifiedBy>Cottingham, Brittney</cp:lastModifiedBy>
  <cp:revision>1</cp:revision>
  <cp:lastPrinted>2017-06-15T22:38:00Z</cp:lastPrinted>
  <dcterms:created xsi:type="dcterms:W3CDTF">2021-02-17T21:37:00Z</dcterms:created>
  <dcterms:modified xsi:type="dcterms:W3CDTF">2021-02-17T21:42:00Z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f86c901a-1516-4d85-8ca0-dc42f7133c35</vt:lpwstr>
  </property>
  <property fmtid="{D5CDD505-2E9C-101B-9397-08002B2CF9AE}" pid="3" name="ContentTypeId">
    <vt:lpwstr>0x0101001F5E7020331B5A40982B171295552C55</vt:lpwstr>
  </property>
</Properties>
</file>