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42C76" w14:textId="77777777" w:rsidR="00324B40" w:rsidRPr="00324B40" w:rsidRDefault="00324B40" w:rsidP="00324B40">
      <w:pPr>
        <w:widowControl/>
        <w:autoSpaceDE/>
        <w:autoSpaceDN/>
        <w:adjustRightInd/>
        <w:spacing w:after="0" w:line="240" w:lineRule="auto"/>
        <w:rPr>
          <w:b/>
          <w:bCs/>
          <w:color w:val="000000"/>
          <w:sz w:val="48"/>
          <w:szCs w:val="48"/>
        </w:rPr>
      </w:pPr>
      <w:r w:rsidRPr="00324B40">
        <w:rPr>
          <w:b/>
          <w:bCs/>
          <w:color w:val="000000"/>
          <w:sz w:val="48"/>
          <w:szCs w:val="48"/>
        </w:rPr>
        <w:t>Q&amp;A BO6: Common Origination and Disbursement (COD) Update</w:t>
      </w:r>
    </w:p>
    <w:p w14:paraId="799DD957"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3E11C191" wp14:editId="4A3BB93B">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DE394FA"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37A7DD9C"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W w:w="10492" w:type="dxa"/>
        <w:tblLook w:val="04A0" w:firstRow="1" w:lastRow="0" w:firstColumn="1" w:lastColumn="0" w:noHBand="0" w:noVBand="1"/>
      </w:tblPr>
      <w:tblGrid>
        <w:gridCol w:w="2257"/>
        <w:gridCol w:w="8235"/>
      </w:tblGrid>
      <w:tr w:rsidR="00324B40" w:rsidRPr="00324B40" w14:paraId="533F342D" w14:textId="77777777" w:rsidTr="00324B40">
        <w:trPr>
          <w:trHeight w:val="1020"/>
        </w:trPr>
        <w:tc>
          <w:tcPr>
            <w:tcW w:w="2257" w:type="dxa"/>
            <w:tcBorders>
              <w:top w:val="single" w:sz="4" w:space="0" w:color="auto"/>
              <w:left w:val="single" w:sz="4" w:space="0" w:color="auto"/>
              <w:bottom w:val="single" w:sz="4" w:space="0" w:color="auto"/>
              <w:right w:val="single" w:sz="4" w:space="0" w:color="auto"/>
            </w:tcBorders>
            <w:shd w:val="clear" w:color="auto" w:fill="auto"/>
            <w:hideMark/>
          </w:tcPr>
          <w:p w14:paraId="54AEB009" w14:textId="77777777" w:rsidR="00324B40" w:rsidRPr="00324B40" w:rsidRDefault="00324B40" w:rsidP="00324B40">
            <w:pPr>
              <w:pStyle w:val="BodyText2"/>
            </w:pPr>
            <w:r w:rsidRPr="00324B40">
              <w:t>If we do not anticipate any R2T4 due to COVID-19, will reporting via COD be required?</w:t>
            </w:r>
          </w:p>
        </w:tc>
        <w:tc>
          <w:tcPr>
            <w:tcW w:w="8235" w:type="dxa"/>
            <w:tcBorders>
              <w:top w:val="single" w:sz="4" w:space="0" w:color="auto"/>
              <w:left w:val="nil"/>
              <w:bottom w:val="single" w:sz="4" w:space="0" w:color="auto"/>
              <w:right w:val="single" w:sz="4" w:space="0" w:color="auto"/>
            </w:tcBorders>
            <w:shd w:val="clear" w:color="auto" w:fill="auto"/>
            <w:hideMark/>
          </w:tcPr>
          <w:p w14:paraId="4CA43983" w14:textId="77777777" w:rsidR="00324B40" w:rsidRPr="00324B40" w:rsidRDefault="00324B40" w:rsidP="00324B40">
            <w:pPr>
              <w:pStyle w:val="BodyText2"/>
            </w:pPr>
            <w:r w:rsidRPr="00324B40">
              <w:t xml:space="preserve">Institutions will not be required to use R2T4 on COD or the alternative R2T4 lump sum reporting solution for the CARES Act if they do not have any COVID-19 related withdrawals for federal aid recipients. </w:t>
            </w:r>
          </w:p>
        </w:tc>
      </w:tr>
      <w:tr w:rsidR="00324B40" w:rsidRPr="00324B40" w14:paraId="0BD0C7E4" w14:textId="77777777" w:rsidTr="00324B40">
        <w:trPr>
          <w:trHeight w:val="3105"/>
        </w:trPr>
        <w:tc>
          <w:tcPr>
            <w:tcW w:w="2257" w:type="dxa"/>
            <w:tcBorders>
              <w:top w:val="nil"/>
              <w:left w:val="single" w:sz="4" w:space="0" w:color="auto"/>
              <w:bottom w:val="single" w:sz="4" w:space="0" w:color="auto"/>
              <w:right w:val="single" w:sz="4" w:space="0" w:color="auto"/>
            </w:tcBorders>
            <w:shd w:val="clear" w:color="auto" w:fill="auto"/>
            <w:hideMark/>
          </w:tcPr>
          <w:p w14:paraId="3AC1772B" w14:textId="77777777" w:rsidR="00324B40" w:rsidRPr="00324B40" w:rsidRDefault="00324B40" w:rsidP="00324B40">
            <w:pPr>
              <w:pStyle w:val="BodyText2"/>
            </w:pPr>
            <w:r w:rsidRPr="00324B40">
              <w:t>In response to this question, "if a student withdraws due to COVID Fall 20, so loans will be discharged/cancelled, can student then borrow full AY amount in spring (so includes fall amount that was cancelled)??", the answer was, "We are researching this and will respond back to you via email after the presentation." Can you respond to me as well, or announce this broadly to the community? These students now have payments due for winter so the sooner we have the answer, the faster we can help students, especially those with a December due date. Thank you!</w:t>
            </w:r>
          </w:p>
        </w:tc>
        <w:tc>
          <w:tcPr>
            <w:tcW w:w="8235" w:type="dxa"/>
            <w:tcBorders>
              <w:top w:val="nil"/>
              <w:left w:val="nil"/>
              <w:bottom w:val="single" w:sz="4" w:space="0" w:color="auto"/>
              <w:right w:val="single" w:sz="4" w:space="0" w:color="auto"/>
            </w:tcBorders>
            <w:shd w:val="clear" w:color="auto" w:fill="auto"/>
            <w:hideMark/>
          </w:tcPr>
          <w:p w14:paraId="2B0577C7" w14:textId="77777777" w:rsidR="00324B40" w:rsidRPr="00324B40" w:rsidRDefault="00324B40" w:rsidP="00324B40">
            <w:pPr>
              <w:pStyle w:val="BodyText2"/>
            </w:pPr>
            <w:r w:rsidRPr="00324B40">
              <w:t>Yes, the full AY amount can be borrowed in Spring 2021 and can include the fall amount cancelled as a result of the COVID-19 withdrawal. When you check the Coronavirus indicator on COD Web you are verifying the recipient’s actual disbursement qualifies for DL cancellation. This action excludes the loan from the Direct Loan annual limits and Subsidized Loan usage calculations.</w:t>
            </w:r>
          </w:p>
        </w:tc>
      </w:tr>
      <w:tr w:rsidR="00324B40" w:rsidRPr="00324B40" w14:paraId="7F8BAAB5"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63912AF3" w14:textId="77777777" w:rsidR="00324B40" w:rsidRPr="00324B40" w:rsidRDefault="00324B40" w:rsidP="00324B40">
            <w:pPr>
              <w:pStyle w:val="BodyText2"/>
            </w:pPr>
            <w:r w:rsidRPr="00324B40">
              <w:t>For the ASLA is there any option to request batch CRIB files for students who completed the ASLA after the origination was sent and rejected by COD? It seems extremely burdensome to have to go out and search for every student who does the ASLA after the origination file was already sent. Or am I missing something?</w:t>
            </w:r>
          </w:p>
        </w:tc>
        <w:tc>
          <w:tcPr>
            <w:tcW w:w="8235" w:type="dxa"/>
            <w:tcBorders>
              <w:top w:val="nil"/>
              <w:left w:val="nil"/>
              <w:bottom w:val="single" w:sz="4" w:space="0" w:color="auto"/>
              <w:right w:val="single" w:sz="4" w:space="0" w:color="auto"/>
            </w:tcBorders>
            <w:shd w:val="clear" w:color="auto" w:fill="auto"/>
            <w:hideMark/>
          </w:tcPr>
          <w:p w14:paraId="5329A429" w14:textId="77777777" w:rsidR="00324B40" w:rsidRPr="00324B40" w:rsidRDefault="00324B40" w:rsidP="00324B40">
            <w:pPr>
              <w:pStyle w:val="BodyText2"/>
            </w:pPr>
            <w:r w:rsidRPr="00324B40">
              <w:t>If there is an origination already on file in COD and the borrower completes the acknowledgment after the origination was accepted, a CRIB response will automatically be sent to the school. There currently isn’t an option to request CRIB responses in a batch. The Informed Borrowing search page allows searches of up to 10 SSN’s at a time. We will continue to explore options to improve this process.</w:t>
            </w:r>
          </w:p>
        </w:tc>
      </w:tr>
      <w:tr w:rsidR="00324B40" w:rsidRPr="00324B40" w14:paraId="3EE7F9E6"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2C20DE96" w14:textId="77777777" w:rsidR="00324B40" w:rsidRPr="00324B40" w:rsidRDefault="00324B40" w:rsidP="00324B40">
            <w:pPr>
              <w:pStyle w:val="BodyText2"/>
            </w:pPr>
            <w:r w:rsidRPr="00324B40">
              <w:lastRenderedPageBreak/>
              <w:t>Will changes to Sula due to CoronaVirus indicator generate a system generated ISIR</w:t>
            </w:r>
          </w:p>
        </w:tc>
        <w:tc>
          <w:tcPr>
            <w:tcW w:w="8235" w:type="dxa"/>
            <w:tcBorders>
              <w:top w:val="nil"/>
              <w:left w:val="nil"/>
              <w:bottom w:val="single" w:sz="4" w:space="0" w:color="auto"/>
              <w:right w:val="single" w:sz="4" w:space="0" w:color="auto"/>
            </w:tcBorders>
            <w:shd w:val="clear" w:color="auto" w:fill="auto"/>
            <w:hideMark/>
          </w:tcPr>
          <w:p w14:paraId="0407EBA6" w14:textId="77777777" w:rsidR="00324B40" w:rsidRPr="00324B40" w:rsidRDefault="00324B40" w:rsidP="00324B40">
            <w:pPr>
              <w:pStyle w:val="BodyText2"/>
            </w:pPr>
            <w:r w:rsidRPr="00324B40">
              <w:t xml:space="preserve">If there is a decrease in usage (what we anticipate will happen with Coronavirus indicator due to shortened loan periods) we send post screening reason 27 on the </w:t>
            </w:r>
            <w:proofErr w:type="gramStart"/>
            <w:r w:rsidRPr="00324B40">
              <w:t>system-generated</w:t>
            </w:r>
            <w:proofErr w:type="gramEnd"/>
            <w:r w:rsidRPr="00324B40">
              <w:t xml:space="preserve"> ISIR.  Additionally, if NSLDS received the indicator and it changes the loans subsidy status (was lost, but due to indicator gets reinstated), we would send post screening reason code 26.</w:t>
            </w:r>
          </w:p>
        </w:tc>
      </w:tr>
      <w:tr w:rsidR="00324B40" w:rsidRPr="00324B40" w14:paraId="7A8AFCC4" w14:textId="77777777" w:rsidTr="00324B40">
        <w:trPr>
          <w:trHeight w:val="4035"/>
        </w:trPr>
        <w:tc>
          <w:tcPr>
            <w:tcW w:w="2257" w:type="dxa"/>
            <w:tcBorders>
              <w:top w:val="nil"/>
              <w:left w:val="single" w:sz="4" w:space="0" w:color="auto"/>
              <w:bottom w:val="single" w:sz="4" w:space="0" w:color="auto"/>
              <w:right w:val="single" w:sz="4" w:space="0" w:color="auto"/>
            </w:tcBorders>
            <w:shd w:val="clear" w:color="auto" w:fill="auto"/>
            <w:hideMark/>
          </w:tcPr>
          <w:p w14:paraId="646AC80A" w14:textId="77777777" w:rsidR="00324B40" w:rsidRPr="00324B40" w:rsidRDefault="00324B40" w:rsidP="00324B40">
            <w:pPr>
              <w:pStyle w:val="BodyText2"/>
            </w:pPr>
            <w:r w:rsidRPr="00324B40">
              <w:t xml:space="preserve">Thank you for the clarification on getting the ASLA response file (crib) after origination was already sent. </w:t>
            </w:r>
            <w:proofErr w:type="gramStart"/>
            <w:r w:rsidRPr="00324B40">
              <w:t>So</w:t>
            </w:r>
            <w:proofErr w:type="gramEnd"/>
            <w:r w:rsidRPr="00324B40">
              <w:t xml:space="preserve"> the origination file would still be accepted even without the ASLA but when the disbursement file is sent that is when it will reject correct? I have to say that this process with the ASLA seems a bit backwards. I really don't understand why it couldn't be setup like EC and MPN where we get the files regardless of origination? We won't know who has done it or not done it until we send originations which will leave students scrambling to get it done when they need funds disbursed the most. Not sure how we can communicate with students who haven't done the ASLA like EC and MPN with this current process. I assume many other schools have similar concerns.</w:t>
            </w:r>
          </w:p>
        </w:tc>
        <w:tc>
          <w:tcPr>
            <w:tcW w:w="8235" w:type="dxa"/>
            <w:tcBorders>
              <w:top w:val="nil"/>
              <w:left w:val="nil"/>
              <w:bottom w:val="single" w:sz="4" w:space="0" w:color="auto"/>
              <w:right w:val="single" w:sz="4" w:space="0" w:color="auto"/>
            </w:tcBorders>
            <w:shd w:val="clear" w:color="auto" w:fill="auto"/>
            <w:hideMark/>
          </w:tcPr>
          <w:p w14:paraId="6F891F84" w14:textId="77777777" w:rsidR="00324B40" w:rsidRPr="00324B40" w:rsidRDefault="00324B40" w:rsidP="00324B40">
            <w:pPr>
              <w:pStyle w:val="BodyText2"/>
            </w:pPr>
            <w:r w:rsidRPr="00324B40">
              <w:t>Yes, if the origination is sent to COD with only anticipated disbursements it will not be rejected due to the acknowledgement not being completed. If the origination was sent for the 1st time and contained actual disbursements, then it could be rejected if not on file. We appreciate the feedback and have heard your concern, and we will continue to explore options to improve this process.</w:t>
            </w:r>
          </w:p>
        </w:tc>
      </w:tr>
      <w:tr w:rsidR="00324B40" w:rsidRPr="00324B40" w14:paraId="62A0D636"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410FE81C" w14:textId="77777777" w:rsidR="00324B40" w:rsidRPr="00324B40" w:rsidRDefault="00324B40" w:rsidP="00324B40">
            <w:pPr>
              <w:pStyle w:val="BodyText2"/>
            </w:pPr>
            <w:r w:rsidRPr="00324B40">
              <w:t xml:space="preserve">When updating a record to include the coronavirus indicator, and you find that the award amount is less than the disbursement </w:t>
            </w:r>
            <w:proofErr w:type="gramStart"/>
            <w:r w:rsidRPr="00324B40">
              <w:t>amount</w:t>
            </w:r>
            <w:proofErr w:type="gramEnd"/>
            <w:r w:rsidRPr="00324B40">
              <w:t xml:space="preserve"> you will like to report and therefore you get an error, does the award amount need to be updated first?</w:t>
            </w:r>
          </w:p>
        </w:tc>
        <w:tc>
          <w:tcPr>
            <w:tcW w:w="8235" w:type="dxa"/>
            <w:tcBorders>
              <w:top w:val="nil"/>
              <w:left w:val="nil"/>
              <w:bottom w:val="single" w:sz="4" w:space="0" w:color="auto"/>
              <w:right w:val="single" w:sz="4" w:space="0" w:color="auto"/>
            </w:tcBorders>
            <w:shd w:val="clear" w:color="auto" w:fill="auto"/>
            <w:hideMark/>
          </w:tcPr>
          <w:p w14:paraId="1A484C39" w14:textId="77777777" w:rsidR="00324B40" w:rsidRPr="00324B40" w:rsidRDefault="00324B40" w:rsidP="00324B40">
            <w:pPr>
              <w:pStyle w:val="BodyText2"/>
            </w:pPr>
            <w:r w:rsidRPr="00324B40">
              <w:t>Yes, the award amount would need to be updated if it is less than the disbursement amount.</w:t>
            </w:r>
          </w:p>
        </w:tc>
      </w:tr>
      <w:tr w:rsidR="00324B40" w:rsidRPr="00324B40" w14:paraId="47B69BC5" w14:textId="77777777" w:rsidTr="00324B40">
        <w:trPr>
          <w:trHeight w:val="2040"/>
        </w:trPr>
        <w:tc>
          <w:tcPr>
            <w:tcW w:w="2257" w:type="dxa"/>
            <w:tcBorders>
              <w:top w:val="nil"/>
              <w:left w:val="single" w:sz="4" w:space="0" w:color="auto"/>
              <w:bottom w:val="single" w:sz="4" w:space="0" w:color="auto"/>
              <w:right w:val="single" w:sz="4" w:space="0" w:color="auto"/>
            </w:tcBorders>
            <w:shd w:val="clear" w:color="auto" w:fill="auto"/>
            <w:hideMark/>
          </w:tcPr>
          <w:p w14:paraId="4F46B59A" w14:textId="77777777" w:rsidR="00324B40" w:rsidRPr="00324B40" w:rsidRDefault="00324B40" w:rsidP="00324B40">
            <w:pPr>
              <w:pStyle w:val="BodyText2"/>
            </w:pPr>
            <w:r w:rsidRPr="00324B40">
              <w:lastRenderedPageBreak/>
              <w:t>Correction:  SLIDE 37</w:t>
            </w:r>
          </w:p>
        </w:tc>
        <w:tc>
          <w:tcPr>
            <w:tcW w:w="8235" w:type="dxa"/>
            <w:tcBorders>
              <w:top w:val="nil"/>
              <w:left w:val="nil"/>
              <w:bottom w:val="single" w:sz="4" w:space="0" w:color="auto"/>
              <w:right w:val="single" w:sz="4" w:space="0" w:color="auto"/>
            </w:tcBorders>
            <w:shd w:val="clear" w:color="auto" w:fill="auto"/>
            <w:hideMark/>
          </w:tcPr>
          <w:p w14:paraId="66B1A292" w14:textId="77777777" w:rsidR="00324B40" w:rsidRPr="00324B40" w:rsidRDefault="00324B40" w:rsidP="00324B40">
            <w:pPr>
              <w:pStyle w:val="BodyText2"/>
            </w:pPr>
            <w:r w:rsidRPr="00324B40">
              <w:t xml:space="preserve">Please note there is a typo on slide 37. </w:t>
            </w:r>
            <w:r w:rsidRPr="00324B40">
              <w:br/>
            </w:r>
            <w:r w:rsidRPr="00324B40">
              <w:br/>
              <w:t>The COD edit reject for the Annual Student Loan Acknowledgement is 225 not 22 (as appears on slide)</w:t>
            </w:r>
            <w:r w:rsidRPr="00324B40">
              <w:br/>
            </w:r>
            <w:r w:rsidRPr="00324B40">
              <w:br/>
              <w:t>Slide should read:</w:t>
            </w:r>
            <w:r w:rsidRPr="00324B40">
              <w:br/>
              <w:t>IBT Disbursement Level Reject Edit 225"</w:t>
            </w:r>
          </w:p>
        </w:tc>
      </w:tr>
      <w:tr w:rsidR="00324B40" w:rsidRPr="00324B40" w14:paraId="51EDBEA6"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4382C183" w14:textId="77777777" w:rsidR="00324B40" w:rsidRPr="00324B40" w:rsidRDefault="00324B40" w:rsidP="00324B40">
            <w:pPr>
              <w:pStyle w:val="BodyText2"/>
            </w:pPr>
            <w:r w:rsidRPr="00324B40">
              <w:t>Do we know when adjustments due to sequestration will end?</w:t>
            </w:r>
          </w:p>
        </w:tc>
        <w:tc>
          <w:tcPr>
            <w:tcW w:w="8235" w:type="dxa"/>
            <w:tcBorders>
              <w:top w:val="nil"/>
              <w:left w:val="nil"/>
              <w:bottom w:val="single" w:sz="4" w:space="0" w:color="auto"/>
              <w:right w:val="single" w:sz="4" w:space="0" w:color="auto"/>
            </w:tcBorders>
            <w:shd w:val="clear" w:color="auto" w:fill="auto"/>
            <w:hideMark/>
          </w:tcPr>
          <w:p w14:paraId="0A469C7B" w14:textId="77777777" w:rsidR="00324B40" w:rsidRPr="00324B40" w:rsidRDefault="00324B40" w:rsidP="00324B40">
            <w:pPr>
              <w:pStyle w:val="BodyText2"/>
            </w:pPr>
            <w:r w:rsidRPr="00324B40">
              <w:t>We do not know when sequestration will end yet.</w:t>
            </w:r>
          </w:p>
        </w:tc>
      </w:tr>
      <w:tr w:rsidR="00324B40" w:rsidRPr="00324B40" w14:paraId="65F8706D"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28B7C757" w14:textId="77777777" w:rsidR="00324B40" w:rsidRPr="00324B40" w:rsidRDefault="00324B40" w:rsidP="00324B40">
            <w:pPr>
              <w:pStyle w:val="BodyText2"/>
            </w:pPr>
            <w:r w:rsidRPr="00324B40">
              <w:t>I am new to the financial aid process.  What is the function of the COD system?</w:t>
            </w:r>
          </w:p>
        </w:tc>
        <w:tc>
          <w:tcPr>
            <w:tcW w:w="8235" w:type="dxa"/>
            <w:tcBorders>
              <w:top w:val="nil"/>
              <w:left w:val="nil"/>
              <w:bottom w:val="single" w:sz="4" w:space="0" w:color="auto"/>
              <w:right w:val="single" w:sz="4" w:space="0" w:color="auto"/>
            </w:tcBorders>
            <w:shd w:val="clear" w:color="auto" w:fill="auto"/>
            <w:hideMark/>
          </w:tcPr>
          <w:p w14:paraId="2D6710B3" w14:textId="77777777" w:rsidR="00324B40" w:rsidRPr="00324B40" w:rsidRDefault="00324B40" w:rsidP="00324B40">
            <w:pPr>
              <w:pStyle w:val="BodyText2"/>
            </w:pPr>
            <w:r w:rsidRPr="00324B40">
              <w:t>The Common Origination and Disbursement (COD) System is the U.S. Department of Education's processing system for awarding aid to students. Financial aid administrators, servicers, or other officials can use this site to perform a variety of functions related to student, award, and disbursement data for the Title IV programs.</w:t>
            </w:r>
          </w:p>
        </w:tc>
      </w:tr>
      <w:tr w:rsidR="00324B40" w:rsidRPr="00324B40" w14:paraId="25131A47"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06FDF7CB" w14:textId="77777777" w:rsidR="00324B40" w:rsidRPr="00324B40" w:rsidRDefault="00324B40" w:rsidP="00324B40">
            <w:pPr>
              <w:pStyle w:val="BodyText2"/>
            </w:pPr>
            <w:r w:rsidRPr="00324B40">
              <w:t>My question was not addressed in the COD update presentation.  How can I reach the COD School Relations Center?</w:t>
            </w:r>
          </w:p>
        </w:tc>
        <w:tc>
          <w:tcPr>
            <w:tcW w:w="8235" w:type="dxa"/>
            <w:tcBorders>
              <w:top w:val="nil"/>
              <w:left w:val="nil"/>
              <w:bottom w:val="single" w:sz="4" w:space="0" w:color="auto"/>
              <w:right w:val="single" w:sz="4" w:space="0" w:color="auto"/>
            </w:tcBorders>
            <w:shd w:val="clear" w:color="auto" w:fill="auto"/>
            <w:hideMark/>
          </w:tcPr>
          <w:p w14:paraId="5817D354" w14:textId="77777777" w:rsidR="00324B40" w:rsidRPr="00324B40" w:rsidRDefault="00324B40" w:rsidP="00324B40">
            <w:pPr>
              <w:pStyle w:val="BodyText2"/>
            </w:pPr>
            <w:r w:rsidRPr="00324B40">
              <w:t>COD Support can be reached by phone or email. The contact information and hours of operation are:</w:t>
            </w:r>
            <w:r w:rsidRPr="00324B40">
              <w:br/>
            </w:r>
            <w:r w:rsidRPr="00324B40">
              <w:br/>
              <w:t>Phone: 1-800-848-0978</w:t>
            </w:r>
            <w:r w:rsidRPr="00324B40">
              <w:br/>
              <w:t>Monday - Friday, 8:00 A.M. - 8:00 P.M. Eastern Time Zone</w:t>
            </w:r>
            <w:r w:rsidRPr="00324B40">
              <w:br/>
              <w:t>Website: https://cod.ed.gov</w:t>
            </w:r>
            <w:r w:rsidRPr="00324B40">
              <w:br/>
              <w:t>Email: CODSupport@ed.gov</w:t>
            </w:r>
          </w:p>
        </w:tc>
      </w:tr>
      <w:tr w:rsidR="00324B40" w:rsidRPr="00324B40" w14:paraId="7E6D0048"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68E3EAAF" w14:textId="77777777" w:rsidR="00324B40" w:rsidRPr="00324B40" w:rsidRDefault="00324B40" w:rsidP="00324B40">
            <w:pPr>
              <w:pStyle w:val="BodyText2"/>
            </w:pPr>
            <w:r w:rsidRPr="00324B40">
              <w:t>Where can I find CARES Act implementation information and best practices for the COD system information?</w:t>
            </w:r>
          </w:p>
        </w:tc>
        <w:tc>
          <w:tcPr>
            <w:tcW w:w="8235" w:type="dxa"/>
            <w:tcBorders>
              <w:top w:val="nil"/>
              <w:left w:val="nil"/>
              <w:bottom w:val="single" w:sz="4" w:space="0" w:color="auto"/>
              <w:right w:val="single" w:sz="4" w:space="0" w:color="auto"/>
            </w:tcBorders>
            <w:shd w:val="clear" w:color="auto" w:fill="auto"/>
            <w:hideMark/>
          </w:tcPr>
          <w:p w14:paraId="0AAF3410" w14:textId="77777777" w:rsidR="00324B40" w:rsidRPr="00324B40" w:rsidRDefault="00324B40" w:rsidP="00324B40">
            <w:pPr>
              <w:pStyle w:val="BodyText2"/>
            </w:pPr>
            <w:r w:rsidRPr="00324B40">
              <w:t>https://ifap.ed.gov/electronic-announcements/110620CODSysImplemInfoCODSysChangesSupportCARESActSuppPhase</w:t>
            </w:r>
          </w:p>
        </w:tc>
      </w:tr>
      <w:tr w:rsidR="00324B40" w:rsidRPr="00324B40" w14:paraId="342045E6"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36B0CC62" w14:textId="77777777" w:rsidR="00324B40" w:rsidRPr="00324B40" w:rsidRDefault="00324B40" w:rsidP="00324B40">
            <w:pPr>
              <w:pStyle w:val="BodyText2"/>
            </w:pPr>
            <w:r w:rsidRPr="00324B40">
              <w:t>Where can I find the CARES Act R2T4 School Training Video?</w:t>
            </w:r>
          </w:p>
        </w:tc>
        <w:tc>
          <w:tcPr>
            <w:tcW w:w="8235" w:type="dxa"/>
            <w:tcBorders>
              <w:top w:val="nil"/>
              <w:left w:val="nil"/>
              <w:bottom w:val="single" w:sz="4" w:space="0" w:color="auto"/>
              <w:right w:val="single" w:sz="4" w:space="0" w:color="auto"/>
            </w:tcBorders>
            <w:shd w:val="clear" w:color="auto" w:fill="auto"/>
            <w:hideMark/>
          </w:tcPr>
          <w:p w14:paraId="379D99C1" w14:textId="77777777" w:rsidR="00324B40" w:rsidRPr="00324B40" w:rsidRDefault="00324B40" w:rsidP="00324B40">
            <w:pPr>
              <w:pStyle w:val="BodyText2"/>
            </w:pPr>
            <w:r w:rsidRPr="00324B40">
              <w:t>The "CARES Act R2T4 School Training Video"" is available on the Federal Student Aid E-Training website, located at https://fsatraining.ed.gov.</w:t>
            </w:r>
            <w:r w:rsidRPr="00324B40">
              <w:br/>
            </w:r>
            <w:r w:rsidRPr="00324B40">
              <w:br/>
              <w:t>The announcement link:  https://ifap.ed.gov/dear-colleague-letters/ANN2007"</w:t>
            </w:r>
          </w:p>
        </w:tc>
      </w:tr>
      <w:tr w:rsidR="00324B40" w:rsidRPr="00324B40" w14:paraId="6A359963"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552658A7" w14:textId="77777777" w:rsidR="00324B40" w:rsidRPr="00324B40" w:rsidRDefault="00324B40" w:rsidP="00324B40">
            <w:pPr>
              <w:pStyle w:val="BodyText2"/>
            </w:pPr>
            <w:r w:rsidRPr="00324B40">
              <w:t>What should I do if I determine a student is eligible for additional aid, but I have already processed the Coronavirus Indicator on a disbursement?</w:t>
            </w:r>
          </w:p>
        </w:tc>
        <w:tc>
          <w:tcPr>
            <w:tcW w:w="8235" w:type="dxa"/>
            <w:tcBorders>
              <w:top w:val="nil"/>
              <w:left w:val="nil"/>
              <w:bottom w:val="single" w:sz="4" w:space="0" w:color="auto"/>
              <w:right w:val="single" w:sz="4" w:space="0" w:color="auto"/>
            </w:tcBorders>
            <w:shd w:val="clear" w:color="auto" w:fill="auto"/>
            <w:hideMark/>
          </w:tcPr>
          <w:p w14:paraId="3B23DF2D" w14:textId="77777777" w:rsidR="00324B40" w:rsidRPr="00324B40" w:rsidRDefault="00324B40" w:rsidP="00324B40">
            <w:pPr>
              <w:pStyle w:val="BodyText2"/>
            </w:pPr>
            <w:r w:rsidRPr="00324B40">
              <w:t xml:space="preserve">You may process a new disbursement to cover the additional aid that the student is eligible for. No changes may be made to existing </w:t>
            </w:r>
            <w:proofErr w:type="spellStart"/>
            <w:r w:rsidRPr="00324B40">
              <w:t>disburseents</w:t>
            </w:r>
            <w:proofErr w:type="spellEnd"/>
            <w:r w:rsidRPr="00324B40">
              <w:t xml:space="preserve"> that have had the Coronavirus Indicator processed.</w:t>
            </w:r>
          </w:p>
        </w:tc>
      </w:tr>
      <w:tr w:rsidR="00324B40" w:rsidRPr="00324B40" w14:paraId="23DF3EAC" w14:textId="77777777" w:rsidTr="00324B40">
        <w:trPr>
          <w:trHeight w:val="8190"/>
        </w:trPr>
        <w:tc>
          <w:tcPr>
            <w:tcW w:w="2257" w:type="dxa"/>
            <w:tcBorders>
              <w:top w:val="nil"/>
              <w:left w:val="single" w:sz="4" w:space="0" w:color="auto"/>
              <w:bottom w:val="single" w:sz="4" w:space="0" w:color="auto"/>
              <w:right w:val="single" w:sz="4" w:space="0" w:color="auto"/>
            </w:tcBorders>
            <w:shd w:val="clear" w:color="auto" w:fill="auto"/>
            <w:hideMark/>
          </w:tcPr>
          <w:p w14:paraId="254A5537" w14:textId="77777777" w:rsidR="00324B40" w:rsidRPr="00324B40" w:rsidRDefault="00324B40" w:rsidP="00324B40">
            <w:pPr>
              <w:pStyle w:val="BodyText2"/>
            </w:pPr>
            <w:r w:rsidRPr="00324B40">
              <w:lastRenderedPageBreak/>
              <w:t xml:space="preserve">Most schools have noticed that when they do a backdated withdrawal and it’s 30 days after the </w:t>
            </w:r>
            <w:proofErr w:type="gramStart"/>
            <w:r w:rsidRPr="00324B40">
              <w:t>term</w:t>
            </w:r>
            <w:proofErr w:type="gramEnd"/>
            <w:r w:rsidRPr="00324B40">
              <w:t xml:space="preserve"> we get the following error:     There is nothing in IFAP that directly states the amount of time a backdated withdrawal can be done.  However, when a withdrawal is done, the “date the school determined the student withdrew” can be more than 30 days after the end of the Calendar Profile Period End Date.  For </w:t>
            </w:r>
            <w:proofErr w:type="gramStart"/>
            <w:r w:rsidRPr="00324B40">
              <w:t>example</w:t>
            </w:r>
            <w:proofErr w:type="gramEnd"/>
            <w:r w:rsidRPr="00324B40">
              <w:t xml:space="preserve"> we have a Mental and Medical Health Withdrawal Committee who reviews Fall cases in the Spring because the student was unable to turn in their paperwork due to the medical/mental circumstances they endured.    When an auditor reviews backdated </w:t>
            </w:r>
            <w:proofErr w:type="gramStart"/>
            <w:r w:rsidRPr="00324B40">
              <w:t>withdrawals</w:t>
            </w:r>
            <w:proofErr w:type="gramEnd"/>
            <w:r w:rsidRPr="00324B40">
              <w:t xml:space="preserve"> they review all paperwork.  The “date the school determined the student withdrew” would be when the Mental and Medical Health Withdrawal Committee makes their decision and sends us the notification.  Ex. I would receive official notification from them on 3/23/2021 that a student was approved for a withdrawal date of 9/1/2020.  Registrar’s would withdraw them with a withdrawal date of 9/1/2020 but the “date the school determined the student withdrew” would be 3/23/2021 which the COD R2T4 Calculator will not allow.  The date we receive the </w:t>
            </w:r>
            <w:r w:rsidRPr="00324B40">
              <w:lastRenderedPageBreak/>
              <w:t xml:space="preserve">official notification needs to match what is put in COD.  When we give the auditors the backdated withdrawal documentation, they will see that the school made the determination on 3/23/2021 but </w:t>
            </w:r>
            <w:proofErr w:type="gramStart"/>
            <w:r w:rsidRPr="00324B40">
              <w:t>in order to</w:t>
            </w:r>
            <w:proofErr w:type="gramEnd"/>
            <w:r w:rsidRPr="00324B40">
              <w:t xml:space="preserve"> calculate it in COD, we had to put in a date that fell within the Fall term.  This would be an audit finding.  Are we not to be doing backdated withdrawals more than 30 days after the end of term or “School Calendar Profile Period End Date”? If so, is it written in IFAP? We have researched and haven’t found anything.  We’re not the only school with this question and I am seeking clarification, please.  </w:t>
            </w:r>
          </w:p>
        </w:tc>
        <w:tc>
          <w:tcPr>
            <w:tcW w:w="8235" w:type="dxa"/>
            <w:tcBorders>
              <w:top w:val="nil"/>
              <w:left w:val="nil"/>
              <w:bottom w:val="single" w:sz="4" w:space="0" w:color="auto"/>
              <w:right w:val="single" w:sz="4" w:space="0" w:color="auto"/>
            </w:tcBorders>
            <w:shd w:val="clear" w:color="auto" w:fill="auto"/>
            <w:hideMark/>
          </w:tcPr>
          <w:p w14:paraId="2FB3E830" w14:textId="77777777" w:rsidR="00324B40" w:rsidRPr="00324B40" w:rsidRDefault="00324B40" w:rsidP="00324B40">
            <w:pPr>
              <w:pStyle w:val="BodyText2"/>
            </w:pPr>
            <w:r w:rsidRPr="00324B40">
              <w:lastRenderedPageBreak/>
              <w:t xml:space="preserve">If the institution did not determine that the student was withdrawn by the 30th day after the end of the payment period, the official date of determination is still that 30th day and that date is what the institution should enter in the system. Under 34 CFR 668.22(j)(2) institutions are required to make any returns required by R2T4 no later than 30 days after the end of a payment period. </w:t>
            </w:r>
          </w:p>
        </w:tc>
      </w:tr>
      <w:tr w:rsidR="00324B40" w:rsidRPr="00324B40" w14:paraId="6F242C39"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46742008" w14:textId="77777777" w:rsidR="00324B40" w:rsidRPr="00324B40" w:rsidRDefault="00324B40" w:rsidP="00324B40">
            <w:pPr>
              <w:pStyle w:val="BodyText2"/>
            </w:pPr>
            <w:r w:rsidRPr="00324B40">
              <w:t xml:space="preserve">Will the 12/31/20 deadline for setting the disbursement Coronavirus Indicator be extended if the COVID-19 public health emergency continues past that date? </w:t>
            </w:r>
          </w:p>
        </w:tc>
        <w:tc>
          <w:tcPr>
            <w:tcW w:w="8235" w:type="dxa"/>
            <w:tcBorders>
              <w:top w:val="nil"/>
              <w:left w:val="nil"/>
              <w:bottom w:val="single" w:sz="4" w:space="0" w:color="auto"/>
              <w:right w:val="single" w:sz="4" w:space="0" w:color="auto"/>
            </w:tcBorders>
            <w:shd w:val="clear" w:color="auto" w:fill="auto"/>
            <w:hideMark/>
          </w:tcPr>
          <w:p w14:paraId="6FFD9AAF" w14:textId="77777777" w:rsidR="00324B40" w:rsidRPr="00324B40" w:rsidRDefault="00324B40" w:rsidP="00324B40">
            <w:pPr>
              <w:pStyle w:val="BodyText2"/>
            </w:pPr>
            <w:r w:rsidRPr="00324B40">
              <w:t>For disbursements for Award Year 20/21, we are planning to extend the deadline.  We will continue to reevaluate as the public health emergency continues.</w:t>
            </w:r>
          </w:p>
        </w:tc>
      </w:tr>
      <w:tr w:rsidR="00324B40" w:rsidRPr="00324B40" w14:paraId="2F2DB977" w14:textId="77777777" w:rsidTr="00324B40">
        <w:trPr>
          <w:trHeight w:val="2040"/>
        </w:trPr>
        <w:tc>
          <w:tcPr>
            <w:tcW w:w="2257" w:type="dxa"/>
            <w:tcBorders>
              <w:top w:val="nil"/>
              <w:left w:val="single" w:sz="4" w:space="0" w:color="auto"/>
              <w:bottom w:val="single" w:sz="4" w:space="0" w:color="auto"/>
              <w:right w:val="single" w:sz="4" w:space="0" w:color="auto"/>
            </w:tcBorders>
            <w:shd w:val="clear" w:color="auto" w:fill="auto"/>
            <w:hideMark/>
          </w:tcPr>
          <w:p w14:paraId="59C18243" w14:textId="77777777" w:rsidR="00324B40" w:rsidRPr="00324B40" w:rsidRDefault="00324B40" w:rsidP="00324B40">
            <w:pPr>
              <w:pStyle w:val="BodyText2"/>
            </w:pPr>
            <w:r w:rsidRPr="00324B40">
              <w:t xml:space="preserve">Please confirm if Parent PLUS and Graduate PLUS loan disbursements may also be marked with the coronavirus indicator, if qualify.  All references I find in the electronic announcements </w:t>
            </w:r>
            <w:proofErr w:type="gramStart"/>
            <w:r w:rsidRPr="00324B40">
              <w:t>say</w:t>
            </w:r>
            <w:proofErr w:type="gramEnd"/>
            <w:r w:rsidRPr="00324B40">
              <w:t xml:space="preserve"> “Direct Loan funds” or Direct Loan disbursements” or “Direct Loans.” Am I to assume these references are </w:t>
            </w:r>
            <w:r w:rsidRPr="00324B40">
              <w:lastRenderedPageBreak/>
              <w:t>inclusive of all Direct Loans  (Subsidized, Unsubsidized, Parent PLUS, and Graduate PLUS)?</w:t>
            </w:r>
          </w:p>
        </w:tc>
        <w:tc>
          <w:tcPr>
            <w:tcW w:w="8235" w:type="dxa"/>
            <w:tcBorders>
              <w:top w:val="nil"/>
              <w:left w:val="nil"/>
              <w:bottom w:val="single" w:sz="4" w:space="0" w:color="auto"/>
              <w:right w:val="single" w:sz="4" w:space="0" w:color="auto"/>
            </w:tcBorders>
            <w:shd w:val="clear" w:color="auto" w:fill="auto"/>
            <w:hideMark/>
          </w:tcPr>
          <w:p w14:paraId="6FAF3268" w14:textId="77777777" w:rsidR="00324B40" w:rsidRPr="00324B40" w:rsidRDefault="00324B40" w:rsidP="00324B40">
            <w:pPr>
              <w:pStyle w:val="BodyText2"/>
            </w:pPr>
            <w:r w:rsidRPr="00324B40">
              <w:lastRenderedPageBreak/>
              <w:t>Yes, qualifying disbursements for all Direct Loan types (Subsidized, Unsubsidized, Parent PLUS, and Graduate PLUS) should be marked.</w:t>
            </w:r>
          </w:p>
        </w:tc>
      </w:tr>
      <w:tr w:rsidR="00324B40" w:rsidRPr="00324B40" w14:paraId="6DD399E1"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0830E379" w14:textId="77777777" w:rsidR="00324B40" w:rsidRPr="00324B40" w:rsidRDefault="00324B40" w:rsidP="00324B40">
            <w:pPr>
              <w:pStyle w:val="BodyText2"/>
            </w:pPr>
            <w:r w:rsidRPr="00324B40">
              <w:t xml:space="preserve">Do we know what will happen if a student in a non-term clock-hour program drops due to COVID-19, and re-enrolls within 180 days? Will it be different if it happens before or after the Coronavirus Indicator is set? </w:t>
            </w:r>
          </w:p>
        </w:tc>
        <w:tc>
          <w:tcPr>
            <w:tcW w:w="8235" w:type="dxa"/>
            <w:tcBorders>
              <w:top w:val="nil"/>
              <w:left w:val="nil"/>
              <w:bottom w:val="single" w:sz="4" w:space="0" w:color="auto"/>
              <w:right w:val="single" w:sz="4" w:space="0" w:color="auto"/>
            </w:tcBorders>
            <w:shd w:val="clear" w:color="auto" w:fill="auto"/>
            <w:hideMark/>
          </w:tcPr>
          <w:p w14:paraId="5693593F" w14:textId="77777777" w:rsidR="00324B40" w:rsidRPr="00324B40" w:rsidRDefault="00324B40" w:rsidP="00324B40">
            <w:pPr>
              <w:pStyle w:val="BodyText2"/>
            </w:pPr>
            <w:r w:rsidRPr="00324B40">
              <w:t xml:space="preserve">We need to follow up with our policy team to respond to your question. We have recorded your contact information and will provide a response as soon as possible.  </w:t>
            </w:r>
          </w:p>
        </w:tc>
      </w:tr>
      <w:tr w:rsidR="00324B40" w:rsidRPr="00324B40" w14:paraId="2D263A6B"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69C33E54" w14:textId="77777777" w:rsidR="00324B40" w:rsidRPr="00324B40" w:rsidRDefault="00324B40" w:rsidP="00324B40">
            <w:pPr>
              <w:pStyle w:val="BodyText2"/>
            </w:pPr>
            <w:r w:rsidRPr="00324B40">
              <w:t xml:space="preserve">If a </w:t>
            </w:r>
            <w:proofErr w:type="gramStart"/>
            <w:r w:rsidRPr="00324B40">
              <w:t>student withdrawals</w:t>
            </w:r>
            <w:proofErr w:type="gramEnd"/>
            <w:r w:rsidRPr="00324B40">
              <w:t xml:space="preserve"> due to COVID, when we put the flag on COD, would we also flag the Parent PLUS loan?</w:t>
            </w:r>
          </w:p>
        </w:tc>
        <w:tc>
          <w:tcPr>
            <w:tcW w:w="8235" w:type="dxa"/>
            <w:tcBorders>
              <w:top w:val="nil"/>
              <w:left w:val="nil"/>
              <w:bottom w:val="single" w:sz="4" w:space="0" w:color="auto"/>
              <w:right w:val="single" w:sz="4" w:space="0" w:color="auto"/>
            </w:tcBorders>
            <w:shd w:val="clear" w:color="auto" w:fill="auto"/>
            <w:hideMark/>
          </w:tcPr>
          <w:p w14:paraId="023B0472" w14:textId="77777777" w:rsidR="00324B40" w:rsidRPr="00324B40" w:rsidRDefault="00324B40" w:rsidP="00324B40">
            <w:pPr>
              <w:pStyle w:val="BodyText2"/>
            </w:pPr>
            <w:r w:rsidRPr="00324B40">
              <w:t>The flag would be marked on the qualifying disbursement(s). There is no loan-level flag to set.</w:t>
            </w:r>
          </w:p>
        </w:tc>
      </w:tr>
      <w:tr w:rsidR="00324B40" w:rsidRPr="00324B40" w14:paraId="0E06ADAA"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2E9BECC5" w14:textId="77777777" w:rsidR="00324B40" w:rsidRPr="00324B40" w:rsidRDefault="00324B40" w:rsidP="00324B40">
            <w:pPr>
              <w:pStyle w:val="BodyText2"/>
            </w:pPr>
            <w:r w:rsidRPr="00324B40">
              <w:t>Are Parent Plus loans included in the COD Coronavirus Indicator?</w:t>
            </w:r>
          </w:p>
        </w:tc>
        <w:tc>
          <w:tcPr>
            <w:tcW w:w="8235" w:type="dxa"/>
            <w:tcBorders>
              <w:top w:val="nil"/>
              <w:left w:val="nil"/>
              <w:bottom w:val="single" w:sz="4" w:space="0" w:color="auto"/>
              <w:right w:val="single" w:sz="4" w:space="0" w:color="auto"/>
            </w:tcBorders>
            <w:shd w:val="clear" w:color="auto" w:fill="auto"/>
            <w:hideMark/>
          </w:tcPr>
          <w:p w14:paraId="2ED72080" w14:textId="77777777" w:rsidR="00324B40" w:rsidRPr="00324B40" w:rsidRDefault="00324B40" w:rsidP="00324B40">
            <w:pPr>
              <w:pStyle w:val="BodyText2"/>
            </w:pPr>
            <w:r w:rsidRPr="00324B40">
              <w:t>Yes. Parent Plus loans are included in the COD Coronavirus Indicator.</w:t>
            </w:r>
          </w:p>
        </w:tc>
      </w:tr>
      <w:tr w:rsidR="00324B40" w:rsidRPr="00324B40" w14:paraId="0DB1BBB3"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3140FA19" w14:textId="77777777" w:rsidR="00324B40" w:rsidRPr="00324B40" w:rsidRDefault="00324B40" w:rsidP="00324B40">
            <w:pPr>
              <w:pStyle w:val="BodyText2"/>
            </w:pPr>
            <w:r w:rsidRPr="00324B40">
              <w:t>Is there a training video for the COD system?</w:t>
            </w:r>
          </w:p>
        </w:tc>
        <w:tc>
          <w:tcPr>
            <w:tcW w:w="8235" w:type="dxa"/>
            <w:tcBorders>
              <w:top w:val="nil"/>
              <w:left w:val="nil"/>
              <w:bottom w:val="single" w:sz="4" w:space="0" w:color="auto"/>
              <w:right w:val="single" w:sz="4" w:space="0" w:color="auto"/>
            </w:tcBorders>
            <w:shd w:val="clear" w:color="auto" w:fill="auto"/>
            <w:hideMark/>
          </w:tcPr>
          <w:p w14:paraId="24C7526C" w14:textId="77777777" w:rsidR="00324B40" w:rsidRPr="00324B40" w:rsidRDefault="00324B40" w:rsidP="00324B40">
            <w:pPr>
              <w:pStyle w:val="BodyText2"/>
            </w:pPr>
            <w:r w:rsidRPr="00324B40">
              <w:t>Training for navigating the COD system is available on the E-training website at https://fsatraining.info/login</w:t>
            </w:r>
          </w:p>
        </w:tc>
      </w:tr>
      <w:tr w:rsidR="00324B40" w:rsidRPr="00324B40" w14:paraId="5F3473C8"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767A79EC" w14:textId="77777777" w:rsidR="00324B40" w:rsidRPr="00324B40" w:rsidRDefault="00324B40" w:rsidP="00324B40">
            <w:pPr>
              <w:pStyle w:val="BodyText2"/>
            </w:pPr>
            <w:r w:rsidRPr="00324B40">
              <w:t>What options are available if a school makes a mistake and incorrectly sets the indicator in COD?</w:t>
            </w:r>
          </w:p>
        </w:tc>
        <w:tc>
          <w:tcPr>
            <w:tcW w:w="8235" w:type="dxa"/>
            <w:tcBorders>
              <w:top w:val="nil"/>
              <w:left w:val="nil"/>
              <w:bottom w:val="single" w:sz="4" w:space="0" w:color="auto"/>
              <w:right w:val="single" w:sz="4" w:space="0" w:color="auto"/>
            </w:tcBorders>
            <w:shd w:val="clear" w:color="auto" w:fill="auto"/>
            <w:hideMark/>
          </w:tcPr>
          <w:p w14:paraId="53A43FE7" w14:textId="77777777" w:rsidR="00324B40" w:rsidRPr="00324B40" w:rsidRDefault="00324B40" w:rsidP="00324B40">
            <w:pPr>
              <w:pStyle w:val="BodyText2"/>
            </w:pPr>
            <w:proofErr w:type="gramStart"/>
            <w:r w:rsidRPr="00324B40">
              <w:t>This is why</w:t>
            </w:r>
            <w:proofErr w:type="gramEnd"/>
            <w:r w:rsidRPr="00324B40">
              <w:t xml:space="preserve"> we really urge schools to not set the indicator before they are sure.  There are little to no options.  In the rare case that this happens call the COD Relations Center and they will escalate your issue to FSA.</w:t>
            </w:r>
          </w:p>
        </w:tc>
      </w:tr>
      <w:tr w:rsidR="00324B40" w:rsidRPr="00324B40" w14:paraId="4C913530"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7A4AAAF3" w14:textId="77777777" w:rsidR="00324B40" w:rsidRPr="00324B40" w:rsidRDefault="00324B40" w:rsidP="00324B40">
            <w:pPr>
              <w:pStyle w:val="BodyText2"/>
            </w:pPr>
            <w:r w:rsidRPr="00324B40">
              <w:t xml:space="preserve">I made an error to the award amount for that was updated with the coronavirus flag how can </w:t>
            </w:r>
            <w:proofErr w:type="spellStart"/>
            <w:r w:rsidRPr="00324B40">
              <w:t>i</w:t>
            </w:r>
            <w:proofErr w:type="spellEnd"/>
            <w:r w:rsidRPr="00324B40">
              <w:t xml:space="preserve"> adjust the award?</w:t>
            </w:r>
          </w:p>
        </w:tc>
        <w:tc>
          <w:tcPr>
            <w:tcW w:w="8235" w:type="dxa"/>
            <w:tcBorders>
              <w:top w:val="nil"/>
              <w:left w:val="nil"/>
              <w:bottom w:val="single" w:sz="4" w:space="0" w:color="auto"/>
              <w:right w:val="single" w:sz="4" w:space="0" w:color="auto"/>
            </w:tcBorders>
            <w:shd w:val="clear" w:color="auto" w:fill="auto"/>
            <w:hideMark/>
          </w:tcPr>
          <w:p w14:paraId="1D8D30AE" w14:textId="77777777" w:rsidR="00324B40" w:rsidRPr="00324B40" w:rsidRDefault="00324B40" w:rsidP="00324B40">
            <w:pPr>
              <w:pStyle w:val="BodyText2"/>
            </w:pPr>
            <w:proofErr w:type="gramStart"/>
            <w:r w:rsidRPr="00324B40">
              <w:t>This is why</w:t>
            </w:r>
            <w:proofErr w:type="gramEnd"/>
            <w:r w:rsidRPr="00324B40">
              <w:t xml:space="preserve"> we really urge schools to not set the indicator before they are sure.  There are little to no options.  In the rare case that this happens call the COD Relations Center and they will escalate your issue to FSA.</w:t>
            </w:r>
          </w:p>
        </w:tc>
      </w:tr>
      <w:tr w:rsidR="00324B40" w:rsidRPr="00324B40" w14:paraId="58D6890E"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79B25231" w14:textId="77777777" w:rsidR="00324B40" w:rsidRPr="00324B40" w:rsidRDefault="00324B40" w:rsidP="00324B40">
            <w:pPr>
              <w:pStyle w:val="BodyText2"/>
            </w:pPr>
            <w:r w:rsidRPr="00324B40">
              <w:t>If a student withdraws due to COVID Fall 20, so loans will be discharged/cancelled, can student then borrow full AY amount in spring (so includes fall amount that was cancelled)??</w:t>
            </w:r>
          </w:p>
        </w:tc>
        <w:tc>
          <w:tcPr>
            <w:tcW w:w="8235" w:type="dxa"/>
            <w:tcBorders>
              <w:top w:val="nil"/>
              <w:left w:val="nil"/>
              <w:bottom w:val="single" w:sz="4" w:space="0" w:color="auto"/>
              <w:right w:val="single" w:sz="4" w:space="0" w:color="auto"/>
            </w:tcBorders>
            <w:shd w:val="clear" w:color="auto" w:fill="auto"/>
            <w:hideMark/>
          </w:tcPr>
          <w:p w14:paraId="4908273F" w14:textId="77777777" w:rsidR="00324B40" w:rsidRPr="00324B40" w:rsidRDefault="00324B40" w:rsidP="00324B40">
            <w:pPr>
              <w:pStyle w:val="BodyText2"/>
            </w:pPr>
            <w:r w:rsidRPr="00324B40">
              <w:t xml:space="preserve">Yes, the full AY amount can be borrowed in Spring 2021 and can include the fall amount cancelled </w:t>
            </w:r>
            <w:proofErr w:type="gramStart"/>
            <w:r w:rsidRPr="00324B40">
              <w:t>as a result of</w:t>
            </w:r>
            <w:proofErr w:type="gramEnd"/>
            <w:r w:rsidRPr="00324B40">
              <w:t xml:space="preserve"> the COVID-19 withdrawal. When you check the Coronavirus indicator on COD Web you are verifying the recipient’s actual disbursement qualifies for DL cancellation. This action excludes the loan from the Direct Loan annual limits and Subsidized Loan usage calculations.</w:t>
            </w:r>
          </w:p>
        </w:tc>
      </w:tr>
      <w:tr w:rsidR="00324B40" w:rsidRPr="00324B40" w14:paraId="318DAC8C"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3954D0E0" w14:textId="77777777" w:rsidR="00324B40" w:rsidRPr="00324B40" w:rsidRDefault="00324B40" w:rsidP="00324B40">
            <w:pPr>
              <w:pStyle w:val="BodyText2"/>
            </w:pPr>
            <w:r w:rsidRPr="00324B40">
              <w:t xml:space="preserve">Why hasn't COD created an option to search for ASLA by the date it was completed?  We can search by date for MPN or counseling type but for ASLA under the informed borrower we can only </w:t>
            </w:r>
            <w:r w:rsidRPr="00324B40">
              <w:lastRenderedPageBreak/>
              <w:t>search by SSN.  A search by date function would be very helpful.</w:t>
            </w:r>
          </w:p>
        </w:tc>
        <w:tc>
          <w:tcPr>
            <w:tcW w:w="8235" w:type="dxa"/>
            <w:tcBorders>
              <w:top w:val="nil"/>
              <w:left w:val="nil"/>
              <w:bottom w:val="single" w:sz="4" w:space="0" w:color="auto"/>
              <w:right w:val="single" w:sz="4" w:space="0" w:color="auto"/>
            </w:tcBorders>
            <w:shd w:val="clear" w:color="auto" w:fill="auto"/>
            <w:hideMark/>
          </w:tcPr>
          <w:p w14:paraId="05DE05B5" w14:textId="77777777" w:rsidR="00324B40" w:rsidRPr="00324B40" w:rsidRDefault="00324B40" w:rsidP="00324B40">
            <w:pPr>
              <w:pStyle w:val="BodyText2"/>
            </w:pPr>
            <w:r w:rsidRPr="00324B40">
              <w:lastRenderedPageBreak/>
              <w:t>Thank you for your suggestion. FSA will be looking at options to improve search functionality for schools.</w:t>
            </w:r>
          </w:p>
        </w:tc>
      </w:tr>
      <w:tr w:rsidR="00324B40" w:rsidRPr="00324B40" w14:paraId="04F74F43"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23214EC1" w14:textId="77777777" w:rsidR="00324B40" w:rsidRPr="00324B40" w:rsidRDefault="00324B40" w:rsidP="00324B40">
            <w:pPr>
              <w:pStyle w:val="BodyText2"/>
            </w:pPr>
            <w:r w:rsidRPr="00324B40">
              <w:t>Please clarify the payment period start date to be entered in COD Update disbursement info page.  Are all the entries supposed have Jan. 1, 2018 as the payment period start date, or are we allowed to go back that far for period start dates?</w:t>
            </w:r>
          </w:p>
        </w:tc>
        <w:tc>
          <w:tcPr>
            <w:tcW w:w="8235" w:type="dxa"/>
            <w:tcBorders>
              <w:top w:val="nil"/>
              <w:left w:val="nil"/>
              <w:bottom w:val="single" w:sz="4" w:space="0" w:color="auto"/>
              <w:right w:val="single" w:sz="4" w:space="0" w:color="auto"/>
            </w:tcBorders>
            <w:shd w:val="clear" w:color="auto" w:fill="auto"/>
            <w:hideMark/>
          </w:tcPr>
          <w:p w14:paraId="4FD6F810" w14:textId="77777777" w:rsidR="00324B40" w:rsidRPr="00324B40" w:rsidRDefault="00324B40" w:rsidP="00324B40">
            <w:pPr>
              <w:pStyle w:val="BodyText2"/>
            </w:pPr>
            <w:r w:rsidRPr="00324B40">
              <w:t>The payment period start date is applicable to each disbursement, and disbursements with a payment period start date on or after Jan 1, 2018 are eligible to have the Coronavirus indicator set.</w:t>
            </w:r>
          </w:p>
        </w:tc>
      </w:tr>
      <w:tr w:rsidR="00324B40" w:rsidRPr="00324B40" w14:paraId="4CBE5327" w14:textId="77777777" w:rsidTr="00324B40">
        <w:trPr>
          <w:trHeight w:val="315"/>
        </w:trPr>
        <w:tc>
          <w:tcPr>
            <w:tcW w:w="2257" w:type="dxa"/>
            <w:tcBorders>
              <w:top w:val="nil"/>
              <w:left w:val="single" w:sz="4" w:space="0" w:color="auto"/>
              <w:bottom w:val="single" w:sz="4" w:space="0" w:color="auto"/>
              <w:right w:val="single" w:sz="4" w:space="0" w:color="auto"/>
            </w:tcBorders>
            <w:shd w:val="clear" w:color="auto" w:fill="auto"/>
            <w:hideMark/>
          </w:tcPr>
          <w:p w14:paraId="1EA881D4" w14:textId="77777777" w:rsidR="00324B40" w:rsidRPr="00324B40" w:rsidRDefault="00324B40" w:rsidP="00324B40">
            <w:pPr>
              <w:pStyle w:val="BodyText2"/>
            </w:pPr>
            <w:r w:rsidRPr="00324B40">
              <w:t>Is the 12/31/2020 deadline for 19/20 only?</w:t>
            </w:r>
          </w:p>
        </w:tc>
        <w:tc>
          <w:tcPr>
            <w:tcW w:w="8235" w:type="dxa"/>
            <w:tcBorders>
              <w:top w:val="nil"/>
              <w:left w:val="nil"/>
              <w:bottom w:val="single" w:sz="4" w:space="0" w:color="auto"/>
              <w:right w:val="single" w:sz="4" w:space="0" w:color="auto"/>
            </w:tcBorders>
            <w:shd w:val="clear" w:color="auto" w:fill="auto"/>
            <w:hideMark/>
          </w:tcPr>
          <w:p w14:paraId="4189563E" w14:textId="77777777" w:rsidR="00324B40" w:rsidRPr="00324B40" w:rsidRDefault="00324B40" w:rsidP="00324B40">
            <w:pPr>
              <w:pStyle w:val="BodyText2"/>
            </w:pPr>
            <w:proofErr w:type="gramStart"/>
            <w:r w:rsidRPr="00324B40">
              <w:t>Yes</w:t>
            </w:r>
            <w:proofErr w:type="gramEnd"/>
            <w:r w:rsidRPr="00324B40">
              <w:t xml:space="preserve"> and there will be guidance released soon on this topic.</w:t>
            </w:r>
          </w:p>
        </w:tc>
      </w:tr>
      <w:tr w:rsidR="00324B40" w:rsidRPr="00324B40" w14:paraId="63E13641"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3C88D5B6" w14:textId="77777777" w:rsidR="00324B40" w:rsidRPr="00324B40" w:rsidRDefault="00324B40" w:rsidP="00324B40">
            <w:pPr>
              <w:pStyle w:val="BodyText2"/>
            </w:pPr>
            <w:r w:rsidRPr="00324B40">
              <w:t>If a loan is 100% earned by the school under R2T4, but the student withdraws during the payment period due to COVID, should the indicator be set?</w:t>
            </w:r>
          </w:p>
        </w:tc>
        <w:tc>
          <w:tcPr>
            <w:tcW w:w="8235" w:type="dxa"/>
            <w:tcBorders>
              <w:top w:val="nil"/>
              <w:left w:val="nil"/>
              <w:bottom w:val="single" w:sz="4" w:space="0" w:color="auto"/>
              <w:right w:val="single" w:sz="4" w:space="0" w:color="auto"/>
            </w:tcBorders>
            <w:shd w:val="clear" w:color="auto" w:fill="auto"/>
            <w:hideMark/>
          </w:tcPr>
          <w:p w14:paraId="687B7916" w14:textId="77777777" w:rsidR="00324B40" w:rsidRPr="00324B40" w:rsidRDefault="00324B40" w:rsidP="00324B40">
            <w:pPr>
              <w:pStyle w:val="BodyText2"/>
            </w:pPr>
            <w:r w:rsidRPr="00324B40">
              <w:t xml:space="preserve">The coronavirus indicator should be set at the disbursement level on COD Web so that the appropriate adjustments can be made to discharge loans, cancel TEACH grant, restore Pell LEU or subsidized loan eligibility regardless of whether 100% was earned. If the institution uses R2T4 on </w:t>
            </w:r>
            <w:proofErr w:type="gramStart"/>
            <w:r w:rsidRPr="00324B40">
              <w:t>COD</w:t>
            </w:r>
            <w:proofErr w:type="gramEnd"/>
            <w:r w:rsidRPr="00324B40">
              <w:t xml:space="preserve"> the school should flag the record using the R2T4 coronavirus indicator for reporting. </w:t>
            </w:r>
          </w:p>
        </w:tc>
      </w:tr>
      <w:tr w:rsidR="00324B40" w:rsidRPr="00324B40" w14:paraId="7732D3F8"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51EB3FB7" w14:textId="77777777" w:rsidR="00324B40" w:rsidRPr="00324B40" w:rsidRDefault="00324B40" w:rsidP="00324B40">
            <w:pPr>
              <w:pStyle w:val="BodyText2"/>
            </w:pPr>
            <w:r w:rsidRPr="00324B40">
              <w:t>Do you have any update on what the other reporting option will be for CARES (instead of using the COD Calculator)</w:t>
            </w:r>
          </w:p>
        </w:tc>
        <w:tc>
          <w:tcPr>
            <w:tcW w:w="8235" w:type="dxa"/>
            <w:tcBorders>
              <w:top w:val="nil"/>
              <w:left w:val="nil"/>
              <w:bottom w:val="single" w:sz="4" w:space="0" w:color="auto"/>
              <w:right w:val="single" w:sz="4" w:space="0" w:color="auto"/>
            </w:tcBorders>
            <w:shd w:val="clear" w:color="auto" w:fill="auto"/>
            <w:hideMark/>
          </w:tcPr>
          <w:p w14:paraId="48F84318"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76F24F85"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73FAD2A4" w14:textId="77777777" w:rsidR="00324B40" w:rsidRPr="00324B40" w:rsidRDefault="00324B40" w:rsidP="00324B40">
            <w:pPr>
              <w:pStyle w:val="BodyText2"/>
            </w:pPr>
            <w:r w:rsidRPr="00324B40">
              <w:t xml:space="preserve">Do we need to do both the R2T4 </w:t>
            </w:r>
            <w:proofErr w:type="spellStart"/>
            <w:r w:rsidRPr="00324B40">
              <w:t>recalc</w:t>
            </w:r>
            <w:proofErr w:type="spellEnd"/>
            <w:r w:rsidRPr="00324B40">
              <w:t xml:space="preserve"> and the updates in COD?</w:t>
            </w:r>
          </w:p>
        </w:tc>
        <w:tc>
          <w:tcPr>
            <w:tcW w:w="8235" w:type="dxa"/>
            <w:tcBorders>
              <w:top w:val="nil"/>
              <w:left w:val="nil"/>
              <w:bottom w:val="single" w:sz="4" w:space="0" w:color="auto"/>
              <w:right w:val="single" w:sz="4" w:space="0" w:color="auto"/>
            </w:tcBorders>
            <w:shd w:val="clear" w:color="auto" w:fill="auto"/>
            <w:hideMark/>
          </w:tcPr>
          <w:p w14:paraId="786FE006" w14:textId="77777777" w:rsidR="00324B40" w:rsidRPr="00324B40" w:rsidRDefault="00324B40" w:rsidP="00324B40">
            <w:pPr>
              <w:pStyle w:val="BodyText2"/>
            </w:pPr>
            <w:r w:rsidRPr="00324B40">
              <w:t xml:space="preserve">Yes, the processes are separate. An </w:t>
            </w:r>
            <w:proofErr w:type="spellStart"/>
            <w:r w:rsidRPr="00324B40">
              <w:t>instutiton</w:t>
            </w:r>
            <w:proofErr w:type="spellEnd"/>
            <w:r w:rsidRPr="00324B40">
              <w:t xml:space="preserve"> will need to flag the disbursement in COD Web to make sure the Title IV aid is adjusted (ex. discharged, cancelled, Pell LEU restored). The institution will also need to into R2T4 on COD to flag for the R2T4 coronavirus indicator or by using the alternate solution for reporting by lump sum that will be available in Spring 2021. </w:t>
            </w:r>
          </w:p>
        </w:tc>
      </w:tr>
      <w:tr w:rsidR="00324B40" w:rsidRPr="00324B40" w14:paraId="0B52AE04"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48E19F92" w14:textId="77777777" w:rsidR="00324B40" w:rsidRPr="00324B40" w:rsidRDefault="00324B40" w:rsidP="00324B40">
            <w:pPr>
              <w:pStyle w:val="BodyText2"/>
            </w:pPr>
            <w:r w:rsidRPr="00324B40">
              <w:t>What is the process for reporting the R2T4 on COD system?</w:t>
            </w:r>
          </w:p>
        </w:tc>
        <w:tc>
          <w:tcPr>
            <w:tcW w:w="8235" w:type="dxa"/>
            <w:tcBorders>
              <w:top w:val="nil"/>
              <w:left w:val="nil"/>
              <w:bottom w:val="single" w:sz="4" w:space="0" w:color="auto"/>
              <w:right w:val="single" w:sz="4" w:space="0" w:color="auto"/>
            </w:tcBorders>
            <w:shd w:val="clear" w:color="auto" w:fill="auto"/>
            <w:hideMark/>
          </w:tcPr>
          <w:p w14:paraId="12B3806E"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42803516"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7DEA8FD0" w14:textId="77777777" w:rsidR="00324B40" w:rsidRPr="00324B40" w:rsidRDefault="00324B40" w:rsidP="00324B40">
            <w:pPr>
              <w:pStyle w:val="BodyText2"/>
            </w:pPr>
            <w:r w:rsidRPr="00324B40">
              <w:t xml:space="preserve">Is the RT24 ON COD indicator a </w:t>
            </w:r>
            <w:proofErr w:type="spellStart"/>
            <w:r w:rsidRPr="00324B40">
              <w:t>requirment</w:t>
            </w:r>
            <w:proofErr w:type="spellEnd"/>
            <w:r w:rsidRPr="00324B40">
              <w:t xml:space="preserve">, because </w:t>
            </w:r>
            <w:proofErr w:type="spellStart"/>
            <w:r w:rsidRPr="00324B40">
              <w:t>i</w:t>
            </w:r>
            <w:proofErr w:type="spellEnd"/>
            <w:r w:rsidRPr="00324B40">
              <w:t xml:space="preserve"> saw in another section that we will be able to do it another way in March 2021? thank you</w:t>
            </w:r>
          </w:p>
        </w:tc>
        <w:tc>
          <w:tcPr>
            <w:tcW w:w="8235" w:type="dxa"/>
            <w:tcBorders>
              <w:top w:val="nil"/>
              <w:left w:val="nil"/>
              <w:bottom w:val="single" w:sz="4" w:space="0" w:color="auto"/>
              <w:right w:val="single" w:sz="4" w:space="0" w:color="auto"/>
            </w:tcBorders>
            <w:shd w:val="clear" w:color="auto" w:fill="auto"/>
            <w:hideMark/>
          </w:tcPr>
          <w:p w14:paraId="2A9C1FE4"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3EAF87A8"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4B815CDE" w14:textId="77777777" w:rsidR="00324B40" w:rsidRPr="00324B40" w:rsidRDefault="00324B40" w:rsidP="00324B40">
            <w:pPr>
              <w:pStyle w:val="BodyText2"/>
            </w:pPr>
            <w:r w:rsidRPr="00324B40">
              <w:lastRenderedPageBreak/>
              <w:t>Is there a way to run a report showing all the students that we flagged with the coronavirus indicator?</w:t>
            </w:r>
          </w:p>
        </w:tc>
        <w:tc>
          <w:tcPr>
            <w:tcW w:w="8235" w:type="dxa"/>
            <w:tcBorders>
              <w:top w:val="nil"/>
              <w:left w:val="nil"/>
              <w:bottom w:val="single" w:sz="4" w:space="0" w:color="auto"/>
              <w:right w:val="single" w:sz="4" w:space="0" w:color="auto"/>
            </w:tcBorders>
            <w:shd w:val="clear" w:color="auto" w:fill="auto"/>
            <w:hideMark/>
          </w:tcPr>
          <w:p w14:paraId="3CD47C40" w14:textId="77777777" w:rsidR="00324B40" w:rsidRPr="00324B40" w:rsidRDefault="00324B40" w:rsidP="00324B40">
            <w:pPr>
              <w:pStyle w:val="BodyText2"/>
            </w:pPr>
            <w:r w:rsidRPr="00324B40">
              <w:t>You can visit the COD Reporting Site. Weekly reports are published by program that keep a cumulative record of flagged students.</w:t>
            </w:r>
          </w:p>
        </w:tc>
      </w:tr>
      <w:tr w:rsidR="00324B40" w:rsidRPr="00324B40" w14:paraId="2851D1CB"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6EF3FACA" w14:textId="77777777" w:rsidR="00324B40" w:rsidRPr="00324B40" w:rsidRDefault="00324B40" w:rsidP="00324B40">
            <w:pPr>
              <w:pStyle w:val="BodyText2"/>
            </w:pPr>
            <w:r w:rsidRPr="00324B40">
              <w:t>Can we save this presentation to share with others in the office who are not registered for conference?</w:t>
            </w:r>
          </w:p>
        </w:tc>
        <w:tc>
          <w:tcPr>
            <w:tcW w:w="8235" w:type="dxa"/>
            <w:tcBorders>
              <w:top w:val="nil"/>
              <w:left w:val="nil"/>
              <w:bottom w:val="single" w:sz="4" w:space="0" w:color="auto"/>
              <w:right w:val="single" w:sz="4" w:space="0" w:color="auto"/>
            </w:tcBorders>
            <w:shd w:val="clear" w:color="auto" w:fill="auto"/>
            <w:hideMark/>
          </w:tcPr>
          <w:p w14:paraId="20E91185" w14:textId="77777777" w:rsidR="00324B40" w:rsidRPr="00324B40" w:rsidRDefault="00324B40" w:rsidP="00324B40">
            <w:pPr>
              <w:pStyle w:val="BodyText2"/>
            </w:pPr>
            <w:r w:rsidRPr="00324B40">
              <w:t>Yes</w:t>
            </w:r>
          </w:p>
        </w:tc>
      </w:tr>
      <w:tr w:rsidR="00324B40" w:rsidRPr="00324B40" w14:paraId="029265AE" w14:textId="77777777" w:rsidTr="00324B40">
        <w:trPr>
          <w:trHeight w:val="2295"/>
        </w:trPr>
        <w:tc>
          <w:tcPr>
            <w:tcW w:w="2257" w:type="dxa"/>
            <w:tcBorders>
              <w:top w:val="nil"/>
              <w:left w:val="single" w:sz="4" w:space="0" w:color="auto"/>
              <w:bottom w:val="single" w:sz="4" w:space="0" w:color="auto"/>
              <w:right w:val="single" w:sz="4" w:space="0" w:color="auto"/>
            </w:tcBorders>
            <w:shd w:val="clear" w:color="auto" w:fill="auto"/>
            <w:hideMark/>
          </w:tcPr>
          <w:p w14:paraId="65EA0E3E" w14:textId="77777777" w:rsidR="00324B40" w:rsidRPr="00324B40" w:rsidRDefault="00324B40" w:rsidP="00324B40">
            <w:pPr>
              <w:pStyle w:val="BodyText2"/>
            </w:pPr>
            <w:r w:rsidRPr="00324B40">
              <w:t>It is still unclear for me, for the DL program in foreign schools, in which cases should the coronavirus indicator be used?</w:t>
            </w:r>
          </w:p>
        </w:tc>
        <w:tc>
          <w:tcPr>
            <w:tcW w:w="8235" w:type="dxa"/>
            <w:tcBorders>
              <w:top w:val="nil"/>
              <w:left w:val="nil"/>
              <w:bottom w:val="single" w:sz="4" w:space="0" w:color="auto"/>
              <w:right w:val="single" w:sz="4" w:space="0" w:color="auto"/>
            </w:tcBorders>
            <w:shd w:val="clear" w:color="auto" w:fill="auto"/>
            <w:hideMark/>
          </w:tcPr>
          <w:p w14:paraId="5F3154E3" w14:textId="77777777" w:rsidR="00324B40" w:rsidRPr="00324B40" w:rsidRDefault="00324B40" w:rsidP="00324B40">
            <w:pPr>
              <w:pStyle w:val="BodyText2"/>
            </w:pPr>
            <w:r w:rsidRPr="00324B40">
              <w:t>CARES Act relief for withdrawn students applies to Direct Loan borrowers at foreign schools and the same criteria for determining whether a student has withdrawn due to COVID-19 applies to such borrowers.</w:t>
            </w:r>
            <w:r w:rsidRPr="00324B40">
              <w:br/>
            </w:r>
            <w:r w:rsidRPr="00324B40">
              <w:br/>
              <w:t>The Coronavirus Indicator should be used to flag disbursements for periods in which students began attendance, but subsequently withdrew due to COVID-19.</w:t>
            </w:r>
          </w:p>
        </w:tc>
      </w:tr>
      <w:tr w:rsidR="00324B40" w:rsidRPr="00324B40" w14:paraId="028A4741"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45537630" w14:textId="77777777" w:rsidR="00324B40" w:rsidRPr="00324B40" w:rsidRDefault="00324B40" w:rsidP="00324B40">
            <w:pPr>
              <w:pStyle w:val="BodyText2"/>
            </w:pPr>
            <w:r w:rsidRPr="00324B40">
              <w:t>If a student withdraw from one school and COD was flag for convid-19, now the student enrolls in a new school what happens to the current flag and do the new school need to do anything with the current flag</w:t>
            </w:r>
          </w:p>
        </w:tc>
        <w:tc>
          <w:tcPr>
            <w:tcW w:w="8235" w:type="dxa"/>
            <w:tcBorders>
              <w:top w:val="nil"/>
              <w:left w:val="nil"/>
              <w:bottom w:val="single" w:sz="4" w:space="0" w:color="auto"/>
              <w:right w:val="single" w:sz="4" w:space="0" w:color="auto"/>
            </w:tcBorders>
            <w:shd w:val="clear" w:color="auto" w:fill="auto"/>
            <w:hideMark/>
          </w:tcPr>
          <w:p w14:paraId="2DE9EF33" w14:textId="77777777" w:rsidR="00324B40" w:rsidRPr="00324B40" w:rsidRDefault="00324B40" w:rsidP="00324B40">
            <w:pPr>
              <w:pStyle w:val="BodyText2"/>
            </w:pPr>
            <w:r w:rsidRPr="00324B40">
              <w:t xml:space="preserve">If the flag was set at another </w:t>
            </w:r>
            <w:proofErr w:type="gramStart"/>
            <w:r w:rsidRPr="00324B40">
              <w:t>school</w:t>
            </w:r>
            <w:proofErr w:type="gramEnd"/>
            <w:r w:rsidRPr="00324B40">
              <w:t xml:space="preserve"> it does not impact the disbursement at your school.</w:t>
            </w:r>
          </w:p>
        </w:tc>
      </w:tr>
      <w:tr w:rsidR="00324B40" w:rsidRPr="00324B40" w14:paraId="2DAE0E11"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0DDC4648" w14:textId="77777777" w:rsidR="00324B40" w:rsidRPr="00324B40" w:rsidRDefault="00324B40" w:rsidP="00324B40">
            <w:pPr>
              <w:pStyle w:val="BodyText2"/>
            </w:pPr>
            <w:r w:rsidRPr="00324B40">
              <w:t>Do we need to go back to add the R2T4 indictor to previously completed calcs?</w:t>
            </w:r>
          </w:p>
        </w:tc>
        <w:tc>
          <w:tcPr>
            <w:tcW w:w="8235" w:type="dxa"/>
            <w:tcBorders>
              <w:top w:val="nil"/>
              <w:left w:val="nil"/>
              <w:bottom w:val="single" w:sz="4" w:space="0" w:color="auto"/>
              <w:right w:val="single" w:sz="4" w:space="0" w:color="auto"/>
            </w:tcBorders>
            <w:shd w:val="clear" w:color="auto" w:fill="auto"/>
            <w:hideMark/>
          </w:tcPr>
          <w:p w14:paraId="5680FE71" w14:textId="77777777" w:rsidR="00324B40" w:rsidRPr="00324B40" w:rsidRDefault="00324B40" w:rsidP="00324B40">
            <w:pPr>
              <w:pStyle w:val="BodyText2"/>
            </w:pPr>
            <w:r w:rsidRPr="00324B40">
              <w:t xml:space="preserve">Yes, institutions who previously used R2T4 on COD to calculate returns before the CARES Act reporting solution was provided can go back into the saved record and edit it to select the R2T4 Coronavirus indicator. You may need to modify Step 3 to make sure the full amount of aid disbursed per the R2T4 waiver is accurate. </w:t>
            </w:r>
          </w:p>
        </w:tc>
      </w:tr>
      <w:tr w:rsidR="00324B40" w:rsidRPr="00324B40" w14:paraId="07DA33D4"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095E73ED" w14:textId="77777777" w:rsidR="00324B40" w:rsidRPr="00324B40" w:rsidRDefault="00324B40" w:rsidP="00324B40">
            <w:pPr>
              <w:pStyle w:val="BodyText2"/>
            </w:pPr>
            <w:r w:rsidRPr="00324B40">
              <w:t>Can we run a report showing the coronavirus indicators we submitted?</w:t>
            </w:r>
          </w:p>
        </w:tc>
        <w:tc>
          <w:tcPr>
            <w:tcW w:w="8235" w:type="dxa"/>
            <w:tcBorders>
              <w:top w:val="nil"/>
              <w:left w:val="nil"/>
              <w:bottom w:val="single" w:sz="4" w:space="0" w:color="auto"/>
              <w:right w:val="single" w:sz="4" w:space="0" w:color="auto"/>
            </w:tcBorders>
            <w:shd w:val="clear" w:color="auto" w:fill="auto"/>
            <w:hideMark/>
          </w:tcPr>
          <w:p w14:paraId="07920519" w14:textId="77777777" w:rsidR="00324B40" w:rsidRPr="00324B40" w:rsidRDefault="00324B40" w:rsidP="00324B40">
            <w:pPr>
              <w:pStyle w:val="BodyText2"/>
            </w:pPr>
            <w:r w:rsidRPr="00324B40">
              <w:t>You can visit the COD Reporting Site. Weekly reports are published by program that keep a cumulative record of flagged students.</w:t>
            </w:r>
          </w:p>
        </w:tc>
      </w:tr>
      <w:tr w:rsidR="00324B40" w:rsidRPr="00324B40" w14:paraId="307B7AD0"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5902F1C7" w14:textId="77777777" w:rsidR="00324B40" w:rsidRPr="00324B40" w:rsidRDefault="00324B40" w:rsidP="00324B40">
            <w:pPr>
              <w:pStyle w:val="BodyText2"/>
            </w:pPr>
            <w:r w:rsidRPr="00324B40">
              <w:t>Can we get confirmation if student completed on COD?</w:t>
            </w:r>
          </w:p>
        </w:tc>
        <w:tc>
          <w:tcPr>
            <w:tcW w:w="8235" w:type="dxa"/>
            <w:tcBorders>
              <w:top w:val="nil"/>
              <w:left w:val="nil"/>
              <w:bottom w:val="single" w:sz="4" w:space="0" w:color="auto"/>
              <w:right w:val="single" w:sz="4" w:space="0" w:color="auto"/>
            </w:tcBorders>
            <w:shd w:val="clear" w:color="auto" w:fill="auto"/>
            <w:hideMark/>
          </w:tcPr>
          <w:p w14:paraId="61024E1C" w14:textId="77777777" w:rsidR="00324B40" w:rsidRPr="00324B40" w:rsidRDefault="00324B40" w:rsidP="00324B40">
            <w:pPr>
              <w:pStyle w:val="BodyText2"/>
            </w:pPr>
            <w:r w:rsidRPr="00324B40">
              <w:t>We need more information to respond to this question.  Confirmation that the student completed what?</w:t>
            </w:r>
          </w:p>
        </w:tc>
      </w:tr>
      <w:tr w:rsidR="00324B40" w:rsidRPr="00324B40" w14:paraId="5D4D30C6"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0C2353F5" w14:textId="77777777" w:rsidR="00324B40" w:rsidRPr="00324B40" w:rsidRDefault="00324B40" w:rsidP="00324B40">
            <w:pPr>
              <w:pStyle w:val="BodyText2"/>
            </w:pPr>
            <w:r w:rsidRPr="00324B40">
              <w:t>What if a student qualifies for COVID withdrawal after 12/31/20?</w:t>
            </w:r>
          </w:p>
        </w:tc>
        <w:tc>
          <w:tcPr>
            <w:tcW w:w="8235" w:type="dxa"/>
            <w:tcBorders>
              <w:top w:val="nil"/>
              <w:left w:val="nil"/>
              <w:bottom w:val="single" w:sz="4" w:space="0" w:color="auto"/>
              <w:right w:val="single" w:sz="4" w:space="0" w:color="auto"/>
            </w:tcBorders>
            <w:shd w:val="clear" w:color="auto" w:fill="auto"/>
            <w:hideMark/>
          </w:tcPr>
          <w:p w14:paraId="4258A20A" w14:textId="77777777" w:rsidR="00324B40" w:rsidRPr="00324B40" w:rsidRDefault="00324B40" w:rsidP="00324B40">
            <w:pPr>
              <w:pStyle w:val="BodyText2"/>
            </w:pPr>
            <w:r w:rsidRPr="00324B40">
              <w:t>FSA will provide future guidance on this issue.</w:t>
            </w:r>
          </w:p>
        </w:tc>
      </w:tr>
      <w:tr w:rsidR="00324B40" w:rsidRPr="00324B40" w14:paraId="1AE57DBE"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7554FF48" w14:textId="77777777" w:rsidR="00324B40" w:rsidRPr="00324B40" w:rsidRDefault="00324B40" w:rsidP="00324B40">
            <w:pPr>
              <w:pStyle w:val="BodyText2"/>
            </w:pPr>
            <w:r w:rsidRPr="00324B40">
              <w:t xml:space="preserve">If you </w:t>
            </w:r>
            <w:proofErr w:type="spellStart"/>
            <w:r w:rsidRPr="00324B40">
              <w:t>dont</w:t>
            </w:r>
            <w:proofErr w:type="spellEnd"/>
            <w:r w:rsidRPr="00324B40">
              <w:t xml:space="preserve"> use R2T4 calculator are you required to use it for the R2T4 coronavirus indicator to flag?</w:t>
            </w:r>
          </w:p>
        </w:tc>
        <w:tc>
          <w:tcPr>
            <w:tcW w:w="8235" w:type="dxa"/>
            <w:tcBorders>
              <w:top w:val="nil"/>
              <w:left w:val="nil"/>
              <w:bottom w:val="single" w:sz="4" w:space="0" w:color="auto"/>
              <w:right w:val="single" w:sz="4" w:space="0" w:color="auto"/>
            </w:tcBorders>
            <w:shd w:val="clear" w:color="auto" w:fill="auto"/>
            <w:hideMark/>
          </w:tcPr>
          <w:p w14:paraId="58D267D0"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606DA9C7"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71159A11" w14:textId="77777777" w:rsidR="00324B40" w:rsidRPr="00324B40" w:rsidRDefault="00324B40" w:rsidP="00324B40">
            <w:pPr>
              <w:pStyle w:val="BodyText2"/>
            </w:pPr>
            <w:r w:rsidRPr="00324B40">
              <w:t xml:space="preserve">Where is the CARES act report found?  I don't see </w:t>
            </w:r>
            <w:r w:rsidRPr="00324B40">
              <w:lastRenderedPageBreak/>
              <w:t>that option in our reports.</w:t>
            </w:r>
          </w:p>
        </w:tc>
        <w:tc>
          <w:tcPr>
            <w:tcW w:w="8235" w:type="dxa"/>
            <w:tcBorders>
              <w:top w:val="nil"/>
              <w:left w:val="nil"/>
              <w:bottom w:val="single" w:sz="4" w:space="0" w:color="auto"/>
              <w:right w:val="single" w:sz="4" w:space="0" w:color="auto"/>
            </w:tcBorders>
            <w:shd w:val="clear" w:color="auto" w:fill="auto"/>
            <w:hideMark/>
          </w:tcPr>
          <w:p w14:paraId="64C47948" w14:textId="77777777" w:rsidR="00324B40" w:rsidRPr="00324B40" w:rsidRDefault="00324B40" w:rsidP="00324B40">
            <w:pPr>
              <w:pStyle w:val="BodyText2"/>
            </w:pPr>
            <w:r w:rsidRPr="00324B40">
              <w:lastRenderedPageBreak/>
              <w:t xml:space="preserve">The reports are published by program and are available on the COD Reporting Site. </w:t>
            </w:r>
            <w:proofErr w:type="gramStart"/>
            <w:r w:rsidRPr="00324B40">
              <w:t>Example</w:t>
            </w:r>
            <w:proofErr w:type="gramEnd"/>
            <w:r w:rsidRPr="00324B40">
              <w:t xml:space="preserve"> report name: "Direct Loan Weekly Coronavirus Report".</w:t>
            </w:r>
          </w:p>
        </w:tc>
      </w:tr>
      <w:tr w:rsidR="00324B40" w:rsidRPr="00324B40" w14:paraId="48CB9E00"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6A172356" w14:textId="77777777" w:rsidR="00324B40" w:rsidRPr="00324B40" w:rsidRDefault="00324B40" w:rsidP="00324B40">
            <w:pPr>
              <w:pStyle w:val="BodyText2"/>
            </w:pPr>
            <w:r w:rsidRPr="00324B40">
              <w:t>For the Spring 2020 semester, if the school policy is that the waiver applies to students for the Spring 2020 semester should we exclude all students in Distance Learning programs since no disruption occurred?  What about students in 100% online courses, but not a specific Distance Learning program? Would they be included or excluded?</w:t>
            </w:r>
          </w:p>
        </w:tc>
        <w:tc>
          <w:tcPr>
            <w:tcW w:w="8235" w:type="dxa"/>
            <w:tcBorders>
              <w:top w:val="nil"/>
              <w:left w:val="nil"/>
              <w:bottom w:val="single" w:sz="4" w:space="0" w:color="auto"/>
              <w:right w:val="single" w:sz="4" w:space="0" w:color="auto"/>
            </w:tcBorders>
            <w:shd w:val="clear" w:color="auto" w:fill="auto"/>
            <w:hideMark/>
          </w:tcPr>
          <w:p w14:paraId="14B3979A" w14:textId="77777777" w:rsidR="00324B40" w:rsidRPr="00324B40" w:rsidRDefault="00324B40" w:rsidP="00324B40">
            <w:pPr>
              <w:pStyle w:val="BodyText2"/>
            </w:pPr>
            <w:r w:rsidRPr="00324B40">
              <w:t>Please send the details for your inquiry to COVID-19@ed.gov for further guidance.</w:t>
            </w:r>
          </w:p>
        </w:tc>
      </w:tr>
      <w:tr w:rsidR="00324B40" w:rsidRPr="00324B40" w14:paraId="05794BC0"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46794289" w14:textId="77777777" w:rsidR="00324B40" w:rsidRPr="00324B40" w:rsidRDefault="00324B40" w:rsidP="00324B40">
            <w:pPr>
              <w:pStyle w:val="BodyText2"/>
            </w:pPr>
            <w:r w:rsidRPr="00324B40">
              <w:t>Must we use the R2T4 Coronavirus Indicator in the R2T4 Calculator in COD or can we use our own method to report these students?</w:t>
            </w:r>
          </w:p>
        </w:tc>
        <w:tc>
          <w:tcPr>
            <w:tcW w:w="8235" w:type="dxa"/>
            <w:tcBorders>
              <w:top w:val="nil"/>
              <w:left w:val="nil"/>
              <w:bottom w:val="single" w:sz="4" w:space="0" w:color="auto"/>
              <w:right w:val="single" w:sz="4" w:space="0" w:color="auto"/>
            </w:tcBorders>
            <w:shd w:val="clear" w:color="auto" w:fill="auto"/>
            <w:hideMark/>
          </w:tcPr>
          <w:p w14:paraId="34FA681F"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50015BAE"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195BBA1A" w14:textId="77777777" w:rsidR="00324B40" w:rsidRPr="00324B40" w:rsidRDefault="00324B40" w:rsidP="00324B40">
            <w:pPr>
              <w:pStyle w:val="BodyText2"/>
            </w:pPr>
            <w:r w:rsidRPr="00324B40">
              <w:t xml:space="preserve">Would you be able to produce your slides on a background that is not </w:t>
            </w:r>
            <w:proofErr w:type="gramStart"/>
            <w:r w:rsidRPr="00324B40">
              <w:t>black.</w:t>
            </w:r>
            <w:proofErr w:type="gramEnd"/>
            <w:r w:rsidRPr="00324B40">
              <w:t xml:space="preserve">  I ran out of ink trying to print.  Thank so much!</w:t>
            </w:r>
          </w:p>
        </w:tc>
        <w:tc>
          <w:tcPr>
            <w:tcW w:w="8235" w:type="dxa"/>
            <w:tcBorders>
              <w:top w:val="nil"/>
              <w:left w:val="nil"/>
              <w:bottom w:val="single" w:sz="4" w:space="0" w:color="auto"/>
              <w:right w:val="single" w:sz="4" w:space="0" w:color="auto"/>
            </w:tcBorders>
            <w:shd w:val="clear" w:color="auto" w:fill="auto"/>
            <w:hideMark/>
          </w:tcPr>
          <w:p w14:paraId="6EFF3782" w14:textId="77777777" w:rsidR="00324B40" w:rsidRPr="00324B40" w:rsidRDefault="00324B40" w:rsidP="00324B40">
            <w:pPr>
              <w:pStyle w:val="BodyText2"/>
            </w:pPr>
            <w:r w:rsidRPr="00324B40">
              <w:t xml:space="preserve">Thank you for the feedback.  Yes, we will consider that for future presentations. </w:t>
            </w:r>
          </w:p>
        </w:tc>
      </w:tr>
      <w:tr w:rsidR="00324B40" w:rsidRPr="00324B40" w14:paraId="12857725"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5F26F9F3" w14:textId="77777777" w:rsidR="00324B40" w:rsidRPr="00324B40" w:rsidRDefault="00324B40" w:rsidP="00324B40">
            <w:pPr>
              <w:pStyle w:val="BodyText2"/>
            </w:pPr>
            <w:r w:rsidRPr="00324B40">
              <w:t>Do we need to report COVID withdrawals through the R2T4 on COD tool if the student already earned 100% of their aid at the time of withdrawal?</w:t>
            </w:r>
          </w:p>
        </w:tc>
        <w:tc>
          <w:tcPr>
            <w:tcW w:w="8235" w:type="dxa"/>
            <w:tcBorders>
              <w:top w:val="nil"/>
              <w:left w:val="nil"/>
              <w:bottom w:val="single" w:sz="4" w:space="0" w:color="auto"/>
              <w:right w:val="single" w:sz="4" w:space="0" w:color="auto"/>
            </w:tcBorders>
            <w:shd w:val="clear" w:color="auto" w:fill="auto"/>
            <w:hideMark/>
          </w:tcPr>
          <w:p w14:paraId="754FD403" w14:textId="77777777" w:rsidR="00324B40" w:rsidRPr="00324B40" w:rsidRDefault="00324B40" w:rsidP="00324B40">
            <w:pPr>
              <w:pStyle w:val="BodyText2"/>
            </w:pPr>
            <w:r w:rsidRPr="00324B40">
              <w:t xml:space="preserve">If you use R2T4 on COD and saved a record to show that the student earned 100% you would need to go into the record to flag the record for R2T4 the coronavirus indicator. If you do not use R2T4 on </w:t>
            </w:r>
            <w:proofErr w:type="gramStart"/>
            <w:r w:rsidRPr="00324B40">
              <w:t>COD</w:t>
            </w:r>
            <w:proofErr w:type="gramEnd"/>
            <w:r w:rsidRPr="00324B40">
              <w:t xml:space="preserve"> you would only need to report the lump sum amount for all students when the alternate solution is provided.  </w:t>
            </w:r>
          </w:p>
        </w:tc>
      </w:tr>
      <w:tr w:rsidR="00324B40" w:rsidRPr="00324B40" w14:paraId="3679F18D"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25388A41" w14:textId="77777777" w:rsidR="00324B40" w:rsidRPr="00324B40" w:rsidRDefault="00324B40" w:rsidP="00324B40">
            <w:pPr>
              <w:pStyle w:val="BodyText2"/>
            </w:pPr>
            <w:r w:rsidRPr="00324B40">
              <w:t>Can we make Coronavirus Indicator updates for Fall 2020 payment period after December 31, 2020?</w:t>
            </w:r>
          </w:p>
        </w:tc>
        <w:tc>
          <w:tcPr>
            <w:tcW w:w="8235" w:type="dxa"/>
            <w:tcBorders>
              <w:top w:val="nil"/>
              <w:left w:val="nil"/>
              <w:bottom w:val="single" w:sz="4" w:space="0" w:color="auto"/>
              <w:right w:val="single" w:sz="4" w:space="0" w:color="auto"/>
            </w:tcBorders>
            <w:shd w:val="clear" w:color="auto" w:fill="auto"/>
            <w:hideMark/>
          </w:tcPr>
          <w:p w14:paraId="051CA1DB" w14:textId="77777777" w:rsidR="00324B40" w:rsidRPr="00324B40" w:rsidRDefault="00324B40" w:rsidP="00324B40">
            <w:pPr>
              <w:pStyle w:val="BodyText2"/>
            </w:pPr>
            <w:r w:rsidRPr="00324B40">
              <w:t>Look for upcoming guidance on what the process will be after 12/31/2020.</w:t>
            </w:r>
          </w:p>
        </w:tc>
      </w:tr>
      <w:tr w:rsidR="00324B40" w:rsidRPr="00324B40" w14:paraId="7BFC613D"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7F348164" w14:textId="77777777" w:rsidR="00324B40" w:rsidRPr="00324B40" w:rsidRDefault="00324B40" w:rsidP="00324B40">
            <w:pPr>
              <w:pStyle w:val="BodyText2"/>
            </w:pPr>
            <w:r w:rsidRPr="00324B40">
              <w:t>What if a student in a non-term/clock hour program that re-enters within 180 days? Would we be just adding a new disbursement or unflagging the COVID box?</w:t>
            </w:r>
          </w:p>
        </w:tc>
        <w:tc>
          <w:tcPr>
            <w:tcW w:w="8235" w:type="dxa"/>
            <w:tcBorders>
              <w:top w:val="nil"/>
              <w:left w:val="nil"/>
              <w:bottom w:val="single" w:sz="4" w:space="0" w:color="auto"/>
              <w:right w:val="single" w:sz="4" w:space="0" w:color="auto"/>
            </w:tcBorders>
            <w:shd w:val="clear" w:color="auto" w:fill="auto"/>
            <w:hideMark/>
          </w:tcPr>
          <w:p w14:paraId="1C54CAFF" w14:textId="77777777" w:rsidR="00324B40" w:rsidRPr="00324B40" w:rsidRDefault="00324B40" w:rsidP="00324B40">
            <w:pPr>
              <w:pStyle w:val="BodyText2"/>
            </w:pPr>
            <w:r w:rsidRPr="00324B40">
              <w:t>You would add a new disbursement.</w:t>
            </w:r>
          </w:p>
        </w:tc>
      </w:tr>
      <w:tr w:rsidR="00324B40" w:rsidRPr="00324B40" w14:paraId="1788B959"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1C2B61BD" w14:textId="77777777" w:rsidR="00324B40" w:rsidRPr="00324B40" w:rsidRDefault="00324B40" w:rsidP="00324B40">
            <w:pPr>
              <w:pStyle w:val="BodyText2"/>
            </w:pPr>
            <w:r w:rsidRPr="00324B40">
              <w:lastRenderedPageBreak/>
              <w:t>What happens if you incorrectly flag a disbursement with the coronavirus indicator? Can COD help to correct it?</w:t>
            </w:r>
          </w:p>
        </w:tc>
        <w:tc>
          <w:tcPr>
            <w:tcW w:w="8235" w:type="dxa"/>
            <w:tcBorders>
              <w:top w:val="nil"/>
              <w:left w:val="nil"/>
              <w:bottom w:val="single" w:sz="4" w:space="0" w:color="auto"/>
              <w:right w:val="single" w:sz="4" w:space="0" w:color="auto"/>
            </w:tcBorders>
            <w:shd w:val="clear" w:color="auto" w:fill="auto"/>
            <w:hideMark/>
          </w:tcPr>
          <w:p w14:paraId="47515DCF" w14:textId="77777777" w:rsidR="00324B40" w:rsidRPr="00324B40" w:rsidRDefault="00324B40" w:rsidP="00324B40">
            <w:pPr>
              <w:pStyle w:val="BodyText2"/>
            </w:pPr>
            <w:proofErr w:type="gramStart"/>
            <w:r w:rsidRPr="00324B40">
              <w:t>This is why</w:t>
            </w:r>
            <w:proofErr w:type="gramEnd"/>
            <w:r w:rsidRPr="00324B40">
              <w:t xml:space="preserve"> we really urge schools to not set the indicator before they are sure.  There are little to no options.  In the rare case that this happens call the COD Relations Center and they will escalate your issue to FSA.</w:t>
            </w:r>
          </w:p>
        </w:tc>
      </w:tr>
      <w:tr w:rsidR="00324B40" w:rsidRPr="00324B40" w14:paraId="013AB2A3"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733B5B6D" w14:textId="77777777" w:rsidR="00324B40" w:rsidRPr="00324B40" w:rsidRDefault="00324B40" w:rsidP="00324B40">
            <w:pPr>
              <w:pStyle w:val="BodyText2"/>
            </w:pPr>
            <w:r w:rsidRPr="00324B40">
              <w:t>Will there be a way for schools to report funds that were not returned due to COVID that does not require completing the R2T4 worksheets in COD?  Our school uses our system to calculate R2T4 and does not use the COD worksheets.</w:t>
            </w:r>
          </w:p>
        </w:tc>
        <w:tc>
          <w:tcPr>
            <w:tcW w:w="8235" w:type="dxa"/>
            <w:tcBorders>
              <w:top w:val="nil"/>
              <w:left w:val="nil"/>
              <w:bottom w:val="single" w:sz="4" w:space="0" w:color="auto"/>
              <w:right w:val="single" w:sz="4" w:space="0" w:color="auto"/>
            </w:tcBorders>
            <w:shd w:val="clear" w:color="auto" w:fill="auto"/>
            <w:hideMark/>
          </w:tcPr>
          <w:p w14:paraId="472F6B78"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559F005D"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43E3DB1A" w14:textId="77777777" w:rsidR="00324B40" w:rsidRPr="00324B40" w:rsidRDefault="00324B40" w:rsidP="00324B40">
            <w:pPr>
              <w:pStyle w:val="BodyText2"/>
            </w:pPr>
            <w:r w:rsidRPr="00324B40">
              <w:t>Can we request a temporary removal of the Coronavirus indicator if we need to reduce the Pell amount, example due to unclaimed refunds?</w:t>
            </w:r>
          </w:p>
        </w:tc>
        <w:tc>
          <w:tcPr>
            <w:tcW w:w="8235" w:type="dxa"/>
            <w:tcBorders>
              <w:top w:val="nil"/>
              <w:left w:val="nil"/>
              <w:bottom w:val="single" w:sz="4" w:space="0" w:color="auto"/>
              <w:right w:val="single" w:sz="4" w:space="0" w:color="auto"/>
            </w:tcBorders>
            <w:shd w:val="clear" w:color="auto" w:fill="auto"/>
            <w:hideMark/>
          </w:tcPr>
          <w:p w14:paraId="17593DA7" w14:textId="77777777" w:rsidR="00324B40" w:rsidRPr="00324B40" w:rsidRDefault="00324B40" w:rsidP="00324B40">
            <w:pPr>
              <w:pStyle w:val="BodyText2"/>
            </w:pPr>
            <w:proofErr w:type="gramStart"/>
            <w:r w:rsidRPr="00324B40">
              <w:t>This is why</w:t>
            </w:r>
            <w:proofErr w:type="gramEnd"/>
            <w:r w:rsidRPr="00324B40">
              <w:t xml:space="preserve"> we really urge schools to not set the indicator before they are sure.  There are little to no options.  In the rare case that this happens call the COD Relations Center and they will escalate your issue to FSA.</w:t>
            </w:r>
          </w:p>
        </w:tc>
      </w:tr>
      <w:tr w:rsidR="00324B40" w:rsidRPr="00324B40" w14:paraId="1D7DC267"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4FDDE1AD" w14:textId="77777777" w:rsidR="00324B40" w:rsidRPr="00324B40" w:rsidRDefault="00324B40" w:rsidP="00324B40">
            <w:pPr>
              <w:pStyle w:val="BodyText2"/>
            </w:pPr>
            <w:r w:rsidRPr="00324B40">
              <w:t>How will schools which do not use the COD R2T4 Tool to perform their R2T4 calculations report and post the R2T4 Indicator as required for affected records?</w:t>
            </w:r>
          </w:p>
        </w:tc>
        <w:tc>
          <w:tcPr>
            <w:tcW w:w="8235" w:type="dxa"/>
            <w:tcBorders>
              <w:top w:val="nil"/>
              <w:left w:val="nil"/>
              <w:bottom w:val="single" w:sz="4" w:space="0" w:color="auto"/>
              <w:right w:val="single" w:sz="4" w:space="0" w:color="auto"/>
            </w:tcBorders>
            <w:shd w:val="clear" w:color="auto" w:fill="auto"/>
            <w:hideMark/>
          </w:tcPr>
          <w:p w14:paraId="0E278749" w14:textId="77777777" w:rsidR="00324B40" w:rsidRPr="00324B40" w:rsidRDefault="00324B40" w:rsidP="00324B40">
            <w:pPr>
              <w:pStyle w:val="BodyText2"/>
            </w:pPr>
            <w:r w:rsidRPr="00324B40">
              <w:t xml:space="preserve">Schools who do not use R2T4 on COD will be able to report lump sum amounts of Title IV aid that would have been returned under normal circumstances. Reporting will be by program type and  schools will report though the OPEID. This option will be available in Spring 2021. </w:t>
            </w:r>
          </w:p>
        </w:tc>
      </w:tr>
      <w:tr w:rsidR="00324B40" w:rsidRPr="00324B40" w14:paraId="20BB0319"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7C97BCCF" w14:textId="77777777" w:rsidR="00324B40" w:rsidRPr="00324B40" w:rsidRDefault="00324B40" w:rsidP="00324B40">
            <w:pPr>
              <w:pStyle w:val="BodyText2"/>
            </w:pPr>
            <w:r w:rsidRPr="00324B40">
              <w:t xml:space="preserve">When completing R2T4 process for a student who withdrew due to </w:t>
            </w:r>
            <w:proofErr w:type="spellStart"/>
            <w:r w:rsidRPr="00324B40">
              <w:t>covid</w:t>
            </w:r>
            <w:proofErr w:type="spellEnd"/>
            <w:r w:rsidRPr="00324B40">
              <w:t xml:space="preserve">, our first return zeroed out all disbursed and could have been disbursed funds. The second one we completed only zeroed out </w:t>
            </w:r>
            <w:proofErr w:type="gramStart"/>
            <w:r w:rsidRPr="00324B40">
              <w:t>the</w:t>
            </w:r>
            <w:proofErr w:type="gramEnd"/>
            <w:r w:rsidRPr="00324B40">
              <w:t xml:space="preserve"> could have been disbursed amounts. It then calculates the return as if there is not a coronavirus indicator selected. Why is this not calculating correctly?</w:t>
            </w:r>
          </w:p>
        </w:tc>
        <w:tc>
          <w:tcPr>
            <w:tcW w:w="8235" w:type="dxa"/>
            <w:tcBorders>
              <w:top w:val="nil"/>
              <w:left w:val="nil"/>
              <w:bottom w:val="single" w:sz="4" w:space="0" w:color="auto"/>
              <w:right w:val="single" w:sz="4" w:space="0" w:color="auto"/>
            </w:tcBorders>
            <w:shd w:val="clear" w:color="auto" w:fill="auto"/>
            <w:hideMark/>
          </w:tcPr>
          <w:p w14:paraId="643357C5" w14:textId="77777777" w:rsidR="00324B40" w:rsidRPr="00324B40" w:rsidRDefault="00324B40" w:rsidP="00324B40">
            <w:pPr>
              <w:pStyle w:val="BodyText2"/>
            </w:pPr>
            <w:r w:rsidRPr="00324B40">
              <w:t xml:space="preserve">The processes are separate between COD Web and R2T4 on COD; </w:t>
            </w:r>
            <w:proofErr w:type="gramStart"/>
            <w:r w:rsidRPr="00324B40">
              <w:t>therefore</w:t>
            </w:r>
            <w:proofErr w:type="gramEnd"/>
            <w:r w:rsidRPr="00324B40">
              <w:t xml:space="preserve"> the amounts that you flag in COD Web will not update in R2T4 on COD. Is you already calculated an R2T4 record and need to edit it for R2T4 the "Aid that could have been disbursed" column will be </w:t>
            </w:r>
            <w:proofErr w:type="spellStart"/>
            <w:proofErr w:type="gramStart"/>
            <w:r w:rsidRPr="00324B40">
              <w:t>uneditable</w:t>
            </w:r>
            <w:proofErr w:type="spellEnd"/>
            <w:r w:rsidRPr="00324B40">
              <w:t>.</w:t>
            </w:r>
            <w:proofErr w:type="gramEnd"/>
            <w:r w:rsidRPr="00324B40">
              <w:t xml:space="preserve"> If you are having technical </w:t>
            </w:r>
            <w:proofErr w:type="gramStart"/>
            <w:r w:rsidRPr="00324B40">
              <w:t>issues</w:t>
            </w:r>
            <w:proofErr w:type="gramEnd"/>
            <w:r w:rsidRPr="00324B40">
              <w:t xml:space="preserve"> please call COD School Relations 1-800-848-0978. </w:t>
            </w:r>
          </w:p>
        </w:tc>
      </w:tr>
      <w:tr w:rsidR="00324B40" w:rsidRPr="00324B40" w14:paraId="4FC1B727"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4172AA74" w14:textId="77777777" w:rsidR="00324B40" w:rsidRPr="00324B40" w:rsidRDefault="00324B40" w:rsidP="00324B40">
            <w:pPr>
              <w:pStyle w:val="BodyText2"/>
            </w:pPr>
            <w:r w:rsidRPr="00324B40">
              <w:t xml:space="preserve">We have a winter term that begins 12/19/2020 and runs through 1/19/2021. How do we report any DL </w:t>
            </w:r>
            <w:proofErr w:type="spellStart"/>
            <w:r w:rsidRPr="00324B40">
              <w:t>covid</w:t>
            </w:r>
            <w:proofErr w:type="spellEnd"/>
            <w:r w:rsidRPr="00324B40">
              <w:t xml:space="preserve"> indicators for students who withdraw after 12/31/2020 for this term in the COD COVID </w:t>
            </w:r>
            <w:r w:rsidRPr="00324B40">
              <w:lastRenderedPageBreak/>
              <w:t>indicator if deadline is 12/31/2020?</w:t>
            </w:r>
          </w:p>
        </w:tc>
        <w:tc>
          <w:tcPr>
            <w:tcW w:w="8235" w:type="dxa"/>
            <w:tcBorders>
              <w:top w:val="nil"/>
              <w:left w:val="nil"/>
              <w:bottom w:val="single" w:sz="4" w:space="0" w:color="auto"/>
              <w:right w:val="single" w:sz="4" w:space="0" w:color="auto"/>
            </w:tcBorders>
            <w:shd w:val="clear" w:color="auto" w:fill="auto"/>
            <w:hideMark/>
          </w:tcPr>
          <w:p w14:paraId="6701EBD8" w14:textId="77777777" w:rsidR="00324B40" w:rsidRPr="00324B40" w:rsidRDefault="00324B40" w:rsidP="00324B40">
            <w:pPr>
              <w:pStyle w:val="BodyText2"/>
            </w:pPr>
            <w:r w:rsidRPr="00324B40">
              <w:lastRenderedPageBreak/>
              <w:t>We will provide additional guidance to schools if the 12/31/20 date is extended.</w:t>
            </w:r>
          </w:p>
        </w:tc>
      </w:tr>
      <w:tr w:rsidR="00324B40" w:rsidRPr="00324B40" w14:paraId="06F90E53"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559C2C68" w14:textId="77777777" w:rsidR="00324B40" w:rsidRPr="00324B40" w:rsidRDefault="00324B40" w:rsidP="00324B40">
            <w:pPr>
              <w:pStyle w:val="BodyText2"/>
            </w:pPr>
            <w:r w:rsidRPr="00324B40">
              <w:t xml:space="preserve">Do you have a more updated </w:t>
            </w:r>
            <w:proofErr w:type="spellStart"/>
            <w:r w:rsidRPr="00324B40">
              <w:t>EdConnect</w:t>
            </w:r>
            <w:proofErr w:type="spellEnd"/>
            <w:r w:rsidRPr="00324B40">
              <w:t xml:space="preserve"> 8.5 release date?</w:t>
            </w:r>
          </w:p>
        </w:tc>
        <w:tc>
          <w:tcPr>
            <w:tcW w:w="8235" w:type="dxa"/>
            <w:tcBorders>
              <w:top w:val="nil"/>
              <w:left w:val="nil"/>
              <w:bottom w:val="single" w:sz="4" w:space="0" w:color="auto"/>
              <w:right w:val="single" w:sz="4" w:space="0" w:color="auto"/>
            </w:tcBorders>
            <w:shd w:val="clear" w:color="auto" w:fill="auto"/>
            <w:hideMark/>
          </w:tcPr>
          <w:p w14:paraId="6360786E" w14:textId="77777777" w:rsidR="00324B40" w:rsidRPr="00324B40" w:rsidRDefault="00324B40" w:rsidP="00324B40">
            <w:pPr>
              <w:pStyle w:val="BodyText2"/>
            </w:pPr>
            <w:r w:rsidRPr="00324B40">
              <w:t xml:space="preserve">Currently, the date that is listed in the presentation and in the most recent electronic announcement is the latest information we have.  </w:t>
            </w:r>
          </w:p>
        </w:tc>
      </w:tr>
      <w:tr w:rsidR="00324B40" w:rsidRPr="00324B40" w14:paraId="2629009B"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1BA72B05" w14:textId="77777777" w:rsidR="00324B40" w:rsidRPr="00324B40" w:rsidRDefault="00324B40" w:rsidP="00324B40">
            <w:pPr>
              <w:pStyle w:val="BodyText2"/>
            </w:pPr>
            <w:r w:rsidRPr="00324B40">
              <w:t>Do a school need to use COD's R2T4 process to record COVID leaves? We currently use our internal system</w:t>
            </w:r>
          </w:p>
        </w:tc>
        <w:tc>
          <w:tcPr>
            <w:tcW w:w="8235" w:type="dxa"/>
            <w:tcBorders>
              <w:top w:val="nil"/>
              <w:left w:val="nil"/>
              <w:bottom w:val="single" w:sz="4" w:space="0" w:color="auto"/>
              <w:right w:val="single" w:sz="4" w:space="0" w:color="auto"/>
            </w:tcBorders>
            <w:shd w:val="clear" w:color="auto" w:fill="auto"/>
            <w:hideMark/>
          </w:tcPr>
          <w:p w14:paraId="772A2060" w14:textId="77777777" w:rsidR="00324B40" w:rsidRPr="00324B40" w:rsidRDefault="00324B40" w:rsidP="00324B40">
            <w:pPr>
              <w:pStyle w:val="BodyText2"/>
            </w:pPr>
            <w:r w:rsidRPr="00324B40">
              <w:t xml:space="preserve">Schools who do not use R2T4 on COD will be able to report lump sum amounts of Title IV aid that would have been returned under normal circumstances. Reporting will be by program type and  schools will report though the OPEID. This option will be available in Spring 2021. </w:t>
            </w:r>
          </w:p>
        </w:tc>
      </w:tr>
      <w:tr w:rsidR="00324B40" w:rsidRPr="00324B40" w14:paraId="08946816"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0E090C5C" w14:textId="77777777" w:rsidR="00324B40" w:rsidRPr="00324B40" w:rsidRDefault="00324B40" w:rsidP="00324B40">
            <w:pPr>
              <w:pStyle w:val="BodyText2"/>
            </w:pPr>
            <w:r w:rsidRPr="00324B40">
              <w:t>Just to make sure I understand, the reporting requirement due on 9/21 will be met by checking the coronavirus indicator on the R2T4 worksheet for waiver eligible students?</w:t>
            </w:r>
          </w:p>
        </w:tc>
        <w:tc>
          <w:tcPr>
            <w:tcW w:w="8235" w:type="dxa"/>
            <w:tcBorders>
              <w:top w:val="nil"/>
              <w:left w:val="nil"/>
              <w:bottom w:val="single" w:sz="4" w:space="0" w:color="auto"/>
              <w:right w:val="single" w:sz="4" w:space="0" w:color="auto"/>
            </w:tcBorders>
            <w:shd w:val="clear" w:color="auto" w:fill="auto"/>
            <w:hideMark/>
          </w:tcPr>
          <w:p w14:paraId="0C2BD4EE" w14:textId="77777777" w:rsidR="00324B40" w:rsidRPr="00324B40" w:rsidRDefault="00324B40" w:rsidP="00324B40">
            <w:pPr>
              <w:pStyle w:val="BodyText2"/>
            </w:pPr>
            <w:r w:rsidRPr="00324B40">
              <w:t xml:space="preserve">Yes, if you use R2T4 on COD and flag the record with the R2T4 coronavirus indicator you do not need to do additional reporting. </w:t>
            </w:r>
          </w:p>
        </w:tc>
      </w:tr>
      <w:tr w:rsidR="00324B40" w:rsidRPr="00324B40" w14:paraId="74D855E9"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4069BB41" w14:textId="77777777" w:rsidR="00324B40" w:rsidRPr="00324B40" w:rsidRDefault="00324B40" w:rsidP="00324B40">
            <w:pPr>
              <w:pStyle w:val="BodyText2"/>
            </w:pPr>
            <w:r w:rsidRPr="00324B40">
              <w:t>For a post withdrawal Pell disbursement that was made prior to a COVID-19 notification for example the student earned $14.00 of $700 Pell. Do we now Give the student the full $700.00 and then report that amount or just report the $14.00?</w:t>
            </w:r>
          </w:p>
        </w:tc>
        <w:tc>
          <w:tcPr>
            <w:tcW w:w="8235" w:type="dxa"/>
            <w:tcBorders>
              <w:top w:val="nil"/>
              <w:left w:val="nil"/>
              <w:bottom w:val="single" w:sz="4" w:space="0" w:color="auto"/>
              <w:right w:val="single" w:sz="4" w:space="0" w:color="auto"/>
            </w:tcBorders>
            <w:shd w:val="clear" w:color="auto" w:fill="auto"/>
            <w:hideMark/>
          </w:tcPr>
          <w:p w14:paraId="33418D59" w14:textId="77777777" w:rsidR="00324B40" w:rsidRPr="00324B40" w:rsidRDefault="00324B40" w:rsidP="00324B40">
            <w:pPr>
              <w:pStyle w:val="BodyText2"/>
            </w:pPr>
            <w:r w:rsidRPr="00324B40">
              <w:t xml:space="preserve">Students who withdraw due to COVID-19 automatically earn the full amount of Title IV aid for which they are eligible at the time of the withdrawal. If the student was eligible for disbursements for the period that were not made or that were previously returned, the School will be expected disburse or </w:t>
            </w:r>
            <w:proofErr w:type="spellStart"/>
            <w:r w:rsidRPr="00324B40">
              <w:t>redisburse</w:t>
            </w:r>
            <w:proofErr w:type="spellEnd"/>
            <w:r w:rsidRPr="00324B40">
              <w:t xml:space="preserve"> these amounts to the student and update the "Aid Disbursed" column. </w:t>
            </w:r>
          </w:p>
        </w:tc>
      </w:tr>
      <w:tr w:rsidR="00324B40" w:rsidRPr="00324B40" w14:paraId="203C0539"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2A64CFE5" w14:textId="77777777" w:rsidR="00324B40" w:rsidRPr="00324B40" w:rsidRDefault="00324B40" w:rsidP="00324B40">
            <w:pPr>
              <w:pStyle w:val="BodyText2"/>
            </w:pPr>
            <w:r w:rsidRPr="00324B40">
              <w:t xml:space="preserve">Do we mark all loans for students who withdrew or just what is affected by </w:t>
            </w:r>
            <w:proofErr w:type="spellStart"/>
            <w:r w:rsidRPr="00324B40">
              <w:t>covid</w:t>
            </w:r>
            <w:proofErr w:type="spellEnd"/>
            <w:r w:rsidRPr="00324B40">
              <w:t xml:space="preserve">?  </w:t>
            </w:r>
          </w:p>
        </w:tc>
        <w:tc>
          <w:tcPr>
            <w:tcW w:w="8235" w:type="dxa"/>
            <w:tcBorders>
              <w:top w:val="nil"/>
              <w:left w:val="nil"/>
              <w:bottom w:val="single" w:sz="4" w:space="0" w:color="auto"/>
              <w:right w:val="single" w:sz="4" w:space="0" w:color="auto"/>
            </w:tcBorders>
            <w:shd w:val="clear" w:color="auto" w:fill="auto"/>
            <w:hideMark/>
          </w:tcPr>
          <w:p w14:paraId="78884E98" w14:textId="77777777" w:rsidR="00324B40" w:rsidRPr="00324B40" w:rsidRDefault="00324B40" w:rsidP="00324B40">
            <w:pPr>
              <w:pStyle w:val="BodyText2"/>
            </w:pPr>
            <w:r w:rsidRPr="00324B40">
              <w:t>Only the loans that were affected by COVID</w:t>
            </w:r>
          </w:p>
        </w:tc>
      </w:tr>
      <w:tr w:rsidR="00324B40" w:rsidRPr="00324B40" w14:paraId="1510FD38" w14:textId="77777777" w:rsidTr="00324B40">
        <w:trPr>
          <w:trHeight w:val="315"/>
        </w:trPr>
        <w:tc>
          <w:tcPr>
            <w:tcW w:w="2257" w:type="dxa"/>
            <w:tcBorders>
              <w:top w:val="nil"/>
              <w:left w:val="single" w:sz="4" w:space="0" w:color="auto"/>
              <w:bottom w:val="single" w:sz="4" w:space="0" w:color="auto"/>
              <w:right w:val="single" w:sz="4" w:space="0" w:color="auto"/>
            </w:tcBorders>
            <w:shd w:val="clear" w:color="auto" w:fill="auto"/>
            <w:hideMark/>
          </w:tcPr>
          <w:p w14:paraId="39A113AE" w14:textId="77777777" w:rsidR="00324B40" w:rsidRPr="00324B40" w:rsidRDefault="00324B40" w:rsidP="00324B40">
            <w:pPr>
              <w:pStyle w:val="BodyText2"/>
            </w:pPr>
            <w:r w:rsidRPr="00324B40">
              <w:t>I thought we were no longer using the word "award"</w:t>
            </w:r>
          </w:p>
        </w:tc>
        <w:tc>
          <w:tcPr>
            <w:tcW w:w="8235" w:type="dxa"/>
            <w:tcBorders>
              <w:top w:val="nil"/>
              <w:left w:val="nil"/>
              <w:bottom w:val="single" w:sz="4" w:space="0" w:color="auto"/>
              <w:right w:val="single" w:sz="4" w:space="0" w:color="auto"/>
            </w:tcBorders>
            <w:shd w:val="clear" w:color="auto" w:fill="auto"/>
            <w:hideMark/>
          </w:tcPr>
          <w:p w14:paraId="737CC7FC" w14:textId="77777777" w:rsidR="00324B40" w:rsidRPr="00324B40" w:rsidRDefault="00324B40" w:rsidP="00324B40">
            <w:pPr>
              <w:pStyle w:val="BodyText2"/>
            </w:pPr>
            <w:r w:rsidRPr="00324B40">
              <w:t>We are still using the word "award"</w:t>
            </w:r>
          </w:p>
        </w:tc>
      </w:tr>
      <w:tr w:rsidR="00324B40" w:rsidRPr="00324B40" w14:paraId="25CD9FCC"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47CF0BC2" w14:textId="77777777" w:rsidR="00324B40" w:rsidRPr="00324B40" w:rsidRDefault="00324B40" w:rsidP="00324B40">
            <w:pPr>
              <w:pStyle w:val="BodyText2"/>
            </w:pPr>
            <w:r w:rsidRPr="00324B40">
              <w:t>How can a school set the COD R2T4 Coronavirus Indicator for students who are past the 60% point and have been disbursed all aid for which they are eligible? Such students do not require an R2T4 calculation, so there is no R2T4 record. Would we need to perform the calculation in COD anyway?</w:t>
            </w:r>
          </w:p>
        </w:tc>
        <w:tc>
          <w:tcPr>
            <w:tcW w:w="8235" w:type="dxa"/>
            <w:tcBorders>
              <w:top w:val="nil"/>
              <w:left w:val="nil"/>
              <w:bottom w:val="single" w:sz="4" w:space="0" w:color="auto"/>
              <w:right w:val="single" w:sz="4" w:space="0" w:color="auto"/>
            </w:tcBorders>
            <w:shd w:val="clear" w:color="auto" w:fill="auto"/>
            <w:hideMark/>
          </w:tcPr>
          <w:p w14:paraId="6D02F714" w14:textId="77777777" w:rsidR="00324B40" w:rsidRPr="00324B40" w:rsidRDefault="00324B40" w:rsidP="00324B40">
            <w:pPr>
              <w:pStyle w:val="BodyText2"/>
            </w:pPr>
            <w:r w:rsidRPr="00324B40">
              <w:t xml:space="preserve">If you calculate R2T4 using a different tool from R2T4 on </w:t>
            </w:r>
            <w:proofErr w:type="gramStart"/>
            <w:r w:rsidRPr="00324B40">
              <w:t>COD</w:t>
            </w:r>
            <w:proofErr w:type="gramEnd"/>
            <w:r w:rsidRPr="00324B40">
              <w:t xml:space="preserve"> you do not need to report that there was no aid that would have been returned on the R2T4 on COD tool for the CARES Act. </w:t>
            </w:r>
          </w:p>
        </w:tc>
      </w:tr>
      <w:tr w:rsidR="00324B40" w:rsidRPr="00324B40" w14:paraId="75EE81A6"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5C780D61" w14:textId="77777777" w:rsidR="00324B40" w:rsidRPr="00324B40" w:rsidRDefault="00324B40" w:rsidP="00324B40">
            <w:pPr>
              <w:pStyle w:val="BodyText2"/>
            </w:pPr>
            <w:r w:rsidRPr="00324B40">
              <w:lastRenderedPageBreak/>
              <w:t>Is there a direct link to a training video on how to set up the R2T4 calculator in COD?</w:t>
            </w:r>
          </w:p>
        </w:tc>
        <w:tc>
          <w:tcPr>
            <w:tcW w:w="8235" w:type="dxa"/>
            <w:tcBorders>
              <w:top w:val="nil"/>
              <w:left w:val="nil"/>
              <w:bottom w:val="single" w:sz="4" w:space="0" w:color="auto"/>
              <w:right w:val="single" w:sz="4" w:space="0" w:color="auto"/>
            </w:tcBorders>
            <w:shd w:val="clear" w:color="auto" w:fill="auto"/>
            <w:hideMark/>
          </w:tcPr>
          <w:p w14:paraId="04A62BE4" w14:textId="77777777" w:rsidR="00324B40" w:rsidRPr="00324B40" w:rsidRDefault="00324B40" w:rsidP="00324B40">
            <w:pPr>
              <w:pStyle w:val="BodyText2"/>
            </w:pPr>
            <w:r w:rsidRPr="00324B40">
              <w:t>The "CARES Act R2T4 School Training Video" is available on the Federal Student Aid E-Training website, located at https://fsatraining.ed.gov.</w:t>
            </w:r>
            <w:r w:rsidRPr="00324B40">
              <w:br/>
            </w:r>
            <w:r w:rsidRPr="00324B40">
              <w:br/>
              <w:t>The announcement link:  https://ifap.ed.gov/dear-colleague-letters/ANN2007</w:t>
            </w:r>
          </w:p>
        </w:tc>
      </w:tr>
      <w:tr w:rsidR="00324B40" w:rsidRPr="00324B40" w14:paraId="244EC9E3"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59F0A381" w14:textId="77777777" w:rsidR="00324B40" w:rsidRPr="00324B40" w:rsidRDefault="00324B40" w:rsidP="00324B40">
            <w:pPr>
              <w:pStyle w:val="BodyText2"/>
            </w:pPr>
            <w:proofErr w:type="gramStart"/>
            <w:r w:rsidRPr="00324B40">
              <w:t>So</w:t>
            </w:r>
            <w:proofErr w:type="gramEnd"/>
            <w:r w:rsidRPr="00324B40">
              <w:t xml:space="preserve"> for 2021 R2T4 waivers for students do we need to go back into COD and update the waiver flag per student?  What happens if we have closed the year out?  Do we need to do anything to be able to access the 2021 year for updates? </w:t>
            </w:r>
          </w:p>
        </w:tc>
        <w:tc>
          <w:tcPr>
            <w:tcW w:w="8235" w:type="dxa"/>
            <w:tcBorders>
              <w:top w:val="nil"/>
              <w:left w:val="nil"/>
              <w:bottom w:val="single" w:sz="4" w:space="0" w:color="auto"/>
              <w:right w:val="single" w:sz="4" w:space="0" w:color="auto"/>
            </w:tcBorders>
            <w:shd w:val="clear" w:color="auto" w:fill="auto"/>
            <w:hideMark/>
          </w:tcPr>
          <w:p w14:paraId="7FBD82C5" w14:textId="77777777" w:rsidR="00324B40" w:rsidRPr="00324B40" w:rsidRDefault="00324B40" w:rsidP="00324B40">
            <w:pPr>
              <w:pStyle w:val="BodyText2"/>
            </w:pPr>
            <w:r w:rsidRPr="00324B40">
              <w:t>The 2021 year most likely would not be closed out at this point. If more information is required specific to your school's scenario, please contact COD's Customer Service.</w:t>
            </w:r>
          </w:p>
        </w:tc>
      </w:tr>
      <w:tr w:rsidR="00324B40" w:rsidRPr="00324B40" w14:paraId="76B301C0"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7DA3C8ED" w14:textId="77777777" w:rsidR="00324B40" w:rsidRPr="00324B40" w:rsidRDefault="00324B40" w:rsidP="00324B40">
            <w:pPr>
              <w:pStyle w:val="BodyText2"/>
            </w:pPr>
            <w:r w:rsidRPr="00324B40">
              <w:t xml:space="preserve">If a </w:t>
            </w:r>
            <w:proofErr w:type="gramStart"/>
            <w:r w:rsidRPr="00324B40">
              <w:t>third party</w:t>
            </w:r>
            <w:proofErr w:type="gramEnd"/>
            <w:r w:rsidRPr="00324B40">
              <w:t xml:space="preserve"> servicer is used for R2T4s do they apply the </w:t>
            </w:r>
            <w:proofErr w:type="spellStart"/>
            <w:r w:rsidRPr="00324B40">
              <w:t>covid</w:t>
            </w:r>
            <w:proofErr w:type="spellEnd"/>
            <w:r w:rsidRPr="00324B40">
              <w:t xml:space="preserve"> indicator ?</w:t>
            </w:r>
          </w:p>
        </w:tc>
        <w:tc>
          <w:tcPr>
            <w:tcW w:w="8235" w:type="dxa"/>
            <w:tcBorders>
              <w:top w:val="nil"/>
              <w:left w:val="nil"/>
              <w:bottom w:val="single" w:sz="4" w:space="0" w:color="auto"/>
              <w:right w:val="single" w:sz="4" w:space="0" w:color="auto"/>
            </w:tcBorders>
            <w:shd w:val="clear" w:color="auto" w:fill="auto"/>
            <w:hideMark/>
          </w:tcPr>
          <w:p w14:paraId="0F602689" w14:textId="77777777" w:rsidR="00324B40" w:rsidRPr="00324B40" w:rsidRDefault="00324B40" w:rsidP="00324B40">
            <w:pPr>
              <w:pStyle w:val="BodyText2"/>
            </w:pPr>
            <w:r w:rsidRPr="00324B40">
              <w:t>Yes, the third-party servicer would also apply the COVID Indicator.</w:t>
            </w:r>
          </w:p>
        </w:tc>
      </w:tr>
      <w:tr w:rsidR="00324B40" w:rsidRPr="00324B40" w14:paraId="50090D4B"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4C57147E" w14:textId="77777777" w:rsidR="00324B40" w:rsidRPr="00324B40" w:rsidRDefault="00324B40" w:rsidP="00324B40">
            <w:pPr>
              <w:pStyle w:val="BodyText2"/>
            </w:pPr>
            <w:r w:rsidRPr="00324B40">
              <w:t xml:space="preserve">What if </w:t>
            </w:r>
            <w:proofErr w:type="spellStart"/>
            <w:r w:rsidRPr="00324B40">
              <w:t>i</w:t>
            </w:r>
            <w:proofErr w:type="spellEnd"/>
            <w:r w:rsidRPr="00324B40">
              <w:t xml:space="preserve"> am not receiving them I use a </w:t>
            </w:r>
            <w:proofErr w:type="gramStart"/>
            <w:r w:rsidRPr="00324B40">
              <w:t>third party</w:t>
            </w:r>
            <w:proofErr w:type="gramEnd"/>
            <w:r w:rsidRPr="00324B40">
              <w:t xml:space="preserve"> servicer so I rarely go on COD.</w:t>
            </w:r>
          </w:p>
        </w:tc>
        <w:tc>
          <w:tcPr>
            <w:tcW w:w="8235" w:type="dxa"/>
            <w:tcBorders>
              <w:top w:val="nil"/>
              <w:left w:val="nil"/>
              <w:bottom w:val="single" w:sz="4" w:space="0" w:color="auto"/>
              <w:right w:val="single" w:sz="4" w:space="0" w:color="auto"/>
            </w:tcBorders>
            <w:shd w:val="clear" w:color="auto" w:fill="auto"/>
            <w:hideMark/>
          </w:tcPr>
          <w:p w14:paraId="43B9F56C" w14:textId="77777777" w:rsidR="00324B40" w:rsidRPr="00324B40" w:rsidRDefault="00324B40" w:rsidP="00324B40">
            <w:pPr>
              <w:pStyle w:val="BodyText2"/>
            </w:pPr>
            <w:r w:rsidRPr="00324B40">
              <w:t xml:space="preserve">Thanks. Please work with your </w:t>
            </w:r>
            <w:proofErr w:type="gramStart"/>
            <w:r w:rsidRPr="00324B40">
              <w:t>Third Party</w:t>
            </w:r>
            <w:proofErr w:type="gramEnd"/>
            <w:r w:rsidRPr="00324B40">
              <w:t xml:space="preserve"> Servicer.</w:t>
            </w:r>
          </w:p>
        </w:tc>
      </w:tr>
      <w:tr w:rsidR="00324B40" w:rsidRPr="00324B40" w14:paraId="35B3BEB1"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064FE704" w14:textId="77777777" w:rsidR="00324B40" w:rsidRPr="00324B40" w:rsidRDefault="00324B40" w:rsidP="00324B40">
            <w:pPr>
              <w:pStyle w:val="BodyText2"/>
            </w:pPr>
            <w:r w:rsidRPr="00324B40">
              <w:t>If our school doesn't use the COD R2T4 calculator tool, do we still need to update the R2T4 indicator for Corona Virus?</w:t>
            </w:r>
          </w:p>
        </w:tc>
        <w:tc>
          <w:tcPr>
            <w:tcW w:w="8235" w:type="dxa"/>
            <w:tcBorders>
              <w:top w:val="nil"/>
              <w:left w:val="nil"/>
              <w:bottom w:val="single" w:sz="4" w:space="0" w:color="auto"/>
              <w:right w:val="single" w:sz="4" w:space="0" w:color="auto"/>
            </w:tcBorders>
            <w:shd w:val="clear" w:color="auto" w:fill="auto"/>
            <w:hideMark/>
          </w:tcPr>
          <w:p w14:paraId="425E4617" w14:textId="77777777" w:rsidR="00324B40" w:rsidRPr="00324B40" w:rsidRDefault="00324B40" w:rsidP="00324B40">
            <w:pPr>
              <w:pStyle w:val="BodyText2"/>
            </w:pPr>
            <w:r w:rsidRPr="00324B40">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613FBABE"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4BA75A13" w14:textId="77777777" w:rsidR="00324B40" w:rsidRPr="00324B40" w:rsidRDefault="00324B40" w:rsidP="00324B40">
            <w:pPr>
              <w:pStyle w:val="BodyText2"/>
            </w:pPr>
            <w:r w:rsidRPr="00324B40">
              <w:t>Why would COD need to know the relationship of the parent to the student?</w:t>
            </w:r>
          </w:p>
        </w:tc>
        <w:tc>
          <w:tcPr>
            <w:tcW w:w="8235" w:type="dxa"/>
            <w:tcBorders>
              <w:top w:val="nil"/>
              <w:left w:val="nil"/>
              <w:bottom w:val="single" w:sz="4" w:space="0" w:color="auto"/>
              <w:right w:val="single" w:sz="4" w:space="0" w:color="auto"/>
            </w:tcBorders>
            <w:shd w:val="clear" w:color="auto" w:fill="auto"/>
            <w:hideMark/>
          </w:tcPr>
          <w:p w14:paraId="6E377992" w14:textId="77777777" w:rsidR="00324B40" w:rsidRPr="00324B40" w:rsidRDefault="00324B40" w:rsidP="00324B40">
            <w:pPr>
              <w:pStyle w:val="BodyText2"/>
            </w:pPr>
            <w:r w:rsidRPr="00324B40">
              <w:t xml:space="preserve">There have been instances where </w:t>
            </w:r>
            <w:proofErr w:type="spellStart"/>
            <w:r w:rsidRPr="00324B40">
              <w:t>where</w:t>
            </w:r>
            <w:proofErr w:type="spellEnd"/>
            <w:r w:rsidRPr="00324B40">
              <w:t xml:space="preserve"> non-eligible parents have applied for Parent PLUS Loans, so COD is adding the question to the Parent PLUS application </w:t>
            </w:r>
            <w:proofErr w:type="gramStart"/>
            <w:r w:rsidRPr="00324B40">
              <w:t>as a way to</w:t>
            </w:r>
            <w:proofErr w:type="gramEnd"/>
            <w:r w:rsidRPr="00324B40">
              <w:t xml:space="preserve"> notify these non-eligible borrowers that they are not eligible parents for the purposes of borrowing a Parent PLUS Loan.</w:t>
            </w:r>
          </w:p>
        </w:tc>
      </w:tr>
      <w:tr w:rsidR="00324B40" w:rsidRPr="00324B40" w14:paraId="5E7FE065" w14:textId="77777777" w:rsidTr="00324B40">
        <w:trPr>
          <w:trHeight w:val="2295"/>
        </w:trPr>
        <w:tc>
          <w:tcPr>
            <w:tcW w:w="2257" w:type="dxa"/>
            <w:tcBorders>
              <w:top w:val="nil"/>
              <w:left w:val="single" w:sz="4" w:space="0" w:color="auto"/>
              <w:bottom w:val="single" w:sz="4" w:space="0" w:color="auto"/>
              <w:right w:val="single" w:sz="4" w:space="0" w:color="auto"/>
            </w:tcBorders>
            <w:shd w:val="clear" w:color="auto" w:fill="auto"/>
            <w:hideMark/>
          </w:tcPr>
          <w:p w14:paraId="64EBE9A8" w14:textId="77777777" w:rsidR="00324B40" w:rsidRPr="00324B40" w:rsidRDefault="00324B40" w:rsidP="00324B40">
            <w:pPr>
              <w:pStyle w:val="BodyText2"/>
            </w:pPr>
            <w:r w:rsidRPr="00324B40">
              <w:t xml:space="preserve">There is confusion on the R2T4 process on COD and CARES reporting. We understand that we are required to update the COD Corona Virus Indicator at the disbursement level and are in the process of updating those. Our SIS system, PeopleSoft calculates R2T4. Are we required to duplicate the R2T4 process in the R2T4 system on COD? They have already been processed in our SIS system. Is this duplication of efforts </w:t>
            </w:r>
            <w:r w:rsidRPr="00324B40">
              <w:lastRenderedPageBreak/>
              <w:t>required for CARES reporting?</w:t>
            </w:r>
          </w:p>
        </w:tc>
        <w:tc>
          <w:tcPr>
            <w:tcW w:w="8235" w:type="dxa"/>
            <w:tcBorders>
              <w:top w:val="nil"/>
              <w:left w:val="nil"/>
              <w:bottom w:val="single" w:sz="4" w:space="0" w:color="auto"/>
              <w:right w:val="single" w:sz="4" w:space="0" w:color="auto"/>
            </w:tcBorders>
            <w:shd w:val="clear" w:color="auto" w:fill="auto"/>
            <w:hideMark/>
          </w:tcPr>
          <w:p w14:paraId="496FBBAE" w14:textId="77777777" w:rsidR="00324B40" w:rsidRPr="00324B40" w:rsidRDefault="00324B40" w:rsidP="00324B40">
            <w:pPr>
              <w:pStyle w:val="BodyText2"/>
            </w:pPr>
            <w:r w:rsidRPr="00324B40">
              <w:lastRenderedPageBreak/>
              <w:t>Schools are not required to use R2T4 on COD for reporting. In spring 2021, we plan to update the COD website to provide an additional option for schools to report lump sum amounts of Title IV aid that would have been returned under normal circumstances. Reporting will be by program type and  schools will report though the OPEID.</w:t>
            </w:r>
          </w:p>
        </w:tc>
      </w:tr>
      <w:tr w:rsidR="00324B40" w:rsidRPr="00324B40" w14:paraId="4C97DBB0"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6AD068E4" w14:textId="77777777" w:rsidR="00324B40" w:rsidRPr="00324B40" w:rsidRDefault="00324B40" w:rsidP="00324B40">
            <w:pPr>
              <w:pStyle w:val="BodyText2"/>
            </w:pPr>
            <w:r w:rsidRPr="00324B40">
              <w:t>What would "other" option for parent plus borrowers be?</w:t>
            </w:r>
          </w:p>
        </w:tc>
        <w:tc>
          <w:tcPr>
            <w:tcW w:w="8235" w:type="dxa"/>
            <w:tcBorders>
              <w:top w:val="nil"/>
              <w:left w:val="nil"/>
              <w:bottom w:val="single" w:sz="4" w:space="0" w:color="auto"/>
              <w:right w:val="single" w:sz="4" w:space="0" w:color="auto"/>
            </w:tcBorders>
            <w:shd w:val="clear" w:color="auto" w:fill="auto"/>
            <w:hideMark/>
          </w:tcPr>
          <w:p w14:paraId="5854E9BD" w14:textId="77777777" w:rsidR="00324B40" w:rsidRPr="00324B40" w:rsidRDefault="00324B40" w:rsidP="00324B40">
            <w:pPr>
              <w:pStyle w:val="BodyText2"/>
            </w:pPr>
            <w:r w:rsidRPr="00324B40">
              <w:t>On the Direct PLUS Loan Request if the applicant identified his or her relationship to the dependent student as “Other”, you may not make a disbursement of a Direct PLUS Loan to the applicant unless you verify that the applicant is (1) a biological parent of the dependent student, (2) a legal adoptive parent of the dependent student, or (3) the spouse of the dependent student’s biological or legal</w:t>
            </w:r>
          </w:p>
        </w:tc>
      </w:tr>
      <w:tr w:rsidR="00324B40" w:rsidRPr="00324B40" w14:paraId="5DDAEEC0"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78D3DB95" w14:textId="77777777" w:rsidR="00324B40" w:rsidRPr="00324B40" w:rsidRDefault="00324B40" w:rsidP="00324B40">
            <w:pPr>
              <w:pStyle w:val="BodyText2"/>
            </w:pPr>
            <w:r w:rsidRPr="00324B40">
              <w:t>In the revision to the PLUS application, what does "other: refer to in the borrower's relationship to the student?</w:t>
            </w:r>
          </w:p>
        </w:tc>
        <w:tc>
          <w:tcPr>
            <w:tcW w:w="8235" w:type="dxa"/>
            <w:tcBorders>
              <w:top w:val="nil"/>
              <w:left w:val="nil"/>
              <w:bottom w:val="single" w:sz="4" w:space="0" w:color="auto"/>
              <w:right w:val="single" w:sz="4" w:space="0" w:color="auto"/>
            </w:tcBorders>
            <w:shd w:val="clear" w:color="auto" w:fill="auto"/>
            <w:hideMark/>
          </w:tcPr>
          <w:p w14:paraId="729BCB80" w14:textId="77777777" w:rsidR="00324B40" w:rsidRPr="00324B40" w:rsidRDefault="00324B40" w:rsidP="00324B40">
            <w:pPr>
              <w:pStyle w:val="BodyText2"/>
            </w:pPr>
            <w:r w:rsidRPr="00324B40">
              <w:t>On the Direct PLUS Loan Request if the applicant identified his or her relationship to the dependent student as “Other”, you may not make a disbursement of a Direct PLUS Loan to the applicant unless you verify that the applicant is (1) a biological parent of the dependent student, (2) a legal adoptive parent of the dependent student, or (3) the spouse of the dependent student’s biological or legal</w:t>
            </w:r>
          </w:p>
        </w:tc>
      </w:tr>
      <w:tr w:rsidR="00324B40" w:rsidRPr="00324B40" w14:paraId="2CF74CD9"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33062254" w14:textId="77777777" w:rsidR="00324B40" w:rsidRPr="00324B40" w:rsidRDefault="00324B40" w:rsidP="00324B40">
            <w:pPr>
              <w:pStyle w:val="BodyText2"/>
            </w:pPr>
            <w:r w:rsidRPr="00324B40">
              <w:t>Will a student who has never borrowed a DL need to complete the ASLA?</w:t>
            </w:r>
          </w:p>
        </w:tc>
        <w:tc>
          <w:tcPr>
            <w:tcW w:w="8235" w:type="dxa"/>
            <w:tcBorders>
              <w:top w:val="nil"/>
              <w:left w:val="nil"/>
              <w:bottom w:val="single" w:sz="4" w:space="0" w:color="auto"/>
              <w:right w:val="single" w:sz="4" w:space="0" w:color="auto"/>
            </w:tcBorders>
            <w:shd w:val="clear" w:color="auto" w:fill="auto"/>
            <w:hideMark/>
          </w:tcPr>
          <w:p w14:paraId="0D5FBD8C" w14:textId="77777777" w:rsidR="00324B40" w:rsidRPr="00324B40" w:rsidRDefault="00324B40" w:rsidP="00324B40">
            <w:pPr>
              <w:pStyle w:val="BodyText2"/>
            </w:pPr>
            <w:r w:rsidRPr="00324B40">
              <w:t>Yes - please see the announcement posted to IFAP:</w:t>
            </w:r>
            <w:r w:rsidRPr="00324B40">
              <w:br/>
            </w:r>
            <w:r w:rsidRPr="00324B40">
              <w:br/>
              <w:t>https://ifap.ed.gov/electronic-announcements/042120ASLAOpGuidanceSchoolsAddtlCODSysInfo</w:t>
            </w:r>
          </w:p>
        </w:tc>
      </w:tr>
      <w:tr w:rsidR="00324B40" w:rsidRPr="00324B40" w14:paraId="296343E5"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264BE206" w14:textId="77777777" w:rsidR="00324B40" w:rsidRPr="00324B40" w:rsidRDefault="00324B40" w:rsidP="00324B40">
            <w:pPr>
              <w:pStyle w:val="BodyText2"/>
            </w:pPr>
            <w:r w:rsidRPr="00324B40">
              <w:t>Confirming that first time borrowers will be required to complete both Entrance Counseling and the Annual Student Loan Acknowledgement?</w:t>
            </w:r>
          </w:p>
        </w:tc>
        <w:tc>
          <w:tcPr>
            <w:tcW w:w="8235" w:type="dxa"/>
            <w:tcBorders>
              <w:top w:val="nil"/>
              <w:left w:val="nil"/>
              <w:bottom w:val="single" w:sz="4" w:space="0" w:color="auto"/>
              <w:right w:val="single" w:sz="4" w:space="0" w:color="auto"/>
            </w:tcBorders>
            <w:shd w:val="clear" w:color="auto" w:fill="auto"/>
            <w:hideMark/>
          </w:tcPr>
          <w:p w14:paraId="482AB4B4" w14:textId="77777777" w:rsidR="00324B40" w:rsidRPr="00324B40" w:rsidRDefault="00324B40" w:rsidP="00324B40">
            <w:pPr>
              <w:pStyle w:val="BodyText2"/>
            </w:pPr>
            <w:r w:rsidRPr="00324B40">
              <w:t>Yes.</w:t>
            </w:r>
          </w:p>
        </w:tc>
      </w:tr>
      <w:tr w:rsidR="00324B40" w:rsidRPr="00324B40" w14:paraId="1F455A06"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60306E3F" w14:textId="77777777" w:rsidR="00324B40" w:rsidRPr="00324B40" w:rsidRDefault="00324B40" w:rsidP="00324B40">
            <w:pPr>
              <w:pStyle w:val="BodyText2"/>
            </w:pPr>
            <w:r w:rsidRPr="00324B40">
              <w:t xml:space="preserve">The slides I printed are different from those being presented.  Will these new slides be provided? </w:t>
            </w:r>
          </w:p>
        </w:tc>
        <w:tc>
          <w:tcPr>
            <w:tcW w:w="8235" w:type="dxa"/>
            <w:tcBorders>
              <w:top w:val="nil"/>
              <w:left w:val="nil"/>
              <w:bottom w:val="single" w:sz="4" w:space="0" w:color="auto"/>
              <w:right w:val="single" w:sz="4" w:space="0" w:color="auto"/>
            </w:tcBorders>
            <w:shd w:val="clear" w:color="auto" w:fill="auto"/>
            <w:hideMark/>
          </w:tcPr>
          <w:p w14:paraId="3D0260B8" w14:textId="77777777" w:rsidR="00324B40" w:rsidRPr="00324B40" w:rsidRDefault="00324B40" w:rsidP="00324B40">
            <w:pPr>
              <w:pStyle w:val="BodyText2"/>
            </w:pPr>
            <w:r w:rsidRPr="00324B40">
              <w:t>The presentation that was reviewed today is available for download at https://fsaconferences.ed.gov/2020sessionlist.html.</w:t>
            </w:r>
          </w:p>
        </w:tc>
      </w:tr>
      <w:tr w:rsidR="00324B40" w:rsidRPr="00324B40" w14:paraId="49BD371C" w14:textId="77777777" w:rsidTr="00324B40">
        <w:trPr>
          <w:trHeight w:val="1530"/>
        </w:trPr>
        <w:tc>
          <w:tcPr>
            <w:tcW w:w="2257" w:type="dxa"/>
            <w:tcBorders>
              <w:top w:val="nil"/>
              <w:left w:val="single" w:sz="4" w:space="0" w:color="auto"/>
              <w:bottom w:val="single" w:sz="4" w:space="0" w:color="auto"/>
              <w:right w:val="single" w:sz="4" w:space="0" w:color="auto"/>
            </w:tcBorders>
            <w:shd w:val="clear" w:color="auto" w:fill="auto"/>
            <w:hideMark/>
          </w:tcPr>
          <w:p w14:paraId="429B503A" w14:textId="77777777" w:rsidR="00324B40" w:rsidRPr="00324B40" w:rsidRDefault="00324B40" w:rsidP="00324B40">
            <w:pPr>
              <w:pStyle w:val="BodyText2"/>
            </w:pPr>
            <w:r w:rsidRPr="00324B40">
              <w:t xml:space="preserve">If a student is eligible for Post Withdrawal Disbursement, but the disbursement has not yet </w:t>
            </w:r>
            <w:proofErr w:type="spellStart"/>
            <w:r w:rsidRPr="00324B40">
              <w:t>occured</w:t>
            </w:r>
            <w:proofErr w:type="spellEnd"/>
            <w:r w:rsidRPr="00324B40">
              <w:t>, how do we mark it on the R2T4 site?  Also, if the Post Withdrawal Disbursement was made in Spring 2020 - R2T4 won't let us add the flag?  How should we get the indicator on the disbursement?</w:t>
            </w:r>
          </w:p>
        </w:tc>
        <w:tc>
          <w:tcPr>
            <w:tcW w:w="8235" w:type="dxa"/>
            <w:tcBorders>
              <w:top w:val="nil"/>
              <w:left w:val="nil"/>
              <w:bottom w:val="single" w:sz="4" w:space="0" w:color="auto"/>
              <w:right w:val="single" w:sz="4" w:space="0" w:color="auto"/>
            </w:tcBorders>
            <w:shd w:val="clear" w:color="auto" w:fill="auto"/>
            <w:hideMark/>
          </w:tcPr>
          <w:p w14:paraId="5B6195D0" w14:textId="77777777" w:rsidR="00324B40" w:rsidRPr="00324B40" w:rsidRDefault="00324B40" w:rsidP="00324B40">
            <w:pPr>
              <w:pStyle w:val="BodyText2"/>
            </w:pPr>
            <w:r w:rsidRPr="00324B40">
              <w:t xml:space="preserve">Brenda, I am going to answer you </w:t>
            </w:r>
            <w:proofErr w:type="gramStart"/>
            <w:r w:rsidRPr="00324B40">
              <w:t>off line</w:t>
            </w:r>
            <w:proofErr w:type="gramEnd"/>
            <w:r w:rsidRPr="00324B40">
              <w:t xml:space="preserve"> on this one.  Marie Fitzpatrick</w:t>
            </w:r>
          </w:p>
        </w:tc>
      </w:tr>
      <w:tr w:rsidR="00324B40" w:rsidRPr="00324B40" w14:paraId="673E50D4"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7AF8123F" w14:textId="77777777" w:rsidR="00324B40" w:rsidRPr="00324B40" w:rsidRDefault="00324B40" w:rsidP="00324B40">
            <w:pPr>
              <w:pStyle w:val="BodyText2"/>
            </w:pPr>
            <w:r w:rsidRPr="00324B40">
              <w:lastRenderedPageBreak/>
              <w:t>We are a header school. Any chance COD can make the 21-22 ALSA available earlier so summer loans aren't delayed?</w:t>
            </w:r>
          </w:p>
        </w:tc>
        <w:tc>
          <w:tcPr>
            <w:tcW w:w="8235" w:type="dxa"/>
            <w:tcBorders>
              <w:top w:val="nil"/>
              <w:left w:val="nil"/>
              <w:bottom w:val="single" w:sz="4" w:space="0" w:color="auto"/>
              <w:right w:val="single" w:sz="4" w:space="0" w:color="auto"/>
            </w:tcBorders>
            <w:shd w:val="clear" w:color="auto" w:fill="auto"/>
            <w:hideMark/>
          </w:tcPr>
          <w:p w14:paraId="19E0FC5E" w14:textId="77777777" w:rsidR="00324B40" w:rsidRPr="00324B40" w:rsidRDefault="00324B40" w:rsidP="00324B40">
            <w:pPr>
              <w:pStyle w:val="BodyText2"/>
            </w:pPr>
            <w:r w:rsidRPr="00324B40">
              <w:t xml:space="preserve">The acknowledgement for the 21/22 year will be available in March 2021 this year. We will continue to </w:t>
            </w:r>
            <w:proofErr w:type="gramStart"/>
            <w:r w:rsidRPr="00324B40">
              <w:t>look into</w:t>
            </w:r>
            <w:proofErr w:type="gramEnd"/>
            <w:r w:rsidRPr="00324B40">
              <w:t xml:space="preserve"> options to make this available earlier for future years.</w:t>
            </w:r>
          </w:p>
        </w:tc>
      </w:tr>
      <w:tr w:rsidR="00324B40" w:rsidRPr="00324B40" w14:paraId="4D15DABF" w14:textId="77777777" w:rsidTr="00324B40">
        <w:trPr>
          <w:trHeight w:val="2040"/>
        </w:trPr>
        <w:tc>
          <w:tcPr>
            <w:tcW w:w="2257" w:type="dxa"/>
            <w:tcBorders>
              <w:top w:val="nil"/>
              <w:left w:val="single" w:sz="4" w:space="0" w:color="auto"/>
              <w:bottom w:val="single" w:sz="4" w:space="0" w:color="auto"/>
              <w:right w:val="single" w:sz="4" w:space="0" w:color="auto"/>
            </w:tcBorders>
            <w:shd w:val="clear" w:color="auto" w:fill="auto"/>
            <w:hideMark/>
          </w:tcPr>
          <w:p w14:paraId="5CAFB513" w14:textId="77777777" w:rsidR="00324B40" w:rsidRPr="00324B40" w:rsidRDefault="00324B40" w:rsidP="00324B40">
            <w:pPr>
              <w:pStyle w:val="BodyText2"/>
            </w:pPr>
            <w:r w:rsidRPr="00324B40">
              <w:t>Do loans need to be originated before a school will receive notification that a student has done the Annual student loan acknowledgment?</w:t>
            </w:r>
          </w:p>
        </w:tc>
        <w:tc>
          <w:tcPr>
            <w:tcW w:w="8235" w:type="dxa"/>
            <w:tcBorders>
              <w:top w:val="nil"/>
              <w:left w:val="nil"/>
              <w:bottom w:val="single" w:sz="4" w:space="0" w:color="auto"/>
              <w:right w:val="single" w:sz="4" w:space="0" w:color="auto"/>
            </w:tcBorders>
            <w:shd w:val="clear" w:color="auto" w:fill="auto"/>
            <w:hideMark/>
          </w:tcPr>
          <w:p w14:paraId="5BC26E7F" w14:textId="77777777" w:rsidR="00324B40" w:rsidRPr="00324B40" w:rsidRDefault="00324B40" w:rsidP="00324B40">
            <w:pPr>
              <w:pStyle w:val="BodyText2"/>
            </w:pPr>
            <w:r w:rsidRPr="00324B40">
              <w:t>If a student/parent completes the student loan acknowledgement PRIOR to the school sending the origination record, the school will not receive a notification or report (</w:t>
            </w:r>
            <w:proofErr w:type="gramStart"/>
            <w:r w:rsidRPr="00324B40">
              <w:t>similar to</w:t>
            </w:r>
            <w:proofErr w:type="gramEnd"/>
            <w:r w:rsidRPr="00324B40">
              <w:t xml:space="preserve"> loan counseling and MPN) since ASLA is tied to the borrower and not the institution.  In this case, a school can search on COD web to see if the borrower completed the loan acknowledgement and request a response be sent.</w:t>
            </w:r>
          </w:p>
        </w:tc>
      </w:tr>
      <w:tr w:rsidR="00324B40" w:rsidRPr="00324B40" w14:paraId="1D6B5AFD"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5A75BEB5" w14:textId="77777777" w:rsidR="00324B40" w:rsidRPr="00324B40" w:rsidRDefault="00324B40" w:rsidP="00324B40">
            <w:pPr>
              <w:pStyle w:val="BodyText2"/>
            </w:pPr>
            <w:r w:rsidRPr="00324B40">
              <w:t xml:space="preserve">Can you all provide the slides for the Winter Release?  </w:t>
            </w:r>
          </w:p>
        </w:tc>
        <w:tc>
          <w:tcPr>
            <w:tcW w:w="8235" w:type="dxa"/>
            <w:tcBorders>
              <w:top w:val="nil"/>
              <w:left w:val="nil"/>
              <w:bottom w:val="single" w:sz="4" w:space="0" w:color="auto"/>
              <w:right w:val="single" w:sz="4" w:space="0" w:color="auto"/>
            </w:tcBorders>
            <w:shd w:val="clear" w:color="auto" w:fill="auto"/>
            <w:hideMark/>
          </w:tcPr>
          <w:p w14:paraId="7222001D" w14:textId="77777777" w:rsidR="00324B40" w:rsidRPr="00324B40" w:rsidRDefault="00324B40" w:rsidP="00324B40">
            <w:pPr>
              <w:pStyle w:val="BodyText2"/>
            </w:pPr>
            <w:proofErr w:type="gramStart"/>
            <w:r w:rsidRPr="00324B40">
              <w:t>All of</w:t>
            </w:r>
            <w:proofErr w:type="gramEnd"/>
            <w:r w:rsidRPr="00324B40">
              <w:t xml:space="preserve"> the slides we have are contained within this presentation, which is available for download at https://fsaconferences.ed.gov/2020sessionlist.html.</w:t>
            </w:r>
          </w:p>
        </w:tc>
      </w:tr>
      <w:tr w:rsidR="00324B40" w:rsidRPr="00324B40" w14:paraId="17986F45"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3A8E5887" w14:textId="77777777" w:rsidR="00324B40" w:rsidRPr="00324B40" w:rsidRDefault="00324B40" w:rsidP="00324B40">
            <w:pPr>
              <w:pStyle w:val="BodyText2"/>
            </w:pPr>
            <w:r w:rsidRPr="00324B40">
              <w:t xml:space="preserve">Sorry </w:t>
            </w:r>
            <w:proofErr w:type="spellStart"/>
            <w:r w:rsidRPr="00324B40">
              <w:t>i</w:t>
            </w:r>
            <w:proofErr w:type="spellEnd"/>
            <w:r w:rsidRPr="00324B40">
              <w:t xml:space="preserve"> missed it.  When are we downloading new version of </w:t>
            </w:r>
            <w:proofErr w:type="spellStart"/>
            <w:r w:rsidRPr="00324B40">
              <w:t>edconnect</w:t>
            </w:r>
            <w:proofErr w:type="spellEnd"/>
            <w:r w:rsidRPr="00324B40">
              <w:t>?</w:t>
            </w:r>
          </w:p>
        </w:tc>
        <w:tc>
          <w:tcPr>
            <w:tcW w:w="8235" w:type="dxa"/>
            <w:tcBorders>
              <w:top w:val="nil"/>
              <w:left w:val="nil"/>
              <w:bottom w:val="single" w:sz="4" w:space="0" w:color="auto"/>
              <w:right w:val="single" w:sz="4" w:space="0" w:color="auto"/>
            </w:tcBorders>
            <w:shd w:val="clear" w:color="auto" w:fill="auto"/>
            <w:hideMark/>
          </w:tcPr>
          <w:p w14:paraId="01E70ADD" w14:textId="77777777" w:rsidR="00324B40" w:rsidRPr="00324B40" w:rsidRDefault="00324B40" w:rsidP="00324B40">
            <w:pPr>
              <w:pStyle w:val="BodyText2"/>
            </w:pPr>
            <w:r w:rsidRPr="00324B40">
              <w:t xml:space="preserve">To comply, new versions of </w:t>
            </w:r>
            <w:proofErr w:type="spellStart"/>
            <w:r w:rsidRPr="00324B40">
              <w:t>TDClient</w:t>
            </w:r>
            <w:proofErr w:type="spellEnd"/>
            <w:r w:rsidRPr="00324B40">
              <w:t xml:space="preserve"> and </w:t>
            </w:r>
            <w:proofErr w:type="spellStart"/>
            <w:r w:rsidRPr="00324B40">
              <w:t>EDconnect</w:t>
            </w:r>
            <w:proofErr w:type="spellEnd"/>
            <w:r w:rsidRPr="00324B40">
              <w:br/>
              <w:t>software that support TLS 1.2 must be installed by Feb.</w:t>
            </w:r>
            <w:r w:rsidRPr="00324B40">
              <w:br/>
              <w:t>6, 2021</w:t>
            </w:r>
            <w:r w:rsidRPr="00324B40">
              <w:br/>
              <w:t xml:space="preserve">• Version 3.3 of </w:t>
            </w:r>
            <w:proofErr w:type="spellStart"/>
            <w:r w:rsidRPr="00324B40">
              <w:t>TDClient</w:t>
            </w:r>
            <w:proofErr w:type="spellEnd"/>
            <w:r w:rsidRPr="00324B40">
              <w:t xml:space="preserve"> is ready to be uploaded from IFAP</w:t>
            </w:r>
            <w:r w:rsidRPr="00324B40">
              <w:br/>
              <w:t xml:space="preserve">• Version 8.5 of </w:t>
            </w:r>
            <w:proofErr w:type="spellStart"/>
            <w:r w:rsidRPr="00324B40">
              <w:t>EDconnect</w:t>
            </w:r>
            <w:proofErr w:type="spellEnd"/>
            <w:r w:rsidRPr="00324B40">
              <w:t xml:space="preserve"> will be available for download by</w:t>
            </w:r>
            <w:r w:rsidRPr="00324B40">
              <w:br/>
              <w:t xml:space="preserve">Dec. 31, 2020. </w:t>
            </w:r>
            <w:proofErr w:type="spellStart"/>
            <w:r w:rsidRPr="00324B40">
              <w:t>EDconnect</w:t>
            </w:r>
            <w:proofErr w:type="spellEnd"/>
            <w:r w:rsidRPr="00324B40">
              <w:t xml:space="preserve"> 8.5 must be used with 64-bit</w:t>
            </w:r>
            <w:r w:rsidRPr="00324B40">
              <w:br/>
              <w:t>operating systems</w:t>
            </w:r>
          </w:p>
        </w:tc>
      </w:tr>
      <w:tr w:rsidR="00324B40" w:rsidRPr="00324B40" w14:paraId="31E0828A"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4DF15946" w14:textId="77777777" w:rsidR="00324B40" w:rsidRPr="00324B40" w:rsidRDefault="00324B40" w:rsidP="00324B40">
            <w:pPr>
              <w:pStyle w:val="BodyText2"/>
            </w:pPr>
            <w:r w:rsidRPr="00324B40">
              <w:t>When the Corona Virus indicator is selected during the R2T4 process, does the flag then auto-populate the other various COD screens?</w:t>
            </w:r>
          </w:p>
        </w:tc>
        <w:tc>
          <w:tcPr>
            <w:tcW w:w="8235" w:type="dxa"/>
            <w:tcBorders>
              <w:top w:val="nil"/>
              <w:left w:val="nil"/>
              <w:bottom w:val="single" w:sz="4" w:space="0" w:color="auto"/>
              <w:right w:val="single" w:sz="4" w:space="0" w:color="auto"/>
            </w:tcBorders>
            <w:shd w:val="clear" w:color="auto" w:fill="auto"/>
            <w:hideMark/>
          </w:tcPr>
          <w:p w14:paraId="3EFAAD8B" w14:textId="77777777" w:rsidR="00324B40" w:rsidRPr="00324B40" w:rsidRDefault="00324B40" w:rsidP="00324B40">
            <w:pPr>
              <w:pStyle w:val="BodyText2"/>
            </w:pPr>
            <w:r w:rsidRPr="00324B40">
              <w:t>It does not. The R2T4 Coronavirus Indicator and the Disbursement Coronavirus Indicator are unlinked. You will still need to populate the Coronavirus Indicator on the qualifying disbursements.</w:t>
            </w:r>
          </w:p>
        </w:tc>
      </w:tr>
      <w:tr w:rsidR="00324B40" w:rsidRPr="00324B40" w14:paraId="7A19034D"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0CFCC832" w14:textId="77777777" w:rsidR="00324B40" w:rsidRPr="00324B40" w:rsidRDefault="00324B40" w:rsidP="00324B40">
            <w:pPr>
              <w:pStyle w:val="BodyText2"/>
            </w:pPr>
            <w:r w:rsidRPr="00324B40">
              <w:t>When would you choose the indicator when doing a disbursement?</w:t>
            </w:r>
          </w:p>
        </w:tc>
        <w:tc>
          <w:tcPr>
            <w:tcW w:w="8235" w:type="dxa"/>
            <w:tcBorders>
              <w:top w:val="nil"/>
              <w:left w:val="nil"/>
              <w:bottom w:val="single" w:sz="4" w:space="0" w:color="auto"/>
              <w:right w:val="single" w:sz="4" w:space="0" w:color="auto"/>
            </w:tcBorders>
            <w:shd w:val="clear" w:color="auto" w:fill="auto"/>
            <w:hideMark/>
          </w:tcPr>
          <w:p w14:paraId="5898D465" w14:textId="77777777" w:rsidR="00324B40" w:rsidRPr="00324B40" w:rsidRDefault="00324B40" w:rsidP="00324B40">
            <w:pPr>
              <w:pStyle w:val="BodyText2"/>
            </w:pPr>
            <w:r w:rsidRPr="00324B40">
              <w:t xml:space="preserve">After all necessary adjustments and maintenance have been submitted and accepted by COD, the Coronavirus Indicator can be selected via COD Web for any applicable disbursements. Please note that the Coronavirus Indicator </w:t>
            </w:r>
            <w:proofErr w:type="spellStart"/>
            <w:r w:rsidRPr="00324B40">
              <w:t>can not</w:t>
            </w:r>
            <w:proofErr w:type="spellEnd"/>
            <w:r w:rsidRPr="00324B40">
              <w:t xml:space="preserve"> be applied via Common Record and that any subsequent disbursement-level maintenance will be rejected after the indicator is selected.</w:t>
            </w:r>
          </w:p>
        </w:tc>
      </w:tr>
      <w:tr w:rsidR="00324B40" w:rsidRPr="00324B40" w14:paraId="0B36F5A2"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2CA08E4B" w14:textId="77777777" w:rsidR="00324B40" w:rsidRPr="00324B40" w:rsidRDefault="00324B40" w:rsidP="00324B40">
            <w:pPr>
              <w:pStyle w:val="BodyText2"/>
            </w:pPr>
            <w:r w:rsidRPr="00324B40">
              <w:t>How early can a student begin completing the ASLA for 20-21? May they complete it now?</w:t>
            </w:r>
          </w:p>
        </w:tc>
        <w:tc>
          <w:tcPr>
            <w:tcW w:w="8235" w:type="dxa"/>
            <w:tcBorders>
              <w:top w:val="nil"/>
              <w:left w:val="nil"/>
              <w:bottom w:val="single" w:sz="4" w:space="0" w:color="auto"/>
              <w:right w:val="single" w:sz="4" w:space="0" w:color="auto"/>
            </w:tcBorders>
            <w:shd w:val="clear" w:color="auto" w:fill="auto"/>
            <w:hideMark/>
          </w:tcPr>
          <w:p w14:paraId="267FADB0" w14:textId="77777777" w:rsidR="00324B40" w:rsidRPr="00324B40" w:rsidRDefault="00324B40" w:rsidP="00324B40">
            <w:pPr>
              <w:pStyle w:val="BodyText2"/>
            </w:pPr>
            <w:r w:rsidRPr="00324B40">
              <w:t xml:space="preserve">The acknowledgement for the 20/21 year is available </w:t>
            </w:r>
            <w:proofErr w:type="gramStart"/>
            <w:r w:rsidRPr="00324B40">
              <w:t>now, but</w:t>
            </w:r>
            <w:proofErr w:type="gramEnd"/>
            <w:r w:rsidRPr="00324B40">
              <w:t xml:space="preserve"> is not required. The acknowledgement for the 21/22 year will be available in March 2021. </w:t>
            </w:r>
          </w:p>
        </w:tc>
      </w:tr>
      <w:tr w:rsidR="00324B40" w:rsidRPr="00324B40" w14:paraId="5FFB329C"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567A0046" w14:textId="77777777" w:rsidR="00324B40" w:rsidRPr="00324B40" w:rsidRDefault="00324B40" w:rsidP="00324B40">
            <w:pPr>
              <w:pStyle w:val="BodyText2"/>
            </w:pPr>
            <w:r w:rsidRPr="00324B40">
              <w:t>Who will provide the borrower relation to student information for PLUS processing</w:t>
            </w:r>
          </w:p>
        </w:tc>
        <w:tc>
          <w:tcPr>
            <w:tcW w:w="8235" w:type="dxa"/>
            <w:tcBorders>
              <w:top w:val="nil"/>
              <w:left w:val="nil"/>
              <w:bottom w:val="single" w:sz="4" w:space="0" w:color="auto"/>
              <w:right w:val="single" w:sz="4" w:space="0" w:color="auto"/>
            </w:tcBorders>
            <w:shd w:val="clear" w:color="auto" w:fill="auto"/>
            <w:hideMark/>
          </w:tcPr>
          <w:p w14:paraId="21694EA7" w14:textId="77777777" w:rsidR="00324B40" w:rsidRPr="00324B40" w:rsidRDefault="00324B40" w:rsidP="00324B40">
            <w:pPr>
              <w:pStyle w:val="BodyText2"/>
            </w:pPr>
            <w:r w:rsidRPr="00324B40">
              <w:t>The question will be presented to the person completing the application.</w:t>
            </w:r>
          </w:p>
        </w:tc>
      </w:tr>
      <w:tr w:rsidR="00324B40" w:rsidRPr="00324B40" w14:paraId="52509198"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42D171A0" w14:textId="77777777" w:rsidR="00324B40" w:rsidRPr="00324B40" w:rsidRDefault="00324B40" w:rsidP="00324B40">
            <w:pPr>
              <w:pStyle w:val="BodyText2"/>
            </w:pPr>
            <w:r w:rsidRPr="00324B40">
              <w:t xml:space="preserve">Will someone be able to answer my </w:t>
            </w:r>
            <w:proofErr w:type="gramStart"/>
            <w:r w:rsidRPr="00324B40">
              <w:t>question:</w:t>
            </w:r>
            <w:proofErr w:type="gramEnd"/>
            <w:r w:rsidRPr="00324B40">
              <w:t xml:space="preserve"> mhughes@omnitech.edu</w:t>
            </w:r>
          </w:p>
        </w:tc>
        <w:tc>
          <w:tcPr>
            <w:tcW w:w="8235" w:type="dxa"/>
            <w:tcBorders>
              <w:top w:val="nil"/>
              <w:left w:val="nil"/>
              <w:bottom w:val="single" w:sz="4" w:space="0" w:color="auto"/>
              <w:right w:val="single" w:sz="4" w:space="0" w:color="auto"/>
            </w:tcBorders>
            <w:shd w:val="clear" w:color="auto" w:fill="auto"/>
            <w:hideMark/>
          </w:tcPr>
          <w:p w14:paraId="7800D0A0" w14:textId="77777777" w:rsidR="00324B40" w:rsidRPr="00324B40" w:rsidRDefault="00324B40" w:rsidP="00324B40">
            <w:pPr>
              <w:pStyle w:val="BodyText2"/>
            </w:pPr>
            <w:r w:rsidRPr="00324B40">
              <w:t>If you have questions after this session, please contact the COD School Relations Center on 1-800-848-0978 or email CODSupport@ed.gov.</w:t>
            </w:r>
          </w:p>
        </w:tc>
      </w:tr>
      <w:tr w:rsidR="00324B40" w:rsidRPr="00324B40" w14:paraId="10F7F310"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77EE5DA4" w14:textId="77777777" w:rsidR="00324B40" w:rsidRPr="00324B40" w:rsidRDefault="00324B40" w:rsidP="00324B40">
            <w:pPr>
              <w:pStyle w:val="BodyText2"/>
            </w:pPr>
            <w:r w:rsidRPr="00324B40">
              <w:t xml:space="preserve">For students with r2t4 COVID related withdrawals, do we have to use the indicator on the disbursement screens on COD as well </w:t>
            </w:r>
            <w:r w:rsidRPr="00324B40">
              <w:lastRenderedPageBreak/>
              <w:t>as the coronavirus indicator on the R2T4 record?</w:t>
            </w:r>
          </w:p>
        </w:tc>
        <w:tc>
          <w:tcPr>
            <w:tcW w:w="8235" w:type="dxa"/>
            <w:tcBorders>
              <w:top w:val="nil"/>
              <w:left w:val="nil"/>
              <w:bottom w:val="single" w:sz="4" w:space="0" w:color="auto"/>
              <w:right w:val="single" w:sz="4" w:space="0" w:color="auto"/>
            </w:tcBorders>
            <w:shd w:val="clear" w:color="auto" w:fill="auto"/>
            <w:hideMark/>
          </w:tcPr>
          <w:p w14:paraId="0E8B4C3A" w14:textId="77777777" w:rsidR="00324B40" w:rsidRPr="00324B40" w:rsidRDefault="00324B40" w:rsidP="00324B40">
            <w:pPr>
              <w:pStyle w:val="BodyText2"/>
            </w:pPr>
            <w:r w:rsidRPr="00324B40">
              <w:lastRenderedPageBreak/>
              <w:t>Yes. The R2T4 COVID Indicator and the disbursement COVID Indicators are unlinked. Schools should flag R2T4 records and disbursements alike where applicable.</w:t>
            </w:r>
          </w:p>
        </w:tc>
      </w:tr>
      <w:tr w:rsidR="00324B40" w:rsidRPr="00324B40" w14:paraId="1D2E39D7"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133463D0" w14:textId="77777777" w:rsidR="00324B40" w:rsidRPr="00324B40" w:rsidRDefault="00324B40" w:rsidP="00324B40">
            <w:pPr>
              <w:pStyle w:val="BodyText2"/>
            </w:pPr>
            <w:r w:rsidRPr="00324B40">
              <w:t>Our school does use COD for R2T4 calculations. Are we required to set the COD flag on calculations for reporting purposes? May we use the lump sum reporting option instead?</w:t>
            </w:r>
          </w:p>
        </w:tc>
        <w:tc>
          <w:tcPr>
            <w:tcW w:w="8235" w:type="dxa"/>
            <w:tcBorders>
              <w:top w:val="nil"/>
              <w:left w:val="nil"/>
              <w:bottom w:val="single" w:sz="4" w:space="0" w:color="auto"/>
              <w:right w:val="single" w:sz="4" w:space="0" w:color="auto"/>
            </w:tcBorders>
            <w:shd w:val="clear" w:color="auto" w:fill="auto"/>
            <w:hideMark/>
          </w:tcPr>
          <w:p w14:paraId="5BE5E27A" w14:textId="77777777" w:rsidR="00324B40" w:rsidRPr="00324B40" w:rsidRDefault="00324B40" w:rsidP="00324B40">
            <w:pPr>
              <w:pStyle w:val="BodyText2"/>
            </w:pPr>
            <w:r w:rsidRPr="00324B40">
              <w:t>Yes</w:t>
            </w:r>
          </w:p>
        </w:tc>
      </w:tr>
      <w:tr w:rsidR="00324B40" w:rsidRPr="00324B40" w14:paraId="22A1BA1E"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116DA694" w14:textId="77777777" w:rsidR="00324B40" w:rsidRPr="00324B40" w:rsidRDefault="00324B40" w:rsidP="00324B40">
            <w:pPr>
              <w:pStyle w:val="BodyText2"/>
            </w:pPr>
            <w:r w:rsidRPr="00324B40">
              <w:t xml:space="preserve">We requested the 2019-2020 Direct Loan to reopen </w:t>
            </w:r>
            <w:proofErr w:type="gramStart"/>
            <w:r w:rsidRPr="00324B40">
              <w:t>in order to</w:t>
            </w:r>
            <w:proofErr w:type="gramEnd"/>
            <w:r w:rsidRPr="00324B40">
              <w:t xml:space="preserve"> report the coronavirus indicator. When we are done, do we have to do the closeout process again?</w:t>
            </w:r>
          </w:p>
        </w:tc>
        <w:tc>
          <w:tcPr>
            <w:tcW w:w="8235" w:type="dxa"/>
            <w:tcBorders>
              <w:top w:val="nil"/>
              <w:left w:val="nil"/>
              <w:bottom w:val="single" w:sz="4" w:space="0" w:color="auto"/>
              <w:right w:val="single" w:sz="4" w:space="0" w:color="auto"/>
            </w:tcBorders>
            <w:shd w:val="clear" w:color="auto" w:fill="auto"/>
            <w:hideMark/>
          </w:tcPr>
          <w:p w14:paraId="369C3B75" w14:textId="77777777" w:rsidR="00324B40" w:rsidRPr="00324B40" w:rsidRDefault="00324B40" w:rsidP="00324B40">
            <w:pPr>
              <w:pStyle w:val="BodyText2"/>
            </w:pPr>
            <w:r w:rsidRPr="00324B40">
              <w:t>Yes.</w:t>
            </w:r>
          </w:p>
        </w:tc>
      </w:tr>
      <w:tr w:rsidR="00324B40" w:rsidRPr="00324B40" w14:paraId="1C01F377" w14:textId="77777777" w:rsidTr="00324B40">
        <w:trPr>
          <w:trHeight w:val="1275"/>
        </w:trPr>
        <w:tc>
          <w:tcPr>
            <w:tcW w:w="2257" w:type="dxa"/>
            <w:tcBorders>
              <w:top w:val="nil"/>
              <w:left w:val="single" w:sz="4" w:space="0" w:color="auto"/>
              <w:bottom w:val="single" w:sz="4" w:space="0" w:color="auto"/>
              <w:right w:val="single" w:sz="4" w:space="0" w:color="auto"/>
            </w:tcBorders>
            <w:shd w:val="clear" w:color="auto" w:fill="auto"/>
            <w:hideMark/>
          </w:tcPr>
          <w:p w14:paraId="316DD6BC" w14:textId="77777777" w:rsidR="00324B40" w:rsidRPr="00324B40" w:rsidRDefault="00324B40" w:rsidP="00324B40">
            <w:pPr>
              <w:pStyle w:val="BodyText2"/>
            </w:pPr>
            <w:r w:rsidRPr="00324B40">
              <w:t xml:space="preserve">If an individual selected "other" as the relation to student on the parent PLUS application, will the applicant be stopped? If not, is then on schools  follow up with the student/parent applicant regarding the relationship? </w:t>
            </w:r>
          </w:p>
        </w:tc>
        <w:tc>
          <w:tcPr>
            <w:tcW w:w="8235" w:type="dxa"/>
            <w:tcBorders>
              <w:top w:val="nil"/>
              <w:left w:val="nil"/>
              <w:bottom w:val="single" w:sz="4" w:space="0" w:color="auto"/>
              <w:right w:val="single" w:sz="4" w:space="0" w:color="auto"/>
            </w:tcBorders>
            <w:shd w:val="clear" w:color="auto" w:fill="auto"/>
            <w:hideMark/>
          </w:tcPr>
          <w:p w14:paraId="5DD3A8DC" w14:textId="77777777" w:rsidR="00324B40" w:rsidRPr="00324B40" w:rsidRDefault="00324B40" w:rsidP="00324B40">
            <w:pPr>
              <w:pStyle w:val="BodyText2"/>
            </w:pPr>
            <w:r w:rsidRPr="00324B40">
              <w:t xml:space="preserve">Applicants will still be able to complete the application but will be notified that they are not eligible to borrow a PLUS loan. COD will not prevent a school from originating a PLUS loan if the school has verified that they are </w:t>
            </w:r>
            <w:proofErr w:type="gramStart"/>
            <w:r w:rsidRPr="00324B40">
              <w:t>actually eligible</w:t>
            </w:r>
            <w:proofErr w:type="gramEnd"/>
            <w:r w:rsidRPr="00324B40">
              <w:t xml:space="preserve"> and possibly answered the question wrong.</w:t>
            </w:r>
          </w:p>
        </w:tc>
      </w:tr>
      <w:tr w:rsidR="00324B40" w:rsidRPr="00324B40" w14:paraId="5F4F49F5"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11E5D328" w14:textId="77777777" w:rsidR="00324B40" w:rsidRPr="00324B40" w:rsidRDefault="00324B40" w:rsidP="00324B40">
            <w:pPr>
              <w:pStyle w:val="BodyText2"/>
            </w:pPr>
            <w:r w:rsidRPr="00324B40">
              <w:t xml:space="preserve">For schools that use both </w:t>
            </w:r>
            <w:proofErr w:type="spellStart"/>
            <w:r w:rsidRPr="00324B40">
              <w:t>TDClient</w:t>
            </w:r>
            <w:proofErr w:type="spellEnd"/>
            <w:r w:rsidRPr="00324B40">
              <w:t xml:space="preserve"> and </w:t>
            </w:r>
            <w:proofErr w:type="spellStart"/>
            <w:r w:rsidRPr="00324B40">
              <w:t>EDConnect</w:t>
            </w:r>
            <w:proofErr w:type="spellEnd"/>
            <w:r w:rsidRPr="00324B40">
              <w:t xml:space="preserve">, can we update </w:t>
            </w:r>
            <w:proofErr w:type="spellStart"/>
            <w:r w:rsidRPr="00324B40">
              <w:t>TDClient</w:t>
            </w:r>
            <w:proofErr w:type="spellEnd"/>
            <w:r w:rsidRPr="00324B40">
              <w:t xml:space="preserve"> now and </w:t>
            </w:r>
            <w:proofErr w:type="spellStart"/>
            <w:r w:rsidRPr="00324B40">
              <w:t>EDConnect</w:t>
            </w:r>
            <w:proofErr w:type="spellEnd"/>
            <w:r w:rsidRPr="00324B40">
              <w:t xml:space="preserve"> later; or should the version updates occur at the same time?</w:t>
            </w:r>
          </w:p>
        </w:tc>
        <w:tc>
          <w:tcPr>
            <w:tcW w:w="8235" w:type="dxa"/>
            <w:tcBorders>
              <w:top w:val="nil"/>
              <w:left w:val="nil"/>
              <w:bottom w:val="single" w:sz="4" w:space="0" w:color="auto"/>
              <w:right w:val="single" w:sz="4" w:space="0" w:color="auto"/>
            </w:tcBorders>
            <w:shd w:val="clear" w:color="auto" w:fill="auto"/>
            <w:hideMark/>
          </w:tcPr>
          <w:p w14:paraId="38E25E7A" w14:textId="77777777" w:rsidR="00324B40" w:rsidRPr="00324B40" w:rsidRDefault="00324B40" w:rsidP="00324B40">
            <w:pPr>
              <w:pStyle w:val="BodyText2"/>
            </w:pPr>
            <w:r w:rsidRPr="00324B40">
              <w:t>Please look for further guidance from FSA.</w:t>
            </w:r>
          </w:p>
        </w:tc>
      </w:tr>
      <w:tr w:rsidR="00324B40" w:rsidRPr="00324B40" w14:paraId="580C3157"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7FD51B75" w14:textId="77777777" w:rsidR="00324B40" w:rsidRPr="00324B40" w:rsidRDefault="00324B40" w:rsidP="00324B40">
            <w:pPr>
              <w:pStyle w:val="BodyText2"/>
            </w:pPr>
            <w:r w:rsidRPr="00324B40">
              <w:t xml:space="preserve">If a student withdraws due to COVID, and they have both Sub, unsub and Plus </w:t>
            </w:r>
            <w:proofErr w:type="gramStart"/>
            <w:r w:rsidRPr="00324B40">
              <w:t>loans..</w:t>
            </w:r>
            <w:proofErr w:type="gramEnd"/>
            <w:r w:rsidRPr="00324B40">
              <w:t xml:space="preserve"> would you flag disbursements on all three loan types?  Would that portion of the parent loan also be discharged? </w:t>
            </w:r>
          </w:p>
        </w:tc>
        <w:tc>
          <w:tcPr>
            <w:tcW w:w="8235" w:type="dxa"/>
            <w:tcBorders>
              <w:top w:val="nil"/>
              <w:left w:val="nil"/>
              <w:bottom w:val="single" w:sz="4" w:space="0" w:color="auto"/>
              <w:right w:val="single" w:sz="4" w:space="0" w:color="auto"/>
            </w:tcBorders>
            <w:shd w:val="clear" w:color="auto" w:fill="auto"/>
            <w:hideMark/>
          </w:tcPr>
          <w:p w14:paraId="2D8B6771" w14:textId="77777777" w:rsidR="00324B40" w:rsidRPr="00324B40" w:rsidRDefault="00324B40" w:rsidP="00324B40">
            <w:pPr>
              <w:pStyle w:val="BodyText2"/>
            </w:pPr>
            <w:r w:rsidRPr="00324B40">
              <w:t>Yes - the disbursements impacted by withdrawal would need to be flagged on the awards where applicable.</w:t>
            </w:r>
          </w:p>
        </w:tc>
      </w:tr>
      <w:tr w:rsidR="00324B40" w:rsidRPr="00324B40" w14:paraId="1BBDB829"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66CDC7E5" w14:textId="77777777" w:rsidR="00324B40" w:rsidRPr="00324B40" w:rsidRDefault="00324B40" w:rsidP="00324B40">
            <w:pPr>
              <w:pStyle w:val="BodyText2"/>
            </w:pPr>
            <w:r w:rsidRPr="00324B40">
              <w:t xml:space="preserve">When completing an R2T4 in COD, </w:t>
            </w:r>
            <w:proofErr w:type="gramStart"/>
            <w:r w:rsidRPr="00324B40">
              <w:t>If</w:t>
            </w:r>
            <w:proofErr w:type="gramEnd"/>
            <w:r w:rsidRPr="00324B40">
              <w:t xml:space="preserve"> we flag an R2T4 record as Covid-19 related and then we finish all T4 funds returns and no further adjustments need made, Do we then also </w:t>
            </w:r>
            <w:r w:rsidRPr="00324B40">
              <w:lastRenderedPageBreak/>
              <w:t>need to mark the other indicator in each of the T4 disbursements? or will simply marking the indicator using the R2T4 tool on COD make this all happen?</w:t>
            </w:r>
          </w:p>
        </w:tc>
        <w:tc>
          <w:tcPr>
            <w:tcW w:w="8235" w:type="dxa"/>
            <w:tcBorders>
              <w:top w:val="nil"/>
              <w:left w:val="nil"/>
              <w:bottom w:val="single" w:sz="4" w:space="0" w:color="auto"/>
              <w:right w:val="single" w:sz="4" w:space="0" w:color="auto"/>
            </w:tcBorders>
            <w:shd w:val="clear" w:color="auto" w:fill="auto"/>
            <w:hideMark/>
          </w:tcPr>
          <w:p w14:paraId="7F7A8E9A" w14:textId="77777777" w:rsidR="00324B40" w:rsidRPr="00324B40" w:rsidRDefault="00324B40" w:rsidP="00324B40">
            <w:pPr>
              <w:pStyle w:val="BodyText2"/>
            </w:pPr>
            <w:r w:rsidRPr="00324B40">
              <w:lastRenderedPageBreak/>
              <w:t xml:space="preserve">The processes are separate. An </w:t>
            </w:r>
            <w:proofErr w:type="spellStart"/>
            <w:r w:rsidRPr="00324B40">
              <w:t>instutiton</w:t>
            </w:r>
            <w:proofErr w:type="spellEnd"/>
            <w:r w:rsidRPr="00324B40">
              <w:t xml:space="preserve"> will need to flag the disbursement in COD Web to make sure the Title IV aid is adjusted (ex. discharged, cancelled, Pell LEU restored). The institution will also need to into R2T4 on COD to flag for the R2T4 coronavirus indicator or by using the alternate solution for reporting by lump sum that will be available in Spring 2021. </w:t>
            </w:r>
          </w:p>
        </w:tc>
      </w:tr>
      <w:tr w:rsidR="00324B40" w:rsidRPr="00324B40" w14:paraId="586CA80A"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584ECD71" w14:textId="77777777" w:rsidR="00324B40" w:rsidRPr="00324B40" w:rsidRDefault="00324B40" w:rsidP="00324B40">
            <w:pPr>
              <w:pStyle w:val="BodyText2"/>
            </w:pPr>
            <w:r w:rsidRPr="00324B40">
              <w:t xml:space="preserve">How do you remove the </w:t>
            </w:r>
            <w:proofErr w:type="spellStart"/>
            <w:r w:rsidRPr="00324B40">
              <w:t>CoronaVirus</w:t>
            </w:r>
            <w:proofErr w:type="spellEnd"/>
            <w:r w:rsidRPr="00324B40">
              <w:t xml:space="preserve"> indicator from </w:t>
            </w:r>
            <w:proofErr w:type="gramStart"/>
            <w:r w:rsidRPr="00324B40">
              <w:t>COD.</w:t>
            </w:r>
            <w:proofErr w:type="gramEnd"/>
            <w:r w:rsidRPr="00324B40">
              <w:t xml:space="preserve">  We need to return Stale dated DL refund.</w:t>
            </w:r>
          </w:p>
        </w:tc>
        <w:tc>
          <w:tcPr>
            <w:tcW w:w="8235" w:type="dxa"/>
            <w:tcBorders>
              <w:top w:val="nil"/>
              <w:left w:val="nil"/>
              <w:bottom w:val="single" w:sz="4" w:space="0" w:color="auto"/>
              <w:right w:val="single" w:sz="4" w:space="0" w:color="auto"/>
            </w:tcBorders>
            <w:shd w:val="clear" w:color="auto" w:fill="auto"/>
            <w:hideMark/>
          </w:tcPr>
          <w:p w14:paraId="622C4C01" w14:textId="77777777" w:rsidR="00324B40" w:rsidRPr="00324B40" w:rsidRDefault="00324B40" w:rsidP="00324B40">
            <w:pPr>
              <w:pStyle w:val="BodyText2"/>
            </w:pPr>
            <w:proofErr w:type="gramStart"/>
            <w:r w:rsidRPr="00324B40">
              <w:t>This is why</w:t>
            </w:r>
            <w:proofErr w:type="gramEnd"/>
            <w:r w:rsidRPr="00324B40">
              <w:t xml:space="preserve"> we really urge schools to not set the indicator before they are sure.  There are little to no options.  In the rare case that this happens call the COD Relations Center and they will escalate your issue to FSA.</w:t>
            </w:r>
          </w:p>
        </w:tc>
      </w:tr>
      <w:tr w:rsidR="00324B40" w:rsidRPr="00324B40" w14:paraId="224A68A8"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5B777421" w14:textId="77777777" w:rsidR="00324B40" w:rsidRPr="00324B40" w:rsidRDefault="00324B40" w:rsidP="00324B40">
            <w:pPr>
              <w:pStyle w:val="BodyText2"/>
            </w:pPr>
            <w:r w:rsidRPr="00324B40">
              <w:t xml:space="preserve">Our school performs R2T4 calculations in COD. Do we have to calculate post-60% withdraws in COD </w:t>
            </w:r>
            <w:proofErr w:type="gramStart"/>
            <w:r w:rsidRPr="00324B40">
              <w:t>in order to</w:t>
            </w:r>
            <w:proofErr w:type="gramEnd"/>
            <w:r w:rsidRPr="00324B40">
              <w:t xml:space="preserve"> set the R2T4 Coronavirus Indicator?</w:t>
            </w:r>
          </w:p>
        </w:tc>
        <w:tc>
          <w:tcPr>
            <w:tcW w:w="8235" w:type="dxa"/>
            <w:tcBorders>
              <w:top w:val="nil"/>
              <w:left w:val="nil"/>
              <w:bottom w:val="single" w:sz="4" w:space="0" w:color="auto"/>
              <w:right w:val="single" w:sz="4" w:space="0" w:color="auto"/>
            </w:tcBorders>
            <w:shd w:val="clear" w:color="auto" w:fill="auto"/>
            <w:hideMark/>
          </w:tcPr>
          <w:p w14:paraId="10AEF06E" w14:textId="77777777" w:rsidR="00324B40" w:rsidRPr="00324B40" w:rsidRDefault="00324B40" w:rsidP="00324B40">
            <w:pPr>
              <w:pStyle w:val="BodyText2"/>
            </w:pPr>
            <w:r w:rsidRPr="00324B40">
              <w:t>Yes</w:t>
            </w:r>
          </w:p>
        </w:tc>
      </w:tr>
      <w:tr w:rsidR="00324B40" w:rsidRPr="00324B40" w14:paraId="1B2B21BB"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1B9DAD74" w14:textId="77777777" w:rsidR="00324B40" w:rsidRPr="00324B40" w:rsidRDefault="00324B40" w:rsidP="00324B40">
            <w:pPr>
              <w:pStyle w:val="BodyText2"/>
            </w:pPr>
            <w:r w:rsidRPr="00324B40">
              <w:t xml:space="preserve">If an applicant selected "other" on the PLUS application, what documentation is acceptable once we have verified that the applicant is </w:t>
            </w:r>
            <w:proofErr w:type="gramStart"/>
            <w:r w:rsidRPr="00324B40">
              <w:t>actually one of the three</w:t>
            </w:r>
            <w:proofErr w:type="gramEnd"/>
            <w:r w:rsidRPr="00324B40">
              <w:t xml:space="preserve"> eligible parent status? Is an email confirmation sufficient? </w:t>
            </w:r>
          </w:p>
        </w:tc>
        <w:tc>
          <w:tcPr>
            <w:tcW w:w="8235" w:type="dxa"/>
            <w:tcBorders>
              <w:top w:val="nil"/>
              <w:left w:val="nil"/>
              <w:bottom w:val="single" w:sz="4" w:space="0" w:color="auto"/>
              <w:right w:val="single" w:sz="4" w:space="0" w:color="auto"/>
            </w:tcBorders>
            <w:shd w:val="clear" w:color="auto" w:fill="auto"/>
            <w:hideMark/>
          </w:tcPr>
          <w:p w14:paraId="0B140C5E" w14:textId="77777777" w:rsidR="00324B40" w:rsidRPr="00324B40" w:rsidRDefault="00324B40" w:rsidP="00324B40">
            <w:pPr>
              <w:pStyle w:val="BodyText2"/>
            </w:pPr>
            <w:r w:rsidRPr="00324B40">
              <w:t xml:space="preserve">If the applicant responds with an email stating that they made a mistake and that they do in fact fall into one of the three eligible categories, then that would be sufficient. If they claim to be an eligible stepparent, that can be verified by checking the FAFSA, since stepparents can take out parent PLUS loans only if they </w:t>
            </w:r>
            <w:proofErr w:type="gramStart"/>
            <w:r w:rsidRPr="00324B40">
              <w:t>are considered to be</w:t>
            </w:r>
            <w:proofErr w:type="gramEnd"/>
            <w:r w:rsidRPr="00324B40">
              <w:t xml:space="preserve"> a parent in accordance with the FAFSA instructions.</w:t>
            </w:r>
          </w:p>
        </w:tc>
      </w:tr>
      <w:tr w:rsidR="00324B40" w:rsidRPr="00324B40" w14:paraId="6AC9AD2E" w14:textId="77777777" w:rsidTr="00324B40">
        <w:trPr>
          <w:trHeight w:val="1020"/>
        </w:trPr>
        <w:tc>
          <w:tcPr>
            <w:tcW w:w="2257" w:type="dxa"/>
            <w:tcBorders>
              <w:top w:val="nil"/>
              <w:left w:val="single" w:sz="4" w:space="0" w:color="auto"/>
              <w:bottom w:val="single" w:sz="4" w:space="0" w:color="auto"/>
              <w:right w:val="single" w:sz="4" w:space="0" w:color="auto"/>
            </w:tcBorders>
            <w:shd w:val="clear" w:color="auto" w:fill="auto"/>
            <w:hideMark/>
          </w:tcPr>
          <w:p w14:paraId="60B9C385" w14:textId="77777777" w:rsidR="00324B40" w:rsidRPr="00324B40" w:rsidRDefault="00324B40" w:rsidP="00324B40">
            <w:pPr>
              <w:pStyle w:val="BodyText2"/>
            </w:pPr>
            <w:r w:rsidRPr="00324B40">
              <w:t xml:space="preserve">Is it necessary to request a CRIB be sent when </w:t>
            </w:r>
            <w:proofErr w:type="spellStart"/>
            <w:r w:rsidRPr="00324B40">
              <w:t>th</w:t>
            </w:r>
            <w:proofErr w:type="spellEnd"/>
            <w:r w:rsidRPr="00324B40">
              <w:t xml:space="preserve"> </w:t>
            </w:r>
            <w:proofErr w:type="spellStart"/>
            <w:r w:rsidRPr="00324B40">
              <w:t>eborrower</w:t>
            </w:r>
            <w:proofErr w:type="spellEnd"/>
            <w:r w:rsidRPr="00324B40">
              <w:t xml:space="preserve"> completes ASLA prior to the school's origination?  </w:t>
            </w:r>
            <w:proofErr w:type="spellStart"/>
            <w:r w:rsidRPr="00324B40">
              <w:t>i</w:t>
            </w:r>
            <w:proofErr w:type="spellEnd"/>
            <w:r w:rsidRPr="00324B40">
              <w:t xml:space="preserve"> understood that the CRDL would contain the ASLA information.... Thanks</w:t>
            </w:r>
          </w:p>
        </w:tc>
        <w:tc>
          <w:tcPr>
            <w:tcW w:w="8235" w:type="dxa"/>
            <w:tcBorders>
              <w:top w:val="nil"/>
              <w:left w:val="nil"/>
              <w:bottom w:val="single" w:sz="4" w:space="0" w:color="auto"/>
              <w:right w:val="single" w:sz="4" w:space="0" w:color="auto"/>
            </w:tcBorders>
            <w:shd w:val="clear" w:color="auto" w:fill="auto"/>
            <w:hideMark/>
          </w:tcPr>
          <w:p w14:paraId="518EB52F" w14:textId="77777777" w:rsidR="00324B40" w:rsidRPr="00324B40" w:rsidRDefault="00324B40" w:rsidP="00324B40">
            <w:pPr>
              <w:pStyle w:val="BodyText2"/>
            </w:pPr>
            <w:r w:rsidRPr="00324B40">
              <w:t>No. You would only need to request the CRIB if your software system requires it.</w:t>
            </w:r>
          </w:p>
        </w:tc>
      </w:tr>
      <w:tr w:rsidR="00324B40" w:rsidRPr="00324B40" w14:paraId="6D878CB5"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5605A722" w14:textId="77777777" w:rsidR="00324B40" w:rsidRPr="00324B40" w:rsidRDefault="00324B40" w:rsidP="00324B40">
            <w:pPr>
              <w:pStyle w:val="BodyText2"/>
            </w:pPr>
            <w:r w:rsidRPr="00324B40">
              <w:t xml:space="preserve">If a student withdraws and they indicate is due to the corona virus,  do we just process the R2t4 as usual or do we discharge. is this something that the school will </w:t>
            </w:r>
            <w:proofErr w:type="gramStart"/>
            <w:r w:rsidRPr="00324B40">
              <w:t>determine?,</w:t>
            </w:r>
            <w:proofErr w:type="gramEnd"/>
            <w:r w:rsidRPr="00324B40">
              <w:t xml:space="preserve">  </w:t>
            </w:r>
            <w:proofErr w:type="spellStart"/>
            <w:r w:rsidRPr="00324B40">
              <w:t>im</w:t>
            </w:r>
            <w:proofErr w:type="spellEnd"/>
            <w:r w:rsidRPr="00324B40">
              <w:t xml:space="preserve"> confused on when it will be okay to discharge or cancel a loan?</w:t>
            </w:r>
          </w:p>
        </w:tc>
        <w:tc>
          <w:tcPr>
            <w:tcW w:w="8235" w:type="dxa"/>
            <w:tcBorders>
              <w:top w:val="nil"/>
              <w:left w:val="nil"/>
              <w:bottom w:val="single" w:sz="4" w:space="0" w:color="auto"/>
              <w:right w:val="single" w:sz="4" w:space="0" w:color="auto"/>
            </w:tcBorders>
            <w:shd w:val="clear" w:color="auto" w:fill="auto"/>
            <w:hideMark/>
          </w:tcPr>
          <w:p w14:paraId="31E9B312" w14:textId="77777777" w:rsidR="00324B40" w:rsidRPr="00324B40" w:rsidRDefault="00324B40" w:rsidP="00324B40">
            <w:pPr>
              <w:pStyle w:val="BodyText2"/>
            </w:pPr>
            <w:r w:rsidRPr="00324B40">
              <w:t>Yes, the school determines. If the student withdraws due to Coronavirus, the school should set the Indicator on the disbursement(s) so Pell LEU adjustment can be performed, or so the loan can be discharged. The amount that would have been returned due to an R2T4 must be reported either through the R2T4 calculator in COD or the upcoming R2T4 lump sum reporting tool in COD (Spring 2021 release).</w:t>
            </w:r>
          </w:p>
        </w:tc>
      </w:tr>
      <w:tr w:rsidR="00324B40" w:rsidRPr="00324B40" w14:paraId="4464E252" w14:textId="77777777" w:rsidTr="00324B40">
        <w:trPr>
          <w:trHeight w:val="510"/>
        </w:trPr>
        <w:tc>
          <w:tcPr>
            <w:tcW w:w="2257" w:type="dxa"/>
            <w:tcBorders>
              <w:top w:val="nil"/>
              <w:left w:val="single" w:sz="4" w:space="0" w:color="auto"/>
              <w:bottom w:val="single" w:sz="4" w:space="0" w:color="auto"/>
              <w:right w:val="single" w:sz="4" w:space="0" w:color="auto"/>
            </w:tcBorders>
            <w:shd w:val="clear" w:color="auto" w:fill="auto"/>
            <w:hideMark/>
          </w:tcPr>
          <w:p w14:paraId="042DED6D" w14:textId="77777777" w:rsidR="00324B40" w:rsidRPr="00324B40" w:rsidRDefault="00324B40" w:rsidP="00324B40">
            <w:pPr>
              <w:pStyle w:val="BodyText2"/>
            </w:pPr>
            <w:r w:rsidRPr="00324B40">
              <w:t xml:space="preserve">If the 12/31/20 deadline is for the 19/20 year, </w:t>
            </w:r>
            <w:proofErr w:type="gramStart"/>
            <w:r w:rsidRPr="00324B40">
              <w:t>Is</w:t>
            </w:r>
            <w:proofErr w:type="gramEnd"/>
            <w:r w:rsidRPr="00324B40">
              <w:t xml:space="preserve"> there a deadline set for the 20/21 year yet?</w:t>
            </w:r>
          </w:p>
        </w:tc>
        <w:tc>
          <w:tcPr>
            <w:tcW w:w="8235" w:type="dxa"/>
            <w:tcBorders>
              <w:top w:val="nil"/>
              <w:left w:val="nil"/>
              <w:bottom w:val="single" w:sz="4" w:space="0" w:color="auto"/>
              <w:right w:val="single" w:sz="4" w:space="0" w:color="auto"/>
            </w:tcBorders>
            <w:shd w:val="clear" w:color="auto" w:fill="auto"/>
            <w:hideMark/>
          </w:tcPr>
          <w:p w14:paraId="70FA10D6" w14:textId="77777777" w:rsidR="00324B40" w:rsidRPr="00324B40" w:rsidRDefault="00324B40" w:rsidP="00324B40">
            <w:pPr>
              <w:pStyle w:val="BodyText2"/>
            </w:pPr>
            <w:r w:rsidRPr="00324B40">
              <w:t>There will be guidance released soon on this topic. Stayed tuned. : -)</w:t>
            </w:r>
          </w:p>
        </w:tc>
      </w:tr>
      <w:tr w:rsidR="00324B40" w:rsidRPr="00324B40" w14:paraId="1F9E467E" w14:textId="77777777" w:rsidTr="00324B40">
        <w:trPr>
          <w:trHeight w:val="1785"/>
        </w:trPr>
        <w:tc>
          <w:tcPr>
            <w:tcW w:w="2257" w:type="dxa"/>
            <w:tcBorders>
              <w:top w:val="nil"/>
              <w:left w:val="single" w:sz="4" w:space="0" w:color="auto"/>
              <w:bottom w:val="single" w:sz="4" w:space="0" w:color="auto"/>
              <w:right w:val="single" w:sz="4" w:space="0" w:color="auto"/>
            </w:tcBorders>
            <w:shd w:val="clear" w:color="auto" w:fill="auto"/>
            <w:hideMark/>
          </w:tcPr>
          <w:p w14:paraId="6D4B31F0" w14:textId="77777777" w:rsidR="00324B40" w:rsidRPr="00324B40" w:rsidRDefault="00324B40" w:rsidP="00324B40">
            <w:pPr>
              <w:pStyle w:val="BodyText2"/>
            </w:pPr>
            <w:r w:rsidRPr="00324B40">
              <w:lastRenderedPageBreak/>
              <w:t>If we were going to make late disbursement to a student that the loan had originated prior to the student becoming ineligible, but they had not done the entrance loan counseling, since these loans are going to be forgiven, if the student reports that they withdrew due to COVID would they have to complete the counseling prior to us making the disbursement?</w:t>
            </w:r>
          </w:p>
        </w:tc>
        <w:tc>
          <w:tcPr>
            <w:tcW w:w="8235" w:type="dxa"/>
            <w:tcBorders>
              <w:top w:val="nil"/>
              <w:left w:val="nil"/>
              <w:bottom w:val="single" w:sz="4" w:space="0" w:color="auto"/>
              <w:right w:val="single" w:sz="4" w:space="0" w:color="auto"/>
            </w:tcBorders>
            <w:shd w:val="clear" w:color="auto" w:fill="auto"/>
            <w:hideMark/>
          </w:tcPr>
          <w:p w14:paraId="78C7AF55" w14:textId="77777777" w:rsidR="00324B40" w:rsidRPr="00324B40" w:rsidRDefault="00324B40" w:rsidP="00324B40">
            <w:pPr>
              <w:pStyle w:val="BodyText2"/>
            </w:pPr>
            <w:r w:rsidRPr="00324B40">
              <w:t>If the student withdrew before completing loan counseling, the student was not eligible to receive a Direct Loan disbursement at the time of the withdrawal; therefore, the institution should not disburse Direct Loan funds to the student in that circumstance under CARES Act R2T4 relief. This is stricter than our normal requirements for eligibility for post-withdrawal disbursements.</w:t>
            </w:r>
          </w:p>
        </w:tc>
      </w:tr>
      <w:tr w:rsidR="00324B40" w:rsidRPr="00324B40" w14:paraId="684283F2" w14:textId="77777777" w:rsidTr="00324B40">
        <w:trPr>
          <w:trHeight w:val="765"/>
        </w:trPr>
        <w:tc>
          <w:tcPr>
            <w:tcW w:w="2257" w:type="dxa"/>
            <w:tcBorders>
              <w:top w:val="nil"/>
              <w:left w:val="single" w:sz="4" w:space="0" w:color="auto"/>
              <w:bottom w:val="single" w:sz="4" w:space="0" w:color="auto"/>
              <w:right w:val="single" w:sz="4" w:space="0" w:color="auto"/>
            </w:tcBorders>
            <w:shd w:val="clear" w:color="auto" w:fill="auto"/>
            <w:hideMark/>
          </w:tcPr>
          <w:p w14:paraId="160317EF" w14:textId="77777777" w:rsidR="00324B40" w:rsidRPr="00324B40" w:rsidRDefault="00324B40" w:rsidP="00324B40">
            <w:pPr>
              <w:pStyle w:val="BodyText2"/>
            </w:pPr>
            <w:r w:rsidRPr="00324B40">
              <w:t>If the reporting deadline for 19-20 is 12/31/20, schools would need to use R2T4 on COD to calculate and report?</w:t>
            </w:r>
          </w:p>
        </w:tc>
        <w:tc>
          <w:tcPr>
            <w:tcW w:w="8235" w:type="dxa"/>
            <w:tcBorders>
              <w:top w:val="nil"/>
              <w:left w:val="nil"/>
              <w:bottom w:val="single" w:sz="4" w:space="0" w:color="auto"/>
              <w:right w:val="single" w:sz="4" w:space="0" w:color="auto"/>
            </w:tcBorders>
            <w:shd w:val="clear" w:color="auto" w:fill="auto"/>
            <w:hideMark/>
          </w:tcPr>
          <w:p w14:paraId="0FB9DC3B" w14:textId="77777777" w:rsidR="00324B40" w:rsidRPr="00324B40" w:rsidRDefault="00324B40" w:rsidP="00324B40">
            <w:pPr>
              <w:pStyle w:val="BodyText2"/>
            </w:pPr>
            <w:r w:rsidRPr="00324B40">
              <w:t xml:space="preserve">The current date by which all Title IV aid not returned under R2T4 requirements due to CARES Act relief are to be reported is 9/30/2021. The date is not year specific. </w:t>
            </w:r>
          </w:p>
        </w:tc>
      </w:tr>
      <w:tr w:rsidR="00324B40" w:rsidRPr="00324B40" w14:paraId="7849196E" w14:textId="77777777" w:rsidTr="00324B40">
        <w:trPr>
          <w:trHeight w:val="2295"/>
        </w:trPr>
        <w:tc>
          <w:tcPr>
            <w:tcW w:w="2257" w:type="dxa"/>
            <w:tcBorders>
              <w:top w:val="nil"/>
              <w:left w:val="single" w:sz="4" w:space="0" w:color="auto"/>
              <w:bottom w:val="single" w:sz="4" w:space="0" w:color="auto"/>
              <w:right w:val="single" w:sz="4" w:space="0" w:color="auto"/>
            </w:tcBorders>
            <w:shd w:val="clear" w:color="auto" w:fill="auto"/>
            <w:hideMark/>
          </w:tcPr>
          <w:p w14:paraId="5ACCC3D0" w14:textId="77777777" w:rsidR="00324B40" w:rsidRPr="00324B40" w:rsidRDefault="00324B40" w:rsidP="00324B40">
            <w:pPr>
              <w:pStyle w:val="BodyText2"/>
            </w:pPr>
            <w:r w:rsidRPr="00324B40">
              <w:t xml:space="preserve">Can you please clarify </w:t>
            </w:r>
            <w:proofErr w:type="gramStart"/>
            <w:r w:rsidRPr="00324B40">
              <w:t>this questions</w:t>
            </w:r>
            <w:proofErr w:type="gramEnd"/>
            <w:r w:rsidRPr="00324B40">
              <w:t xml:space="preserve">? Our school performs R2T4 calculations in COD. Do we have to calculate post-60% withdraws in COD </w:t>
            </w:r>
            <w:proofErr w:type="gramStart"/>
            <w:r w:rsidRPr="00324B40">
              <w:t>in order to</w:t>
            </w:r>
            <w:proofErr w:type="gramEnd"/>
            <w:r w:rsidRPr="00324B40">
              <w:t xml:space="preserve"> set the R2T4 Coronavirus Indicator? </w:t>
            </w:r>
            <w:proofErr w:type="gramStart"/>
            <w:r w:rsidRPr="00324B40">
              <w:t>Yes</w:t>
            </w:r>
            <w:proofErr w:type="gramEnd"/>
            <w:r w:rsidRPr="00324B40">
              <w:t xml:space="preserve">      Does this mean, for students that we are applying the cares act waiver, and they completed 60% (therefore earned all aid) should both Coronavirus indicators be checked = R2T4 calculator Coronavirus indicator AND Coronavirus indicator for disbursement records?</w:t>
            </w:r>
          </w:p>
        </w:tc>
        <w:tc>
          <w:tcPr>
            <w:tcW w:w="8235" w:type="dxa"/>
            <w:tcBorders>
              <w:top w:val="nil"/>
              <w:left w:val="nil"/>
              <w:bottom w:val="single" w:sz="4" w:space="0" w:color="auto"/>
              <w:right w:val="single" w:sz="4" w:space="0" w:color="auto"/>
            </w:tcBorders>
            <w:shd w:val="clear" w:color="auto" w:fill="auto"/>
            <w:hideMark/>
          </w:tcPr>
          <w:p w14:paraId="7C80E7CA" w14:textId="77777777" w:rsidR="00324B40" w:rsidRPr="00324B40" w:rsidRDefault="00324B40" w:rsidP="00324B40">
            <w:pPr>
              <w:pStyle w:val="BodyText2"/>
            </w:pPr>
            <w:r w:rsidRPr="00324B40">
              <w:t>Yes, if you should check the Coronavirus indicator on COD Web for discharge/cancellation and the R2T4 Coronavirus indicator on R2T4 on COD for reporting to show that this student did not have any amount that would have been returned because they completed 60%.</w:t>
            </w:r>
          </w:p>
        </w:tc>
      </w:tr>
    </w:tbl>
    <w:p w14:paraId="56F2DCE9"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5A73E" w14:textId="77777777" w:rsidR="000E213A" w:rsidRDefault="000E213A" w:rsidP="00742375">
      <w:r>
        <w:separator/>
      </w:r>
    </w:p>
    <w:p w14:paraId="00ADF56E" w14:textId="77777777" w:rsidR="000E213A" w:rsidRDefault="000E213A"/>
  </w:endnote>
  <w:endnote w:type="continuationSeparator" w:id="0">
    <w:p w14:paraId="0B84063A" w14:textId="77777777" w:rsidR="000E213A" w:rsidRDefault="000E213A" w:rsidP="00742375">
      <w:r>
        <w:continuationSeparator/>
      </w:r>
    </w:p>
    <w:p w14:paraId="62EF8CD0" w14:textId="77777777" w:rsidR="000E213A" w:rsidRDefault="000E213A"/>
  </w:endnote>
  <w:endnote w:type="continuationNotice" w:id="1">
    <w:p w14:paraId="01895420" w14:textId="77777777" w:rsidR="000E213A" w:rsidRDefault="000E21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DB652"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04EEF"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DF94D" w14:textId="77777777" w:rsidR="000E213A" w:rsidRDefault="000E213A" w:rsidP="00742375"/>
    <w:p w14:paraId="1491FC41" w14:textId="77777777" w:rsidR="000E213A" w:rsidRDefault="000E213A"/>
  </w:footnote>
  <w:footnote w:type="continuationSeparator" w:id="0">
    <w:p w14:paraId="3CB2FE78" w14:textId="77777777" w:rsidR="000E213A" w:rsidRDefault="000E213A" w:rsidP="00742375">
      <w:r>
        <w:continuationSeparator/>
      </w:r>
    </w:p>
    <w:p w14:paraId="39D92792" w14:textId="77777777" w:rsidR="000E213A" w:rsidRDefault="000E213A"/>
  </w:footnote>
  <w:footnote w:type="continuationNotice" w:id="1">
    <w:p w14:paraId="75EC0C50" w14:textId="77777777" w:rsidR="000E213A" w:rsidRDefault="000E21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B7C9A" w14:textId="77777777" w:rsidR="004A7844" w:rsidRDefault="001D42B3">
    <w:pPr>
      <w:pStyle w:val="Header"/>
    </w:pPr>
    <w:r>
      <w:rPr>
        <w:noProof/>
      </w:rPr>
      <w:drawing>
        <wp:anchor distT="0" distB="0" distL="114300" distR="114300" simplePos="0" relativeHeight="251658240" behindDoc="1" locked="0" layoutInCell="1" allowOverlap="1" wp14:anchorId="0ADED810" wp14:editId="22139470">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C4837"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13A"/>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E213A"/>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4B40"/>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3DD1"/>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38A161"/>
  <w14:defaultImageDpi w14:val="0"/>
  <w15:docId w15:val="{DD59EFF6-DF7F-4545-828A-A269103F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54044">
      <w:bodyDiv w:val="1"/>
      <w:marLeft w:val="0"/>
      <w:marRight w:val="0"/>
      <w:marTop w:val="0"/>
      <w:marBottom w:val="0"/>
      <w:divBdr>
        <w:top w:val="none" w:sz="0" w:space="0" w:color="auto"/>
        <w:left w:val="none" w:sz="0" w:space="0" w:color="auto"/>
        <w:bottom w:val="none" w:sz="0" w:space="0" w:color="auto"/>
        <w:right w:val="none" w:sz="0" w:space="0" w:color="auto"/>
      </w:divBdr>
    </w:div>
    <w:div w:id="94597787">
      <w:bodyDiv w:val="1"/>
      <w:marLeft w:val="0"/>
      <w:marRight w:val="0"/>
      <w:marTop w:val="0"/>
      <w:marBottom w:val="0"/>
      <w:divBdr>
        <w:top w:val="none" w:sz="0" w:space="0" w:color="auto"/>
        <w:left w:val="none" w:sz="0" w:space="0" w:color="auto"/>
        <w:bottom w:val="none" w:sz="0" w:space="0" w:color="auto"/>
        <w:right w:val="none" w:sz="0" w:space="0" w:color="auto"/>
      </w:divBdr>
    </w:div>
    <w:div w:id="370495859">
      <w:bodyDiv w:val="1"/>
      <w:marLeft w:val="0"/>
      <w:marRight w:val="0"/>
      <w:marTop w:val="0"/>
      <w:marBottom w:val="0"/>
      <w:divBdr>
        <w:top w:val="none" w:sz="0" w:space="0" w:color="auto"/>
        <w:left w:val="none" w:sz="0" w:space="0" w:color="auto"/>
        <w:bottom w:val="none" w:sz="0" w:space="0" w:color="auto"/>
        <w:right w:val="none" w:sz="0" w:space="0" w:color="auto"/>
      </w:divBdr>
    </w:div>
    <w:div w:id="706414780">
      <w:bodyDiv w:val="1"/>
      <w:marLeft w:val="0"/>
      <w:marRight w:val="0"/>
      <w:marTop w:val="0"/>
      <w:marBottom w:val="0"/>
      <w:divBdr>
        <w:top w:val="none" w:sz="0" w:space="0" w:color="auto"/>
        <w:left w:val="none" w:sz="0" w:space="0" w:color="auto"/>
        <w:bottom w:val="none" w:sz="0" w:space="0" w:color="auto"/>
        <w:right w:val="none" w:sz="0" w:space="0" w:color="auto"/>
      </w:divBdr>
    </w:div>
    <w:div w:id="853231498">
      <w:bodyDiv w:val="1"/>
      <w:marLeft w:val="0"/>
      <w:marRight w:val="0"/>
      <w:marTop w:val="0"/>
      <w:marBottom w:val="0"/>
      <w:divBdr>
        <w:top w:val="none" w:sz="0" w:space="0" w:color="auto"/>
        <w:left w:val="none" w:sz="0" w:space="0" w:color="auto"/>
        <w:bottom w:val="none" w:sz="0" w:space="0" w:color="auto"/>
        <w:right w:val="none" w:sz="0" w:space="0" w:color="auto"/>
      </w:divBdr>
    </w:div>
    <w:div w:id="925580581">
      <w:bodyDiv w:val="1"/>
      <w:marLeft w:val="0"/>
      <w:marRight w:val="0"/>
      <w:marTop w:val="0"/>
      <w:marBottom w:val="0"/>
      <w:divBdr>
        <w:top w:val="none" w:sz="0" w:space="0" w:color="auto"/>
        <w:left w:val="none" w:sz="0" w:space="0" w:color="auto"/>
        <w:bottom w:val="none" w:sz="0" w:space="0" w:color="auto"/>
        <w:right w:val="none" w:sz="0" w:space="0" w:color="auto"/>
      </w:divBdr>
    </w:div>
    <w:div w:id="1057751524">
      <w:bodyDiv w:val="1"/>
      <w:marLeft w:val="0"/>
      <w:marRight w:val="0"/>
      <w:marTop w:val="0"/>
      <w:marBottom w:val="0"/>
      <w:divBdr>
        <w:top w:val="none" w:sz="0" w:space="0" w:color="auto"/>
        <w:left w:val="none" w:sz="0" w:space="0" w:color="auto"/>
        <w:bottom w:val="none" w:sz="0" w:space="0" w:color="auto"/>
        <w:right w:val="none" w:sz="0" w:space="0" w:color="auto"/>
      </w:divBdr>
    </w:div>
    <w:div w:id="1398088441">
      <w:bodyDiv w:val="1"/>
      <w:marLeft w:val="0"/>
      <w:marRight w:val="0"/>
      <w:marTop w:val="0"/>
      <w:marBottom w:val="0"/>
      <w:divBdr>
        <w:top w:val="none" w:sz="0" w:space="0" w:color="auto"/>
        <w:left w:val="none" w:sz="0" w:space="0" w:color="auto"/>
        <w:bottom w:val="none" w:sz="0" w:space="0" w:color="auto"/>
        <w:right w:val="none" w:sz="0" w:space="0" w:color="auto"/>
      </w:divBdr>
    </w:div>
    <w:div w:id="1544907451">
      <w:bodyDiv w:val="1"/>
      <w:marLeft w:val="0"/>
      <w:marRight w:val="0"/>
      <w:marTop w:val="0"/>
      <w:marBottom w:val="0"/>
      <w:divBdr>
        <w:top w:val="none" w:sz="0" w:space="0" w:color="auto"/>
        <w:left w:val="none" w:sz="0" w:space="0" w:color="auto"/>
        <w:bottom w:val="none" w:sz="0" w:space="0" w:color="auto"/>
        <w:right w:val="none" w:sz="0" w:space="0" w:color="auto"/>
      </w:divBdr>
    </w:div>
    <w:div w:id="1613975835">
      <w:bodyDiv w:val="1"/>
      <w:marLeft w:val="0"/>
      <w:marRight w:val="0"/>
      <w:marTop w:val="0"/>
      <w:marBottom w:val="0"/>
      <w:divBdr>
        <w:top w:val="none" w:sz="0" w:space="0" w:color="auto"/>
        <w:left w:val="none" w:sz="0" w:space="0" w:color="auto"/>
        <w:bottom w:val="none" w:sz="0" w:space="0" w:color="auto"/>
        <w:right w:val="none" w:sz="0" w:space="0" w:color="auto"/>
      </w:divBdr>
    </w:div>
    <w:div w:id="1771391016">
      <w:bodyDiv w:val="1"/>
      <w:marLeft w:val="0"/>
      <w:marRight w:val="0"/>
      <w:marTop w:val="0"/>
      <w:marBottom w:val="0"/>
      <w:divBdr>
        <w:top w:val="none" w:sz="0" w:space="0" w:color="auto"/>
        <w:left w:val="none" w:sz="0" w:space="0" w:color="auto"/>
        <w:bottom w:val="none" w:sz="0" w:space="0" w:color="auto"/>
        <w:right w:val="none" w:sz="0" w:space="0" w:color="auto"/>
      </w:divBdr>
    </w:div>
    <w:div w:id="2000842341">
      <w:bodyDiv w:val="1"/>
      <w:marLeft w:val="0"/>
      <w:marRight w:val="0"/>
      <w:marTop w:val="0"/>
      <w:marBottom w:val="0"/>
      <w:divBdr>
        <w:top w:val="none" w:sz="0" w:space="0" w:color="auto"/>
        <w:left w:val="none" w:sz="0" w:space="0" w:color="auto"/>
        <w:bottom w:val="none" w:sz="0" w:space="0" w:color="auto"/>
        <w:right w:val="none" w:sz="0" w:space="0" w:color="auto"/>
      </w:divBdr>
    </w:div>
    <w:div w:id="2022731504">
      <w:bodyDiv w:val="1"/>
      <w:marLeft w:val="0"/>
      <w:marRight w:val="0"/>
      <w:marTop w:val="0"/>
      <w:marBottom w:val="0"/>
      <w:divBdr>
        <w:top w:val="none" w:sz="0" w:space="0" w:color="auto"/>
        <w:left w:val="none" w:sz="0" w:space="0" w:color="auto"/>
        <w:bottom w:val="none" w:sz="0" w:space="0" w:color="auto"/>
        <w:right w:val="none" w:sz="0" w:space="0" w:color="auto"/>
      </w:divBdr>
    </w:div>
    <w:div w:id="21081119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186</TotalTime>
  <Pages>17</Pages>
  <Words>6291</Words>
  <Characters>30924</Characters>
  <Application>Microsoft Office Word</Application>
  <DocSecurity>0</DocSecurity>
  <Lines>257</Lines>
  <Paragraphs>74</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37141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2021-02-17T16:48:00Z</dcterms:created>
  <dcterms:modified xsi:type="dcterms:W3CDTF">2021-02-17T19:54:00Z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